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84FF4">
        <w:rPr>
          <w:rFonts w:ascii="Times New Roman" w:eastAsia="DFKai-SB" w:hAnsi="Times New Roman"/>
          <w:b/>
          <w:sz w:val="28"/>
          <w:szCs w:val="28"/>
        </w:rPr>
        <w:t>Đ</w:t>
      </w:r>
      <w:r w:rsidRPr="00E84FF4">
        <w:rPr>
          <w:rFonts w:ascii="Times New Roman" w:eastAsia="DFKai-SB" w:hAnsi="Times New Roman"/>
          <w:b/>
          <w:sz w:val="28"/>
          <w:szCs w:val="28"/>
        </w:rPr>
        <w:t>ạ</w:t>
      </w:r>
      <w:r w:rsidRPr="00E84FF4">
        <w:rPr>
          <w:rFonts w:ascii="Times New Roman" w:eastAsia="DFKai-SB" w:hAnsi="Times New Roman"/>
          <w:b/>
          <w:sz w:val="28"/>
          <w:szCs w:val="28"/>
        </w:rPr>
        <w:t>i Phương Qu</w:t>
      </w:r>
      <w:r w:rsidRPr="00E84FF4">
        <w:rPr>
          <w:rFonts w:ascii="Times New Roman" w:eastAsia="DFKai-SB" w:hAnsi="Times New Roman"/>
          <w:b/>
          <w:sz w:val="28"/>
          <w:szCs w:val="28"/>
        </w:rPr>
        <w:t>ả</w:t>
      </w:r>
      <w:r w:rsidRPr="00E84FF4">
        <w:rPr>
          <w:rFonts w:ascii="Times New Roman" w:eastAsia="DFKai-SB" w:hAnsi="Times New Roman"/>
          <w:b/>
          <w:sz w:val="28"/>
          <w:szCs w:val="28"/>
        </w:rPr>
        <w:t>ng Ph</w:t>
      </w:r>
      <w:r w:rsidRPr="00E84FF4">
        <w:rPr>
          <w:rFonts w:ascii="Times New Roman" w:eastAsia="DFKai-SB" w:hAnsi="Times New Roman"/>
          <w:b/>
          <w:sz w:val="28"/>
          <w:szCs w:val="28"/>
        </w:rPr>
        <w:t>ậ</w:t>
      </w:r>
      <w:r w:rsidRPr="00E84FF4">
        <w:rPr>
          <w:rFonts w:ascii="Times New Roman" w:eastAsia="DFKai-SB" w:hAnsi="Times New Roman"/>
          <w:b/>
          <w:sz w:val="28"/>
          <w:szCs w:val="28"/>
        </w:rPr>
        <w:t>t</w:t>
      </w:r>
    </w:p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84FF4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84FF4">
        <w:rPr>
          <w:rFonts w:ascii="Times New Roman" w:eastAsia="DFKai-SB" w:hAnsi="Times New Roman"/>
          <w:b/>
          <w:sz w:val="28"/>
          <w:szCs w:val="28"/>
        </w:rPr>
        <w:t>Ph</w:t>
      </w:r>
      <w:r w:rsidRPr="00E84FF4">
        <w:rPr>
          <w:rFonts w:ascii="Times New Roman" w:eastAsia="DFKai-SB" w:hAnsi="Times New Roman"/>
          <w:b/>
          <w:sz w:val="28"/>
          <w:szCs w:val="28"/>
        </w:rPr>
        <w:t>ẩ</w:t>
      </w:r>
      <w:r w:rsidRPr="00E84FF4">
        <w:rPr>
          <w:rFonts w:ascii="Times New Roman" w:eastAsia="DFKai-SB" w:hAnsi="Times New Roman"/>
          <w:b/>
          <w:sz w:val="28"/>
          <w:szCs w:val="28"/>
        </w:rPr>
        <w:t>m th</w:t>
      </w:r>
      <w:r w:rsidRPr="00E84FF4">
        <w:rPr>
          <w:rFonts w:ascii="Times New Roman" w:eastAsia="DFKai-SB" w:hAnsi="Times New Roman"/>
          <w:b/>
          <w:sz w:val="28"/>
          <w:szCs w:val="28"/>
        </w:rPr>
        <w:t>ứ</w:t>
      </w:r>
      <w:r w:rsidRPr="00E84FF4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E84FF4">
        <w:rPr>
          <w:rFonts w:ascii="Times New Roman" w:eastAsia="DFKai-SB" w:hAnsi="Times New Roman"/>
          <w:b/>
          <w:sz w:val="28"/>
          <w:szCs w:val="28"/>
        </w:rPr>
        <w:t>ờ</w:t>
      </w:r>
      <w:r w:rsidRPr="00E84FF4">
        <w:rPr>
          <w:rFonts w:ascii="Times New Roman" w:eastAsia="DFKai-SB" w:hAnsi="Times New Roman"/>
          <w:b/>
          <w:sz w:val="28"/>
          <w:szCs w:val="28"/>
        </w:rPr>
        <w:t>i m</w:t>
      </w:r>
      <w:r w:rsidRPr="00E84FF4">
        <w:rPr>
          <w:rFonts w:ascii="Times New Roman" w:eastAsia="DFKai-SB" w:hAnsi="Times New Roman"/>
          <w:b/>
          <w:sz w:val="28"/>
          <w:szCs w:val="28"/>
        </w:rPr>
        <w:t>ộ</w:t>
      </w:r>
      <w:r w:rsidRPr="00E84FF4">
        <w:rPr>
          <w:rFonts w:ascii="Times New Roman" w:eastAsia="DFKai-SB" w:hAnsi="Times New Roman"/>
          <w:b/>
          <w:sz w:val="28"/>
          <w:szCs w:val="28"/>
        </w:rPr>
        <w:t>t</w:t>
      </w:r>
    </w:p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E84FF4">
        <w:rPr>
          <w:rFonts w:ascii="Times New Roman" w:eastAsia="DFKai-SB" w:hAnsi="Times New Roman"/>
          <w:b/>
          <w:sz w:val="28"/>
          <w:szCs w:val="28"/>
        </w:rPr>
        <w:t>T</w:t>
      </w:r>
      <w:r w:rsidRPr="00E84FF4">
        <w:rPr>
          <w:rFonts w:ascii="Times New Roman" w:eastAsia="DFKai-SB" w:hAnsi="Times New Roman"/>
          <w:b/>
          <w:sz w:val="28"/>
          <w:szCs w:val="28"/>
        </w:rPr>
        <w:t>ị</w:t>
      </w:r>
      <w:r w:rsidRPr="00E84FF4">
        <w:rPr>
          <w:rFonts w:ascii="Times New Roman" w:eastAsia="DFKai-SB" w:hAnsi="Times New Roman"/>
          <w:b/>
          <w:sz w:val="28"/>
          <w:szCs w:val="28"/>
        </w:rPr>
        <w:t>nh H</w:t>
      </w:r>
      <w:r w:rsidRPr="00E84FF4">
        <w:rPr>
          <w:rFonts w:ascii="Times New Roman" w:eastAsia="DFKai-SB" w:hAnsi="Times New Roman"/>
          <w:b/>
          <w:sz w:val="28"/>
          <w:szCs w:val="28"/>
        </w:rPr>
        <w:t>ạ</w:t>
      </w:r>
      <w:r w:rsidRPr="00E84FF4">
        <w:rPr>
          <w:rFonts w:ascii="Times New Roman" w:eastAsia="DFKai-SB" w:hAnsi="Times New Roman"/>
          <w:b/>
          <w:sz w:val="28"/>
          <w:szCs w:val="28"/>
        </w:rPr>
        <w:t>nh Ph</w:t>
      </w:r>
      <w:r w:rsidRPr="00E84FF4">
        <w:rPr>
          <w:rFonts w:ascii="Times New Roman" w:eastAsia="DFKai-SB" w:hAnsi="Times New Roman"/>
          <w:b/>
          <w:sz w:val="28"/>
          <w:szCs w:val="28"/>
        </w:rPr>
        <w:t>ẩ</w:t>
      </w:r>
      <w:r w:rsidRPr="00E84FF4">
        <w:rPr>
          <w:rFonts w:ascii="Times New Roman" w:eastAsia="DFKai-SB" w:hAnsi="Times New Roman"/>
          <w:b/>
          <w:sz w:val="28"/>
          <w:szCs w:val="28"/>
        </w:rPr>
        <w:t>m</w:t>
      </w:r>
    </w:p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84FF4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E84FF4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E84FF4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E84FF4">
        <w:rPr>
          <w:rFonts w:ascii="Times New Roman" w:eastAsia="DFKai-SB" w:hAnsi="Times New Roman"/>
          <w:b/>
          <w:sz w:val="28"/>
          <w:szCs w:val="28"/>
        </w:rPr>
        <w:t>39</w:t>
      </w:r>
    </w:p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84FF4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796673" w:rsidRPr="00E84FF4" w:rsidRDefault="00796673">
      <w:pPr>
        <w:jc w:val="center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b/>
          <w:sz w:val="28"/>
          <w:szCs w:val="28"/>
        </w:rPr>
        <w:t>(</w:t>
      </w:r>
      <w:r w:rsidRPr="00E84FF4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796673" w:rsidRPr="00E84FF4" w:rsidRDefault="00796673">
      <w:pPr>
        <w:jc w:val="center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ng: Lão pháp sư Thích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Không</w:t>
      </w:r>
    </w:p>
    <w:p w:rsidR="00796673" w:rsidRPr="00E84FF4" w:rsidRDefault="00796673">
      <w:pPr>
        <w:jc w:val="center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đi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m: Hương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Đà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</w:t>
      </w:r>
    </w:p>
    <w:p w:rsidR="00796673" w:rsidRPr="00E84FF4" w:rsidRDefault="00796673">
      <w:pPr>
        <w:jc w:val="center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ngày m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tháng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năm 2005</w:t>
      </w:r>
    </w:p>
    <w:p w:rsidR="00796673" w:rsidRPr="00E84FF4" w:rsidRDefault="00796673">
      <w:pPr>
        <w:jc w:val="center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: B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u Quang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796673" w:rsidRPr="00E84FF4" w:rsidRDefault="00796673">
      <w:pPr>
        <w:jc w:val="center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duy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t: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Phong,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E84FF4">
        <w:rPr>
          <w:rFonts w:ascii="Times New Roman" w:eastAsia="DFKai-SB" w:hAnsi="Times New Roman"/>
          <w:b/>
          <w:i/>
          <w:sz w:val="28"/>
          <w:szCs w:val="28"/>
        </w:rPr>
        <w:t>T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p 1539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xin m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ng. Xin xem ph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m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hai trong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sáu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ng, hai bài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cu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cùng,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là </w:t>
      </w:r>
      <w:r w:rsidRPr="00E84FF4">
        <w:rPr>
          <w:rFonts w:ascii="Times New Roman" w:eastAsia="DFKai-SB" w:hAnsi="Times New Roman"/>
          <w:sz w:val="28"/>
          <w:szCs w:val="28"/>
        </w:rPr>
        <w:t>bài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tám và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chín. Chúng ta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kinh văn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t: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E84FF4">
        <w:rPr>
          <w:rFonts w:ascii="Times New Roman" w:eastAsia="DFKai-SB" w:hAnsi="Times New Roman"/>
          <w:b/>
          <w:i/>
          <w:sz w:val="28"/>
          <w:szCs w:val="28"/>
        </w:rPr>
        <w:t>(Kinh) Ki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 vô ưu lâm, đương nguy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 chúng sanh, vĩnh ly tham ái, b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t sanh ưu b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E84FF4">
        <w:rPr>
          <w:rFonts w:ascii="Times New Roman" w:eastAsia="DFKai-SB" w:hAnsi="Times New Roman"/>
          <w:b/>
          <w:sz w:val="28"/>
          <w:szCs w:val="32"/>
        </w:rPr>
        <w:t>(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84FF4">
        <w:rPr>
          <w:rFonts w:ascii="Times New Roman" w:eastAsia="DFKai-SB" w:hAnsi="Times New Roman"/>
          <w:b/>
          <w:sz w:val="28"/>
          <w:szCs w:val="32"/>
        </w:rPr>
        <w:t>)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無憂林。當願眾生。永離貪愛。不生憂怖。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(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E84FF4">
        <w:rPr>
          <w:rFonts w:ascii="Times New Roman" w:eastAsia="DFKai-SB" w:hAnsi="Times New Roman"/>
          <w:i/>
          <w:sz w:val="28"/>
          <w:szCs w:val="28"/>
        </w:rPr>
        <w:t>: Th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y r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>ng vô ưu,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cho chúng sanh, mãi lìa tham ái, 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>ng sanh lo s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).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i/>
          <w:sz w:val="28"/>
          <w:szCs w:val="28"/>
        </w:rPr>
        <w:t>“vô ưu lâm”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無憂林</w:t>
      </w:r>
      <w:r w:rsidRPr="00E84FF4">
        <w:rPr>
          <w:rFonts w:ascii="Times New Roman" w:eastAsia="DFKai-SB" w:hAnsi="Times New Roman"/>
          <w:sz w:val="28"/>
          <w:szCs w:val="28"/>
        </w:rPr>
        <w:t>, r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cây vô ưu), Thanh Lương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sư có chú thích ng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n.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chú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câu: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E84FF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) X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ử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 xml:space="preserve"> chi vong ưu c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32"/>
        </w:rPr>
      </w:pPr>
      <w:r w:rsidRPr="00E84FF4">
        <w:rPr>
          <w:rFonts w:ascii="Times New Roman" w:eastAsia="DFKai-SB" w:hAnsi="Times New Roman"/>
          <w:b/>
          <w:sz w:val="28"/>
          <w:szCs w:val="32"/>
        </w:rPr>
        <w:t>(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E84FF4">
        <w:rPr>
          <w:rFonts w:ascii="Times New Roman" w:eastAsia="DFKai-SB" w:hAnsi="Times New Roman"/>
          <w:b/>
          <w:sz w:val="28"/>
          <w:szCs w:val="32"/>
        </w:rPr>
        <w:t>)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處之忘憂故。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(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: Do 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nơi 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y, s</w:t>
      </w:r>
      <w:r w:rsidRPr="00E84FF4">
        <w:rPr>
          <w:rFonts w:ascii="Times New Roman" w:eastAsia="DFKai-SB" w:hAnsi="Times New Roman"/>
          <w:i/>
          <w:sz w:val="28"/>
          <w:szCs w:val="28"/>
        </w:rPr>
        <w:t>ẽ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quên n</w:t>
      </w:r>
      <w:r w:rsidRPr="00E84FF4">
        <w:rPr>
          <w:rFonts w:ascii="Times New Roman" w:eastAsia="DFKai-SB" w:hAnsi="Times New Roman"/>
          <w:i/>
          <w:sz w:val="28"/>
          <w:szCs w:val="28"/>
        </w:rPr>
        <w:t>ỗ</w:t>
      </w:r>
      <w:r w:rsidRPr="00E84FF4">
        <w:rPr>
          <w:rFonts w:ascii="Times New Roman" w:eastAsia="DFKai-SB" w:hAnsi="Times New Roman"/>
          <w:i/>
          <w:sz w:val="28"/>
          <w:szCs w:val="28"/>
        </w:rPr>
        <w:t>i lo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i/>
          <w:sz w:val="28"/>
          <w:szCs w:val="28"/>
        </w:rPr>
        <w:t>âu).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Nói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t ra, </w:t>
      </w:r>
      <w:r w:rsidRPr="00E84FF4">
        <w:rPr>
          <w:rFonts w:ascii="Times New Roman" w:eastAsia="DFKai-SB" w:hAnsi="Times New Roman"/>
          <w:i/>
          <w:sz w:val="28"/>
          <w:szCs w:val="28"/>
        </w:rPr>
        <w:t>“x</w:t>
      </w:r>
      <w:r w:rsidRPr="00E84FF4">
        <w:rPr>
          <w:rFonts w:ascii="Times New Roman" w:eastAsia="DFKai-SB" w:hAnsi="Times New Roman"/>
          <w:i/>
          <w:sz w:val="28"/>
          <w:szCs w:val="28"/>
        </w:rPr>
        <w:t>ử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chi vong ưu”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ưu s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u. Nói cách khác,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“vô ưu lâm”.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Vô ưu lâm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tên là cây Vô Ưu (</w:t>
      </w:r>
      <w:r w:rsidRPr="00E84FF4">
        <w:rPr>
          <w:rFonts w:ascii="Times New Roman" w:eastAsia="DFKai-SB" w:hAnsi="Times New Roman"/>
          <w:bCs/>
          <w:iCs/>
          <w:sz w:val="28"/>
          <w:szCs w:val="28"/>
          <w:lang w:val="en"/>
        </w:rPr>
        <w:t>Saraca Asoca</w:t>
      </w:r>
      <w:r w:rsidRPr="00E84FF4">
        <w:rPr>
          <w:rFonts w:ascii="Times New Roman" w:eastAsia="DFKai-SB" w:hAnsi="Times New Roman"/>
          <w:sz w:val="28"/>
          <w:szCs w:val="28"/>
        </w:rPr>
        <w:t>),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dư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cây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Bát La (Pippala, ficus religiosa).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sau, cây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“B</w:t>
      </w:r>
      <w:r w:rsidRPr="00E84FF4">
        <w:rPr>
          <w:rFonts w:ascii="Times New Roman" w:eastAsia="DFKai-SB" w:hAnsi="Times New Roman"/>
          <w:i/>
          <w:sz w:val="28"/>
          <w:szCs w:val="28"/>
        </w:rPr>
        <w:t>ồ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i/>
          <w:sz w:val="28"/>
          <w:szCs w:val="28"/>
        </w:rPr>
        <w:t>ụ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菩提樹</w:t>
      </w:r>
      <w:r w:rsidRPr="00E84FF4">
        <w:rPr>
          <w:rFonts w:ascii="Times New Roman" w:eastAsia="DFKai-SB" w:hAnsi="Times New Roman"/>
          <w:sz w:val="28"/>
          <w:szCs w:val="28"/>
        </w:rPr>
        <w:t>, cây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, cây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). Nói theo ý nghĩa bi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tu hành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nhiên là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c.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thì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trò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đông đ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o; trong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kh</w:t>
      </w:r>
      <w:r w:rsidRPr="00E84FF4">
        <w:rPr>
          <w:rFonts w:ascii="Times New Roman" w:eastAsia="DFKai-SB" w:hAnsi="Times New Roman"/>
          <w:sz w:val="28"/>
          <w:szCs w:val="28"/>
        </w:rPr>
        <w:t>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vào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giáo có quy mô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 thì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“tùng lâm”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(</w:t>
      </w:r>
      <w:r w:rsidRPr="00E84FF4">
        <w:rPr>
          <w:rFonts w:ascii="DFKai-SB" w:eastAsia="DFKai-SB" w:hAnsi="DFKai-SB" w:cs="MS Gothic" w:hint="eastAsia"/>
          <w:sz w:val="28"/>
          <w:szCs w:val="28"/>
        </w:rPr>
        <w:t>叢林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)</w:t>
      </w:r>
      <w:r w:rsidRPr="00E84FF4">
        <w:rPr>
          <w:rFonts w:ascii="Times New Roman" w:eastAsia="DFKai-SB" w:hAnsi="Times New Roman"/>
          <w:sz w:val="28"/>
          <w:szCs w:val="28"/>
        </w:rPr>
        <w:t>, tùng lâm chính là Vô Ưu Lâm. 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lastRenderedPageBreak/>
        <w:t>cánh r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m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u tĩnh,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phát ho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Tát, </w:t>
      </w:r>
      <w:r w:rsidRPr="00E84FF4">
        <w:rPr>
          <w:rFonts w:ascii="Times New Roman" w:eastAsia="DFKai-SB" w:hAnsi="Times New Roman"/>
          <w:i/>
          <w:sz w:val="28"/>
          <w:szCs w:val="28"/>
        </w:rPr>
        <w:t>“đương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chúng sanh, vĩnh ly tham ái, b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sanh ưu b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cho chúng sanh,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lìa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tham ái,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sanh âu lo,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hãi). </w:t>
      </w:r>
      <w:r w:rsidRPr="00E84FF4">
        <w:rPr>
          <w:rFonts w:ascii="Times New Roman" w:eastAsia="DFKai-SB" w:hAnsi="Times New Roman"/>
          <w:i/>
          <w:sz w:val="28"/>
          <w:szCs w:val="28"/>
        </w:rPr>
        <w:t>“B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怖</w:t>
      </w:r>
      <w:r w:rsidRPr="00E84FF4">
        <w:rPr>
          <w:rFonts w:ascii="Times New Roman" w:eastAsia="DFKai-SB" w:hAnsi="Times New Roman"/>
          <w:sz w:val="28"/>
          <w:szCs w:val="28"/>
        </w:rPr>
        <w:t>) là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ưu ho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 sanh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Nói chung,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lìa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tham, sân, si.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i/>
          <w:sz w:val="28"/>
          <w:szCs w:val="28"/>
        </w:rPr>
        <w:t>“vĩnh ly tham ái”</w:t>
      </w:r>
      <w:r w:rsidRPr="00E84FF4">
        <w:rPr>
          <w:rFonts w:ascii="Times New Roman" w:eastAsia="DFKai-SB" w:hAnsi="Times New Roman"/>
          <w:sz w:val="28"/>
          <w:szCs w:val="28"/>
        </w:rPr>
        <w:t>, âu lo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sanh;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lý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nh.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lúc nào,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nơi ch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nào, xưa, nay, trong ngoài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âu lo,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sanh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tham, sân, si,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n. Do đó, bài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 là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cho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tri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Vì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tri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cách nào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tr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tham ái.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vì chúng sanh thuy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pháp, nói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sanh,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ng, vô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n. [L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n] </w:t>
      </w:r>
      <w:r w:rsidRPr="00E84FF4">
        <w:rPr>
          <w:rFonts w:ascii="Times New Roman" w:eastAsia="DFKai-SB" w:hAnsi="Times New Roman"/>
          <w:i/>
          <w:sz w:val="28"/>
          <w:szCs w:val="28"/>
        </w:rPr>
        <w:t>“phi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n não vô t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n th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đo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Ho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[ch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não] quá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u! Quy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i bèn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“tám v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 b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n ngàn”</w:t>
      </w:r>
      <w:r w:rsidRPr="00E84FF4">
        <w:rPr>
          <w:rFonts w:ascii="Times New Roman" w:eastAsia="DFKai-SB" w:hAnsi="Times New Roman"/>
          <w:sz w:val="28"/>
          <w:szCs w:val="28"/>
        </w:rPr>
        <w:t>. Tám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ngàn là quy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p, con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nói hư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tám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ngàn. Trong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tám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ngàn quá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quy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 chúng thành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trăm l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tám món,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“m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t trăm l</w:t>
      </w:r>
      <w:r w:rsidRPr="00E84FF4">
        <w:rPr>
          <w:rFonts w:ascii="Times New Roman" w:eastAsia="DFKai-SB" w:hAnsi="Times New Roman"/>
          <w:i/>
          <w:sz w:val="28"/>
          <w:szCs w:val="28"/>
        </w:rPr>
        <w:t>ẻ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tám phi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n não”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hơn! Na</w:t>
      </w:r>
      <w:r w:rsidRPr="00E84FF4">
        <w:rPr>
          <w:rFonts w:ascii="Times New Roman" w:eastAsia="DFKai-SB" w:hAnsi="Times New Roman"/>
          <w:sz w:val="28"/>
          <w:szCs w:val="28"/>
        </w:rPr>
        <w:t>y chúng ta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tràng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g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m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trăm l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tám viên; vì sao dùng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trăm l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tám viên? Chính là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nào cũng nh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tr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trăm l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tám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n não, mang ý nghĩa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trăm l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[món phi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ề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 não]</w:t>
      </w:r>
      <w:r w:rsidRPr="00E84FF4">
        <w:rPr>
          <w:rFonts w:ascii="Times New Roman" w:eastAsia="DFKai-SB" w:hAnsi="Times New Roman"/>
          <w:sz w:val="28"/>
          <w:szCs w:val="28"/>
        </w:rPr>
        <w:t xml:space="preserve"> tri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khai ra,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vô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Nhưng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sơ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càng đơn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càng hay;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kinh đi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môn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Tông là Bách Pháp Minh Môn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này do Thiên Thân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so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đã quy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trăm l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tám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thành sáu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và hai mươi món tùy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não, [t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là] quy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 thành hai mươi sáu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u. Xác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là cách này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cho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sơ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; n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là sáu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não. Món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là tham.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[</w:t>
      </w:r>
      <w:r w:rsidRPr="00E84FF4">
        <w:rPr>
          <w:rFonts w:ascii="Times New Roman" w:eastAsia="DFKai-SB" w:hAnsi="Times New Roman"/>
          <w:sz w:val="28"/>
          <w:szCs w:val="28"/>
        </w:rPr>
        <w:t>Tham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]</w:t>
      </w:r>
      <w:r w:rsidRPr="00E84FF4">
        <w:rPr>
          <w:rFonts w:ascii="Times New Roman" w:eastAsia="DFKai-SB" w:hAnsi="Times New Roman"/>
          <w:sz w:val="28"/>
          <w:szCs w:val="28"/>
        </w:rPr>
        <w:t>, sân, si,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nghi, ác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chính là sáu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não.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quy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 sáu món th</w:t>
      </w:r>
      <w:r w:rsidRPr="00E84FF4">
        <w:rPr>
          <w:rFonts w:ascii="Times New Roman" w:eastAsia="DFKai-SB" w:hAnsi="Times New Roman"/>
          <w:sz w:val="28"/>
          <w:szCs w:val="28"/>
        </w:rPr>
        <w:t>ành ba món,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là Tam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tham, sân, si. Thưa cùng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ba món tham, sân, si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quy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 thành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món, đó là tham. Vì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tham ái là căn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vô biên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não, đương nhiên là càng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n.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cây to; cây này là cây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não, cành, lá, hoa,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sum xuê,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sâu r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c!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r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, [n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u]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há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ư?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là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bi;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cũng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nhân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tu thành. Tu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Nh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r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này. Tu hành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tiên thì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tr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g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c, ra tay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n; đó là đúng. Ra tay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cành, lá,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năm nào, tháng nào,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chút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u! Ra tay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nhanh chóng!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p,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vô th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nay, chúng ta đã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a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 trong sanh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nơi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i! Do nguyên nhân gì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thành? Chính là t</w:t>
      </w:r>
      <w:r w:rsidRPr="00E84FF4">
        <w:rPr>
          <w:rFonts w:ascii="Times New Roman" w:eastAsia="DFKai-SB" w:hAnsi="Times New Roman"/>
          <w:sz w:val="28"/>
          <w:szCs w:val="28"/>
        </w:rPr>
        <w:t>ham ái,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này. Chúng ta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công,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 bèn quan sát c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 k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>. [N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như]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tham m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i, [thi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c]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hãy x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tài.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tham m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đã.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r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khí thói x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[ph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i tìm ra] </w:t>
      </w:r>
      <w:r w:rsidRPr="00E84FF4">
        <w:rPr>
          <w:rFonts w:ascii="Times New Roman" w:eastAsia="DFKai-SB" w:hAnsi="Times New Roman"/>
          <w:sz w:val="28"/>
          <w:szCs w:val="28"/>
        </w:rPr>
        <w:t>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 nghiêm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t?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lastRenderedPageBreak/>
        <w:t>tăm,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dư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ng, tài, s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c, danh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ng, ăn 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ng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nghê,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nào nghiêm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t, hãy ra tay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cái nghiêm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t. Tr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lành căn b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nh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kh</w:t>
      </w:r>
      <w:r w:rsidRPr="00E84FF4">
        <w:rPr>
          <w:rFonts w:ascii="Times New Roman" w:eastAsia="DFKai-SB" w:hAnsi="Times New Roman"/>
          <w:sz w:val="28"/>
          <w:szCs w:val="28"/>
        </w:rPr>
        <w:t>ác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 lành.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cá nhân có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khí và ô nhi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m khác nhau;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phương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tr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đương nhiên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nhau!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quá nói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thông thư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</w:t>
      </w:r>
      <w:r w:rsidRPr="00E84FF4">
        <w:rPr>
          <w:rFonts w:ascii="Times New Roman" w:eastAsia="DFKai-SB" w:hAnsi="Times New Roman"/>
          <w:sz w:val="28"/>
          <w:szCs w:val="28"/>
        </w:rPr>
        <w:t>, nghiêm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là tài và s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nghiêm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t. Nhi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t: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này,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là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vư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t thoát sanh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cái tâm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chính là tham, sân, si,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nghi, ác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sáu món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n não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</w:t>
      </w:r>
      <w:r w:rsidRPr="00E84FF4">
        <w:rPr>
          <w:rFonts w:ascii="Times New Roman" w:eastAsia="DFKai-SB" w:hAnsi="Times New Roman"/>
          <w:sz w:val="28"/>
          <w:szCs w:val="28"/>
        </w:rPr>
        <w:t xml:space="preserve">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là tâm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i.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làm gì,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u là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kinh,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cũng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là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i. Cái tâm là tâm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đương nhiên là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Tuy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gieo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chút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căn trong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trong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này. Không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mà ngay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khai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n.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đa là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chút Thi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gian, có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mà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đó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“trư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ng ki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p luân h</w:t>
      </w:r>
      <w:r w:rsidRPr="00E84FF4">
        <w:rPr>
          <w:rFonts w:ascii="Times New Roman" w:eastAsia="DFKai-SB" w:hAnsi="Times New Roman"/>
          <w:i/>
          <w:sz w:val="28"/>
          <w:szCs w:val="28"/>
        </w:rPr>
        <w:t>ồ</w:t>
      </w:r>
      <w:r w:rsidRPr="00E84FF4">
        <w:rPr>
          <w:rFonts w:ascii="Times New Roman" w:eastAsia="DFKai-SB" w:hAnsi="Times New Roman"/>
          <w:i/>
          <w:sz w:val="28"/>
          <w:szCs w:val="28"/>
        </w:rPr>
        <w:t>i”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trong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lâu dài).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ng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ng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i, mà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dài.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i, khi nào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ớ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thoát ly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i? Nói theo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khi nào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tham ái, chúc m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;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tham ái,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thoát ly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i.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thưa cùng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thì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hy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vãng sanh Tây Phư</w:t>
      </w:r>
      <w:r w:rsidRPr="00E84FF4">
        <w:rPr>
          <w:rFonts w:ascii="Times New Roman" w:eastAsia="DFKai-SB" w:hAnsi="Times New Roman"/>
          <w:sz w:val="28"/>
          <w:szCs w:val="28"/>
        </w:rPr>
        <w:t>ơng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này, nhưng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x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tham ái,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vãng sanh hay chăng? Thưa cùng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vãng sanh!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này!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gia hay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gia,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vãng sanh.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“Đ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i nghi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p”</w:t>
      </w:r>
      <w:r w:rsidRPr="00E84FF4">
        <w:rPr>
          <w:rFonts w:ascii="Times New Roman" w:eastAsia="DFKai-SB" w:hAnsi="Times New Roman"/>
          <w:sz w:val="28"/>
          <w:szCs w:val="28"/>
        </w:rPr>
        <w:t>: Pháp môn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Tông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thù,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“đ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i nghi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p vãng sanh”</w:t>
      </w:r>
      <w:r w:rsidRPr="00E84FF4">
        <w:rPr>
          <w:rFonts w:ascii="Times New Roman" w:eastAsia="DFKai-SB" w:hAnsi="Times New Roman"/>
          <w:sz w:val="28"/>
          <w:szCs w:val="28"/>
        </w:rPr>
        <w:t>, [nhưng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u rõ], </w:t>
      </w:r>
      <w:r w:rsidRPr="00E84FF4">
        <w:rPr>
          <w:rFonts w:ascii="Times New Roman" w:eastAsia="DFKai-SB" w:hAnsi="Times New Roman"/>
          <w:i/>
          <w:sz w:val="28"/>
          <w:szCs w:val="28"/>
        </w:rPr>
        <w:t>“đ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i nghi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p”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(</w:t>
      </w:r>
      <w:r w:rsidRPr="00E84FF4">
        <w:rPr>
          <w:rFonts w:ascii="DFKai-SB" w:eastAsia="DFKai-SB" w:hAnsi="DFKai-SB" w:cs="MS Gothic" w:hint="eastAsia"/>
          <w:sz w:val="28"/>
          <w:szCs w:val="28"/>
        </w:rPr>
        <w:t>帶業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) </w:t>
      </w:r>
      <w:r w:rsidRPr="00E84FF4">
        <w:rPr>
          <w:rFonts w:ascii="Times New Roman" w:eastAsia="DFKai-SB" w:hAnsi="Times New Roman"/>
          <w:sz w:val="28"/>
          <w:szCs w:val="28"/>
        </w:rPr>
        <w:t>là mang theo c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(nghi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cũ),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mang theo tân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(nghi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i). Tân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là gì?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trong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đang gây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không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C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là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đã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trong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,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a!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thì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khi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trót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sau khi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bèn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. Sau khi đã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có duyên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kh</w:t>
      </w:r>
      <w:r w:rsidRPr="00E84FF4">
        <w:rPr>
          <w:rFonts w:ascii="Times New Roman" w:eastAsia="DFKai-SB" w:hAnsi="Times New Roman"/>
          <w:sz w:val="28"/>
          <w:szCs w:val="28"/>
        </w:rPr>
        <w:t>ác nhau!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sư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nói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này: </w:t>
      </w:r>
      <w:r w:rsidRPr="00E84FF4">
        <w:rPr>
          <w:rFonts w:ascii="Times New Roman" w:eastAsia="DFKai-SB" w:hAnsi="Times New Roman"/>
          <w:i/>
          <w:sz w:val="28"/>
          <w:szCs w:val="28"/>
        </w:rPr>
        <w:t>“B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n cõi, ba b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c, chín ph</w:t>
      </w:r>
      <w:r w:rsidRPr="00E84FF4">
        <w:rPr>
          <w:rFonts w:ascii="Times New Roman" w:eastAsia="DFKai-SB" w:hAnsi="Times New Roman"/>
          <w:i/>
          <w:sz w:val="28"/>
          <w:szCs w:val="28"/>
        </w:rPr>
        <w:t>ẩ</w:t>
      </w:r>
      <w:r w:rsidRPr="00E84FF4">
        <w:rPr>
          <w:rFonts w:ascii="Times New Roman" w:eastAsia="DFKai-SB" w:hAnsi="Times New Roman"/>
          <w:i/>
          <w:sz w:val="28"/>
          <w:szCs w:val="28"/>
        </w:rPr>
        <w:t>m, nói chung là do g</w:t>
      </w:r>
      <w:r w:rsidRPr="00E84FF4">
        <w:rPr>
          <w:rFonts w:ascii="Times New Roman" w:eastAsia="DFKai-SB" w:hAnsi="Times New Roman"/>
          <w:i/>
          <w:sz w:val="28"/>
          <w:szCs w:val="28"/>
        </w:rPr>
        <w:t>ặ</w:t>
      </w:r>
      <w:r w:rsidRPr="00E84FF4">
        <w:rPr>
          <w:rFonts w:ascii="Times New Roman" w:eastAsia="DFKai-SB" w:hAnsi="Times New Roman"/>
          <w:i/>
          <w:sz w:val="28"/>
          <w:szCs w:val="28"/>
        </w:rPr>
        <w:t>p duyên khác nhau”</w:t>
      </w:r>
      <w:r w:rsidRPr="00E84FF4">
        <w:rPr>
          <w:rFonts w:ascii="Times New Roman" w:eastAsia="DFKai-SB" w:hAnsi="Times New Roman"/>
          <w:sz w:val="28"/>
          <w:szCs w:val="28"/>
        </w:rPr>
        <w:t>. Tuy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g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nghe chánh pháp, thì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là cái tâm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Nghe chánh pháp,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g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nương theo giáo hu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hành chánh pháp,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đã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trong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ch,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c; đó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“đ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i nghi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p vãng sanh”.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Nay chúng ta nói X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cái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hành,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căn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căn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não, x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n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tâm,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A La Hán,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u không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thoát ly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i. Nhưng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có cái hay, sanh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Tây Phương,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sanh trong cõi Phàm Thánh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Cư, mà là sanh trong cõi Phương Ti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 Dư. Đó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“g</w:t>
      </w:r>
      <w:r w:rsidRPr="00E84FF4">
        <w:rPr>
          <w:rFonts w:ascii="Times New Roman" w:eastAsia="DFKai-SB" w:hAnsi="Times New Roman"/>
          <w:i/>
          <w:sz w:val="28"/>
          <w:szCs w:val="28"/>
        </w:rPr>
        <w:t>ặ</w:t>
      </w:r>
      <w:r w:rsidRPr="00E84FF4">
        <w:rPr>
          <w:rFonts w:ascii="Times New Roman" w:eastAsia="DFKai-SB" w:hAnsi="Times New Roman"/>
          <w:i/>
          <w:sz w:val="28"/>
          <w:szCs w:val="28"/>
        </w:rPr>
        <w:t>p duyên khác nhau”.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lastRenderedPageBreak/>
        <w:t>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nghe chánh pháp,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nhà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“chuy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>n kinh”.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phong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Tây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ng,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 hay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gia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t cái 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xoay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“chuy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>n kinh luân”</w:t>
      </w:r>
      <w:r w:rsidRPr="00E84FF4">
        <w:rPr>
          <w:rStyle w:val="FootnoteReference"/>
          <w:rFonts w:ascii="Times New Roman" w:eastAsia="DFKai-SB" w:hAnsi="Times New Roman"/>
          <w:sz w:val="28"/>
          <w:szCs w:val="28"/>
        </w:rPr>
        <w:footnoteReference w:id="1"/>
      </w:r>
      <w:r w:rsidRPr="00E84FF4">
        <w:rPr>
          <w:rFonts w:ascii="Times New Roman" w:eastAsia="DFKai-SB" w:hAnsi="Times New Roman"/>
          <w:sz w:val="28"/>
          <w:szCs w:val="28"/>
        </w:rPr>
        <w:t>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hãy chú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M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Tông có [chuy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này],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Giáo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ra ngoài l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kia,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kinh, thuy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pháp có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Pháp Luân, hãy chú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n.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(</w:t>
      </w:r>
      <w:r w:rsidRPr="00E84FF4">
        <w:rPr>
          <w:rFonts w:ascii="Times New Roman" w:eastAsia="DFKai-SB" w:hAnsi="Times New Roman" w:hint="eastAsia"/>
          <w:sz w:val="28"/>
          <w:szCs w:val="28"/>
        </w:rPr>
        <w:t>轉</w:t>
      </w:r>
      <w:r w:rsidRPr="00E84FF4">
        <w:rPr>
          <w:rFonts w:ascii="Times New Roman" w:eastAsia="DFKai-SB" w:hAnsi="Times New Roman"/>
          <w:sz w:val="28"/>
          <w:szCs w:val="28"/>
        </w:rPr>
        <w:t>) là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n,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mê thành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ác thành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tham, sân, si thành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phàm thành thánh,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u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 công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kinh giáo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ng! Vì sao?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lìa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i/>
          <w:sz w:val="28"/>
          <w:szCs w:val="28"/>
        </w:rPr>
        <w:t>“ưu b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ưu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nói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rõ ràng. Ưu là ưu ho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(</w:t>
      </w:r>
      <w:r w:rsidRPr="00E84FF4">
        <w:rPr>
          <w:rFonts w:ascii="Times New Roman" w:eastAsia="DFKai-SB" w:hAnsi="Times New Roman" w:hint="eastAsia"/>
          <w:sz w:val="28"/>
          <w:szCs w:val="28"/>
        </w:rPr>
        <w:t>憂患</w:t>
      </w:r>
      <w:r w:rsidRPr="00E84FF4">
        <w:rPr>
          <w:rFonts w:ascii="Times New Roman" w:eastAsia="DFKai-SB" w:hAnsi="Times New Roman"/>
          <w:sz w:val="28"/>
          <w:szCs w:val="28"/>
        </w:rPr>
        <w:t>, lo âu),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kh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ng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恐怖</w:t>
      </w:r>
      <w:r w:rsidRPr="00E84FF4">
        <w:rPr>
          <w:rFonts w:ascii="Times New Roman" w:eastAsia="DFKai-SB" w:hAnsi="Times New Roman"/>
          <w:sz w:val="28"/>
          <w:szCs w:val="28"/>
        </w:rPr>
        <w:t>, kinh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).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này có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lưu ý tin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lan truy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trên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 có không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bao nhiêu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phát sanh.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có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có t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nhìn xa, đã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cho chúng ta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nguy cơ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m 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n,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gì? Do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sanh tích lũy. Vì sao tôn giáo phương Tây nói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, vì sao có cách nói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y? Quan sát c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 k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vô lý.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hai ngàn năm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l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ra là hai ngàn năm trăm năm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phương Đông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n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giáo hu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thánh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n, phong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dân chúng thu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phác,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như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 l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nhau,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tranh;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“thái bình th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>nh th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太平盛世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thái bình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tr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). Thông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sách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Trung Hoa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ca ng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i/>
          <w:sz w:val="28"/>
          <w:szCs w:val="28"/>
        </w:rPr>
        <w:t>“Nghiêu thiên Thu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n nh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(ngày tháng Nghiêu Thu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n),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vào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Nghiêu Thu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n,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thâu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Hoa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xưa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nay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“Ki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n qu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c, quân dân, giáo h</w:t>
      </w:r>
      <w:r w:rsidRPr="00E84FF4">
        <w:rPr>
          <w:rFonts w:ascii="Times New Roman" w:eastAsia="DFKai-SB" w:hAnsi="Times New Roman"/>
          <w:i/>
          <w:sz w:val="28"/>
          <w:szCs w:val="28"/>
        </w:rPr>
        <w:t>ọ</w:t>
      </w:r>
      <w:r w:rsidRPr="00E84FF4">
        <w:rPr>
          <w:rFonts w:ascii="Times New Roman" w:eastAsia="DFKai-SB" w:hAnsi="Times New Roman"/>
          <w:i/>
          <w:sz w:val="28"/>
          <w:szCs w:val="28"/>
        </w:rPr>
        <w:t>c vi tiên”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X</w:t>
      </w:r>
      <w:r w:rsidRPr="00E84FF4">
        <w:rPr>
          <w:rFonts w:ascii="Times New Roman" w:eastAsia="DFKai-SB" w:hAnsi="Times New Roman"/>
          <w:sz w:val="28"/>
          <w:szCs w:val="28"/>
        </w:rPr>
        <w:t>ây d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cai tr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nhân dân,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làm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</w:t>
      </w:r>
      <w:r w:rsidRPr="00E84FF4">
        <w:rPr>
          <w:rFonts w:ascii="Times New Roman" w:eastAsia="DFKai-SB" w:hAnsi="Times New Roman"/>
          <w:sz w:val="28"/>
          <w:szCs w:val="28"/>
        </w:rPr>
        <w:t>). Coi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quan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hơn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 khác. Vì sao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có 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y? Chính là vì đã đ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hàng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Nhưng vào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Xuân Thu, nhà Châu suy vi,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giáo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báo to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n,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“chư h</w:t>
      </w:r>
      <w:r w:rsidRPr="00E84FF4">
        <w:rPr>
          <w:rFonts w:ascii="Times New Roman" w:eastAsia="DFKai-SB" w:hAnsi="Times New Roman"/>
          <w:i/>
          <w:sz w:val="28"/>
          <w:szCs w:val="28"/>
        </w:rPr>
        <w:t>ầ</w:t>
      </w:r>
      <w:r w:rsidRPr="00E84FF4">
        <w:rPr>
          <w:rFonts w:ascii="Times New Roman" w:eastAsia="DFKai-SB" w:hAnsi="Times New Roman"/>
          <w:i/>
          <w:sz w:val="28"/>
          <w:szCs w:val="28"/>
        </w:rPr>
        <w:t>u”</w:t>
      </w:r>
      <w:r w:rsidRPr="00E84FF4">
        <w:rPr>
          <w:rStyle w:val="FootnoteReference"/>
          <w:rFonts w:ascii="Times New Roman" w:eastAsia="DFKai-SB" w:hAnsi="Times New Roman"/>
          <w:i/>
          <w:sz w:val="28"/>
          <w:szCs w:val="28"/>
        </w:rPr>
        <w:footnoteReference w:id="2"/>
      </w:r>
      <w:r w:rsidRPr="00E84FF4">
        <w:rPr>
          <w:rFonts w:ascii="Times New Roman" w:eastAsia="DFKai-SB" w:hAnsi="Times New Roman"/>
          <w:sz w:val="28"/>
          <w:szCs w:val="28"/>
        </w:rPr>
        <w:t>, sanh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i tâm </w:t>
      </w:r>
      <w:r w:rsidRPr="00E84FF4">
        <w:rPr>
          <w:rFonts w:ascii="Times New Roman" w:eastAsia="DFKai-SB" w:hAnsi="Times New Roman"/>
          <w:sz w:val="28"/>
          <w:szCs w:val="28"/>
        </w:rPr>
        <w:lastRenderedPageBreak/>
        <w:t>tham ái. Luôn mong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ti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nghi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khác, nay chúng ta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</w:t>
      </w:r>
      <w:r w:rsidRPr="00E84FF4">
        <w:rPr>
          <w:rFonts w:ascii="Times New Roman" w:eastAsia="DFKai-SB" w:hAnsi="Times New Roman"/>
          <w:i/>
          <w:sz w:val="28"/>
          <w:szCs w:val="28"/>
        </w:rPr>
        <w:t>ổ</w:t>
      </w:r>
      <w:r w:rsidRPr="00E84FF4">
        <w:rPr>
          <w:rFonts w:ascii="Times New Roman" w:eastAsia="DFKai-SB" w:hAnsi="Times New Roman"/>
          <w:i/>
          <w:sz w:val="28"/>
          <w:szCs w:val="28"/>
        </w:rPr>
        <w:t>n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i, l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i mình”,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(lãnh th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)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mình, xâm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lãnh th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khác.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đã phát sanh,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chưa đáng coi là nghiêm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ng,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bèn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nghiêm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ng.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sanh nh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m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Xuân Thu,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sanh vào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c, cách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hai ngàn năm trăm năm. Trong hai ngàn năm trăm năm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tuy các tri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coi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giáo, coi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hoàn</w:t>
      </w:r>
      <w:r w:rsidRPr="00E84FF4">
        <w:rPr>
          <w:rFonts w:ascii="Times New Roman" w:eastAsia="DFKai-SB" w:hAnsi="Times New Roman"/>
          <w:sz w:val="28"/>
          <w:szCs w:val="28"/>
        </w:rPr>
        <w:t xml:space="preserve"> toàn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x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[l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giáo] vào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t, nhưng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coi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ng,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còn gìn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bình tr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lâu dài. Nhưng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khi tri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thay đ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i, toàn là dùng th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c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“thành t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c vi vương, b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i t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c vi kh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u”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(th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ng làm vua, thua làm gi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c).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con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quân dân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thương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đáng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. Tích lũy đã hai ngàn năm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y,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[s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ẽ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i có ngày] </w:t>
      </w:r>
      <w:r w:rsidRPr="00E84FF4">
        <w:rPr>
          <w:rFonts w:ascii="Times New Roman" w:eastAsia="DFKai-SB" w:hAnsi="Times New Roman"/>
          <w:sz w:val="28"/>
          <w:szCs w:val="28"/>
        </w:rPr>
        <w:t>thanh toán s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sách chung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hai ngàn năm!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chóc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ho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ặ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có cam lòng h</w:t>
      </w:r>
      <w:r w:rsidRPr="00E84FF4">
        <w:rPr>
          <w:rFonts w:ascii="Times New Roman" w:eastAsia="DFKai-SB" w:hAnsi="Times New Roman"/>
          <w:sz w:val="28"/>
          <w:szCs w:val="28"/>
        </w:rPr>
        <w:t>ay không?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tình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hay không?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cam lòng, không tình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kh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nh là oan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oan </w:t>
      </w:r>
      <w:r w:rsidRPr="00E84FF4">
        <w:rPr>
          <w:rFonts w:ascii="Times New Roman" w:eastAsia="DFKai-SB" w:hAnsi="Times New Roman"/>
          <w:sz w:val="28"/>
          <w:szCs w:val="28"/>
        </w:rPr>
        <w:t>tương báo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xong,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và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oán 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nhau.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hai là con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oán 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cùng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càng thê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hơn</w:t>
      </w:r>
      <w:r w:rsidRPr="00E84FF4">
        <w:rPr>
          <w:rFonts w:ascii="Times New Roman" w:eastAsia="DFKai-SB" w:hAnsi="Times New Roman"/>
          <w:sz w:val="28"/>
          <w:szCs w:val="28"/>
        </w:rPr>
        <w:t>! Ăn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t là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oán 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chúng sanh.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“k</w:t>
      </w:r>
      <w:r w:rsidRPr="00E84FF4">
        <w:rPr>
          <w:rFonts w:ascii="Times New Roman" w:eastAsia="DFKai-SB" w:hAnsi="Times New Roman"/>
          <w:i/>
          <w:sz w:val="28"/>
          <w:szCs w:val="28"/>
        </w:rPr>
        <w:t>ẻ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nh ăn th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>t k</w:t>
      </w:r>
      <w:r w:rsidRPr="00E84FF4">
        <w:rPr>
          <w:rFonts w:ascii="Times New Roman" w:eastAsia="DFKai-SB" w:hAnsi="Times New Roman"/>
          <w:i/>
          <w:sz w:val="28"/>
          <w:szCs w:val="28"/>
        </w:rPr>
        <w:t>ẻ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y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u”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sai!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chúng nó 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ăn nó; nhưng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sau, nó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u, nó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ăn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t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Trong l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Trung Hoa có ghi chép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ghi chép trong l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không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ghi chép trong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sách. [N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ghi chép] trong bút ký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thuy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tư nhân thì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đáng tin 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chánh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thì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là đáng tin 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y. Trong hai mươi lăm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cũng chép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oan oan tương báo. Sau khi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rõ,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đáng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. Vì l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và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là gì? Oán 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tích lũy, tích lũy hơn hai ngàn năm, nó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phát! Chúng ta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phát trong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hay không?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!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 chúng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sanh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tâm 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trì hoãn,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àm ch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m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thù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thù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nghĩ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báo thù, nhưng trong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này,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lương, [k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oán 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ừ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</w:t>
      </w:r>
      <w:r w:rsidRPr="00E84FF4">
        <w:rPr>
          <w:rFonts w:ascii="Times New Roman" w:eastAsia="DFKai-SB" w:hAnsi="Times New Roman"/>
          <w:sz w:val="28"/>
          <w:szCs w:val="28"/>
        </w:rPr>
        <w:t>]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lòng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ra tay [sát 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ho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ặ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 tr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thù]</w:t>
      </w:r>
      <w:r w:rsidRPr="00E84FF4">
        <w:rPr>
          <w:rFonts w:ascii="Times New Roman" w:eastAsia="DFKai-SB" w:hAnsi="Times New Roman"/>
          <w:sz w:val="28"/>
          <w:szCs w:val="28"/>
        </w:rPr>
        <w:t>. Tri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i nào cũng </w:t>
      </w:r>
      <w:r w:rsidRPr="00E84FF4">
        <w:rPr>
          <w:rFonts w:ascii="Times New Roman" w:eastAsia="DFKai-SB" w:hAnsi="Times New Roman"/>
          <w:sz w:val="28"/>
          <w:szCs w:val="28"/>
        </w:rPr>
        <w:lastRenderedPageBreak/>
        <w:t>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tôn sùng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[cho nên tai ương]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trì hoãn. Cho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 đã s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to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t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thôi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Cơ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báo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oan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đã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là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đó!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môn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công án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ng, nhà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“công án” </w:t>
      </w:r>
      <w:r w:rsidRPr="00E84FF4">
        <w:rPr>
          <w:rFonts w:ascii="Times New Roman" w:eastAsia="DFKai-SB" w:hAnsi="Times New Roman"/>
          <w:sz w:val="28"/>
          <w:szCs w:val="28"/>
        </w:rPr>
        <w:t>(</w:t>
      </w:r>
      <w:r w:rsidRPr="00E84FF4">
        <w:rPr>
          <w:rFonts w:ascii="Times New Roman" w:eastAsia="DFKai-SB" w:hAnsi="Times New Roman" w:hint="eastAsia"/>
          <w:sz w:val="28"/>
          <w:szCs w:val="28"/>
        </w:rPr>
        <w:t>公案</w:t>
      </w:r>
      <w:r w:rsidRPr="00E84FF4">
        <w:rPr>
          <w:rFonts w:ascii="Times New Roman" w:eastAsia="DFKai-SB" w:hAnsi="Times New Roman"/>
          <w:sz w:val="28"/>
          <w:szCs w:val="28"/>
        </w:rPr>
        <w:t>),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bình phàm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“c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i/>
          <w:sz w:val="28"/>
          <w:szCs w:val="28"/>
        </w:rPr>
        <w:t>ự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故事</w:t>
      </w:r>
      <w:r w:rsidRPr="00E84FF4">
        <w:rPr>
          <w:rFonts w:ascii="Times New Roman" w:eastAsia="DFKai-SB" w:hAnsi="Times New Roman"/>
          <w:sz w:val="28"/>
          <w:szCs w:val="28"/>
        </w:rPr>
        <w:t>, câu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n), là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[Chúng ta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công án]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sư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ng.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truy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ký, 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lão nhân gia là cao tăng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dàng!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Ngài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làm thân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đánh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thân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i;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thân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tu hành khá quá! Đã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Ngài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gia;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tu hành cũng là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nhau tu thành công,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p.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Ngài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khá l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m, hoàng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Ngài, bái Ngài làm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sư. Hoàng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cúng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tòa báu tr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hương,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ng, quý báu!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đàn hương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tr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hương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Hương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tính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toán 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t.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bán bao nhiêu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n?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tòa báu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[b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ằ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tr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 hương]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quý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nào!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sư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tòa báu do hoàng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ng, tâm ng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sanh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i,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chính mình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 xml:space="preserve"> vinh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u,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sư nào trong thiên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sánh b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Ngài!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tâm ng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sanh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i,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lìa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!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đi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oán thân trái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ẵ</w:t>
      </w:r>
      <w:r w:rsidRPr="00E84FF4">
        <w:rPr>
          <w:rFonts w:ascii="Times New Roman" w:eastAsia="DFKai-SB" w:hAnsi="Times New Roman"/>
          <w:sz w:val="28"/>
          <w:szCs w:val="28"/>
        </w:rPr>
        <w:t>n, cơ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đã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bèn d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a thân, Sư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t gh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xém chút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bèn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u, chúng ta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ăn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t chúng sanh,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oán c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u,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là làm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lòng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khác,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luôn có oan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p.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oán thân trái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oán thân trái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ẵ</w:t>
      </w:r>
      <w:r w:rsidRPr="00E84FF4">
        <w:rPr>
          <w:rFonts w:ascii="Times New Roman" w:eastAsia="DFKai-SB" w:hAnsi="Times New Roman"/>
          <w:sz w:val="28"/>
          <w:szCs w:val="28"/>
        </w:rPr>
        <w:t>n bên c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ch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 cơ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tr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đũa.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 lý,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khá l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m,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 đem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tu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cho oán thân trái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, hy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oán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a chúng ta</w:t>
      </w:r>
      <w:r w:rsidRPr="00E84FF4">
        <w:rPr>
          <w:rFonts w:ascii="Times New Roman" w:eastAsia="DFKai-SB" w:hAnsi="Times New Roman"/>
          <w:sz w:val="28"/>
          <w:szCs w:val="28"/>
        </w:rPr>
        <w:t>. Đương nhiên là có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i, nhưng cũng có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[oán gia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trái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] c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tha cho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làm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, tích lũy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cho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Chúng ta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tâm tu hành, [oán thân trái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]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gây chư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ng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còn gây khó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a,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chúng ta khéo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vãng sanh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chân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  <w:lang w:val="en-US"/>
        </w:rPr>
        <w:t>Làm n</w:t>
      </w:r>
      <w:r w:rsidRPr="00E84FF4">
        <w:rPr>
          <w:rFonts w:ascii="Times New Roman" w:eastAsia="DFKai-SB" w:hAnsi="Times New Roman"/>
          <w:sz w:val="28"/>
          <w:szCs w:val="28"/>
        </w:rPr>
        <w:t>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g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oán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t?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là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tham, sân, si,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sát sanh,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tr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m c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p. Trong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kinh đã nói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, không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sát sanh, mà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có. Vì sao?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Có ý</w:t>
      </w:r>
      <w:r w:rsidRPr="00E84FF4">
        <w:rPr>
          <w:rFonts w:ascii="Times New Roman" w:eastAsia="DFKai-SB" w:hAnsi="Times New Roman"/>
          <w:sz w:val="28"/>
          <w:szCs w:val="28"/>
        </w:rPr>
        <w:t xml:space="preserve">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chúng sanh, tuy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chúng, nhưng cái tâm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chóc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lìa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còn có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m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Tuy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m c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p,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còn có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ti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nghi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khác; đó là cái tâm tr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m c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p.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buông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cái tâm tr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m c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p,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thành chư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ng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cho chính mình.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lìa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tr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m, dâm, d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i. Trong Ngũ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là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 hay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gia,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hãy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: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i/>
          <w:sz w:val="28"/>
          <w:szCs w:val="28"/>
        </w:rPr>
        <w:t>“Ch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>ng sát sanh, 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>ng tr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m c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p, 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>ng dâm d</w:t>
      </w:r>
      <w:r w:rsidRPr="00E84FF4">
        <w:rPr>
          <w:rFonts w:ascii="Times New Roman" w:eastAsia="DFKai-SB" w:hAnsi="Times New Roman"/>
          <w:i/>
          <w:sz w:val="28"/>
          <w:szCs w:val="28"/>
        </w:rPr>
        <w:t>ụ</w:t>
      </w:r>
      <w:r w:rsidRPr="00E84FF4">
        <w:rPr>
          <w:rFonts w:ascii="Times New Roman" w:eastAsia="DFKai-SB" w:hAnsi="Times New Roman"/>
          <w:i/>
          <w:sz w:val="28"/>
          <w:szCs w:val="28"/>
        </w:rPr>
        <w:t>c, 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>ng nói d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i, 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>ng u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ng rư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u”</w:t>
      </w:r>
      <w:r w:rsidRPr="00E84FF4">
        <w:rPr>
          <w:rFonts w:ascii="Times New Roman" w:eastAsia="DFKai-SB" w:hAnsi="Times New Roman"/>
          <w:sz w:val="28"/>
          <w:szCs w:val="28"/>
        </w:rPr>
        <w:t>.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hãy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Tuy nói đơn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có ai làm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tr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m, dâm, d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i, 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rư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u là bên ngoài,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tương 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các </w:t>
      </w:r>
      <w:r w:rsidRPr="00E84FF4">
        <w:rPr>
          <w:rFonts w:ascii="Times New Roman" w:eastAsia="DFKai-SB" w:hAnsi="Times New Roman"/>
          <w:sz w:val="28"/>
          <w:szCs w:val="28"/>
        </w:rPr>
        <w:t>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tham, sân, si,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nghi;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p. Trong có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não, ngoài có ác duyên,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u, ngũ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tr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là ác duyên,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duyên. Chúng ta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làm thân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ngũ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tr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chúng, nhưng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lên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lòng </w:t>
      </w:r>
      <w:r w:rsidRPr="00E84FF4">
        <w:rPr>
          <w:rFonts w:ascii="Times New Roman" w:eastAsia="DFKai-SB" w:hAnsi="Times New Roman"/>
          <w:sz w:val="28"/>
          <w:szCs w:val="28"/>
        </w:rPr>
        <w:t>tham ái. Ăn 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ăn no là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tâm tham. Qu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áo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m áp là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i.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thì có căn nhà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che gió đ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t mưa là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lên tâm tham.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d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 lên cái</w:t>
      </w:r>
      <w:r w:rsidRPr="00E84FF4">
        <w:rPr>
          <w:rFonts w:ascii="Times New Roman" w:eastAsia="DFKai-SB" w:hAnsi="Times New Roman"/>
          <w:sz w:val="28"/>
          <w:szCs w:val="28"/>
        </w:rPr>
        <w:t xml:space="preserve"> tâm tham,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ai không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a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trong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i,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Quang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sư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ta, Ngài là Tây Phương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Chí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tái lai.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Chí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Quán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Âm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bi. Ngài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ta, tu hành trong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này,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có quy mô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chúng tôi càng nghĩ càng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có lý.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lão nhân gia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ngh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theo nguyên t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vư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t quá hai mươi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i.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tu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nhau không hơn hai mươi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dàng duy trì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hai ba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đ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cúng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 nhu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í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i! Y đơn (</w:t>
      </w:r>
      <w:r w:rsidRPr="00E84FF4">
        <w:rPr>
          <w:rFonts w:ascii="Times New Roman" w:eastAsia="DFKai-SB" w:hAnsi="Times New Roman" w:hint="eastAsia"/>
          <w:sz w:val="28"/>
          <w:szCs w:val="28"/>
        </w:rPr>
        <w:t>衣單</w:t>
      </w:r>
      <w:r w:rsidRPr="00E84FF4">
        <w:rPr>
          <w:rFonts w:ascii="Times New Roman" w:eastAsia="DFKai-SB" w:hAnsi="Times New Roman"/>
          <w:sz w:val="28"/>
          <w:szCs w:val="28"/>
        </w:rPr>
        <w:t>), chúng ta nói là “qu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áo”,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qu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áo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thi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năm. Trong khu v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ta có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mùa, qu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áo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mùa Xuân,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, Thu, Đông đ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dùng là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u! Ăn 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đơn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là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i nông thôn,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vùng núi, chính mình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ít lương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ít rau dưa,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đơn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c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theo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quá to, quá đông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đông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p.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nhân nói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hay: </w:t>
      </w:r>
      <w:r w:rsidRPr="00E84FF4">
        <w:rPr>
          <w:rFonts w:ascii="Times New Roman" w:eastAsia="DFKai-SB" w:hAnsi="Times New Roman"/>
          <w:i/>
          <w:sz w:val="28"/>
          <w:szCs w:val="28"/>
        </w:rPr>
        <w:t>“Bi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 chuy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í</w:t>
      </w:r>
      <w:r w:rsidRPr="00E84FF4">
        <w:rPr>
          <w:rFonts w:ascii="Times New Roman" w:eastAsia="DFKai-SB" w:hAnsi="Times New Roman"/>
          <w:i/>
          <w:sz w:val="28"/>
          <w:szCs w:val="28"/>
        </w:rPr>
        <w:t>t, ít đi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u phi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n não; bi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 nhi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u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i, l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m n</w:t>
      </w:r>
      <w:r w:rsidRPr="00E84FF4">
        <w:rPr>
          <w:rFonts w:ascii="Times New Roman" w:eastAsia="DFKai-SB" w:hAnsi="Times New Roman"/>
          <w:i/>
          <w:sz w:val="28"/>
          <w:szCs w:val="28"/>
        </w:rPr>
        <w:t>ỗ</w:t>
      </w:r>
      <w:r w:rsidRPr="00E84FF4">
        <w:rPr>
          <w:rFonts w:ascii="Times New Roman" w:eastAsia="DFKai-SB" w:hAnsi="Times New Roman"/>
          <w:i/>
          <w:sz w:val="28"/>
          <w:szCs w:val="28"/>
        </w:rPr>
        <w:t>i th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phi”.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càng ít,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phi càng ít,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càng ít,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càng ít.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Đã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 thì hãy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i!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xem TV, radio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như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báo,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 chí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lo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sách v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hãy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tâm chuyên chú nơi kinh đi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n. Có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cái</w:t>
      </w:r>
      <w:r w:rsidRPr="00E84FF4">
        <w:rPr>
          <w:rFonts w:ascii="Times New Roman" w:eastAsia="DFKai-SB" w:hAnsi="Times New Roman"/>
          <w:sz w:val="28"/>
          <w:szCs w:val="28"/>
        </w:rPr>
        <w:t xml:space="preserve"> tâm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a </w:t>
      </w:r>
      <w:r w:rsidRPr="00E84FF4">
        <w:rPr>
          <w:rFonts w:ascii="Times New Roman" w:eastAsia="DFKai-SB" w:hAnsi="Times New Roman"/>
          <w:sz w:val="28"/>
          <w:szCs w:val="28"/>
        </w:rPr>
        <w:t>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an,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nh.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con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ưa thích,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buông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mà mong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 ph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luôn hi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 [như 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y]</w:t>
      </w:r>
      <w:r w:rsidRPr="00E84FF4">
        <w:rPr>
          <w:rFonts w:ascii="Times New Roman" w:eastAsia="DFKai-SB" w:hAnsi="Times New Roman"/>
          <w:sz w:val="28"/>
          <w:szCs w:val="28"/>
        </w:rPr>
        <w:t>.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tâm tu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phan duyên! Kinh sám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, pháp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i, quá n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a là phan duyên.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làm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hãy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tâm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kinh,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nghe kinh,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pháp sư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 càng ngày càng ít, nhưng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nay khoa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k</w:t>
      </w:r>
      <w:r w:rsidRPr="00E84FF4">
        <w:rPr>
          <w:rFonts w:ascii="Times New Roman" w:eastAsia="DFKai-SB" w:hAnsi="Times New Roman"/>
          <w:sz w:val="28"/>
          <w:szCs w:val="28"/>
        </w:rPr>
        <w:t>ỹ</w:t>
      </w:r>
      <w:r w:rsidRPr="00E84FF4">
        <w:rPr>
          <w:rFonts w:ascii="Times New Roman" w:eastAsia="DFKai-SB" w:hAnsi="Times New Roman"/>
          <w:sz w:val="28"/>
          <w:szCs w:val="28"/>
        </w:rPr>
        <w:t xml:space="preserve">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phát tri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thâu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ng, có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thâu hình, có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thâu âm.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chúng ta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dùng máy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hình (projector),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máy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phim qua TV,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ăng-ten (antenna),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[</w:t>
      </w:r>
      <w:r w:rsidRPr="00E84FF4">
        <w:rPr>
          <w:rFonts w:ascii="Times New Roman" w:eastAsia="DFKai-SB" w:hAnsi="Times New Roman"/>
          <w:sz w:val="28"/>
          <w:szCs w:val="28"/>
        </w:rPr>
        <w:t>các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c] TV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radio bên ngoài,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thu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Chúng ta dùng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máy móc này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chuyên môn ch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đĩa DVD, nghe kinh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nhà,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là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khó khăn!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đĩa DVD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kinh, có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đĩa DVD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các pháp sư, lưu thông trên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khó tìm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ngày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nghe kinh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sáu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có 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ni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 Ph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ừ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tám ti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 mư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ti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ồ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ồ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o tràng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đúng pháp,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m 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chư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long thiên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mà có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u!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quá to,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u, [b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>, đã]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thành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du l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ch, vãn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 [b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u]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đãi, thù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c, tôi đã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thân tâm m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i. Khách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a đi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[chúng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]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ngh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ngơi, há có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nghe kinh,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t?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Ngày hôm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 đúng là b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ị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phí u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ổ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ng,</w:t>
      </w:r>
      <w:r w:rsidRPr="00E84FF4">
        <w:rPr>
          <w:rFonts w:ascii="Times New Roman" w:eastAsia="DFKai-SB" w:hAnsi="Times New Roman"/>
          <w:sz w:val="28"/>
          <w:szCs w:val="28"/>
        </w:rPr>
        <w:t xml:space="preserve"> quanh năm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tháng lãng phí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sai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m!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chú tâm nghiên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u, [s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u] vì sao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? Đó là vì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tham ái,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ôm lòng âu lo,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hãi. Nay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quay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lìa tham ái,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sanh lòng âu lo,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Quang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 phương pháp này,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bình phàm v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nghe [s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than]: “Cách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quá!” Tho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nhìn thì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như là quá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; trên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n, trong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ni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m vui chân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t! Nói theo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“pháp h</w:t>
      </w:r>
      <w:r w:rsidRPr="00E84FF4">
        <w:rPr>
          <w:rFonts w:ascii="Times New Roman" w:eastAsia="DFKai-SB" w:hAnsi="Times New Roman"/>
          <w:i/>
          <w:sz w:val="28"/>
          <w:szCs w:val="28"/>
        </w:rPr>
        <w:t>ỷ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sung mãn”</w:t>
      </w:r>
      <w:r w:rsidRPr="00E84FF4">
        <w:rPr>
          <w:rFonts w:ascii="Times New Roman" w:eastAsia="DFKai-SB" w:hAnsi="Times New Roman"/>
          <w:sz w:val="28"/>
          <w:szCs w:val="28"/>
        </w:rPr>
        <w:t>, nói theo Nho gia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“h</w:t>
      </w:r>
      <w:r w:rsidRPr="00E84FF4">
        <w:rPr>
          <w:rFonts w:ascii="Times New Roman" w:eastAsia="DFKai-SB" w:hAnsi="Times New Roman"/>
          <w:i/>
          <w:sz w:val="28"/>
          <w:szCs w:val="28"/>
        </w:rPr>
        <w:t>ọ</w:t>
      </w:r>
      <w:r w:rsidRPr="00E84FF4">
        <w:rPr>
          <w:rFonts w:ascii="Times New Roman" w:eastAsia="DFKai-SB" w:hAnsi="Times New Roman"/>
          <w:i/>
          <w:sz w:val="28"/>
          <w:szCs w:val="28"/>
        </w:rPr>
        <w:t>c nhi th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t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p chi, b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di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c duy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t h</w:t>
      </w:r>
      <w:r w:rsidRPr="00E84FF4">
        <w:rPr>
          <w:rFonts w:ascii="Times New Roman" w:eastAsia="DFKai-SB" w:hAnsi="Times New Roman"/>
          <w:i/>
          <w:sz w:val="28"/>
          <w:szCs w:val="28"/>
        </w:rPr>
        <w:t>ồ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?” </w:t>
      </w:r>
      <w:r w:rsidRPr="00E84FF4">
        <w:rPr>
          <w:rFonts w:ascii="Times New Roman" w:eastAsia="DFKai-SB" w:hAnsi="Times New Roman"/>
          <w:sz w:val="28"/>
          <w:szCs w:val="28"/>
        </w:rPr>
        <w:t>(h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xuyên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luy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 xml:space="preserve">ng vui sao?), </w:t>
      </w:r>
      <w:r w:rsidRPr="00E84FF4">
        <w:rPr>
          <w:rFonts w:ascii="Times New Roman" w:eastAsia="DFKai-SB" w:hAnsi="Times New Roman"/>
          <w:i/>
          <w:sz w:val="28"/>
          <w:szCs w:val="28"/>
        </w:rPr>
        <w:t>“duy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t”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悅</w:t>
      </w:r>
      <w:r w:rsidRPr="00E84FF4">
        <w:rPr>
          <w:rFonts w:ascii="Times New Roman" w:eastAsia="DFKai-SB" w:hAnsi="Times New Roman"/>
          <w:sz w:val="28"/>
          <w:szCs w:val="28"/>
        </w:rPr>
        <w:t>) là vui sư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ng, trong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có chân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c. Nhưng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bình phàm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vì sao không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t?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chưa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chưa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th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.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u </w:t>
      </w:r>
      <w:r w:rsidRPr="00E84FF4">
        <w:rPr>
          <w:rFonts w:ascii="Times New Roman" w:eastAsia="DFKai-SB" w:hAnsi="Times New Roman"/>
          <w:sz w:val="28"/>
          <w:szCs w:val="28"/>
        </w:rPr>
        <w:t>là</w:t>
      </w:r>
      <w:r w:rsidRPr="00E84FF4">
        <w:rPr>
          <w:rFonts w:ascii="Times New Roman" w:eastAsia="DFKai-SB" w:hAnsi="Times New Roman"/>
          <w:sz w:val="28"/>
          <w:szCs w:val="28"/>
        </w:rPr>
        <w:t xml:space="preserve"> sau khi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hương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như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c đã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“Th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na h</w:t>
      </w:r>
      <w:r w:rsidRPr="00E84FF4">
        <w:rPr>
          <w:rFonts w:ascii="Times New Roman" w:eastAsia="DFKai-SB" w:hAnsi="Times New Roman"/>
          <w:i/>
          <w:sz w:val="28"/>
          <w:szCs w:val="28"/>
        </w:rPr>
        <w:t>ữ</w:t>
      </w:r>
      <w:r w:rsidRPr="00E84FF4">
        <w:rPr>
          <w:rFonts w:ascii="Times New Roman" w:eastAsia="DFKai-SB" w:hAnsi="Times New Roman"/>
          <w:i/>
          <w:sz w:val="28"/>
          <w:szCs w:val="28"/>
        </w:rPr>
        <w:t>u pháp v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nùng”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(Pháp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nào có 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m như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pháp). Câu này cho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đã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pháp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sung sư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trong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này,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sung sư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do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 tăm,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dư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ng, ngũ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c,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tr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tuy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hơn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sung sư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do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luân lý,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c,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và 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</w:rPr>
        <w:t>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thua kém, 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sánh b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ằ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ng! </w:t>
      </w:r>
      <w:r w:rsidRPr="00E84FF4">
        <w:rPr>
          <w:rFonts w:ascii="Times New Roman" w:eastAsia="DFKai-SB" w:hAnsi="Times New Roman"/>
          <w:sz w:val="28"/>
          <w:szCs w:val="28"/>
        </w:rPr>
        <w:t>Ni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m vui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nơi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sanh ra âu lo,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gì?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tham, sân, si thành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tham, sân, si,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tu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tham, sân, si. Nhân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nhân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khai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. Tôi đã nói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n: 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i/>
          <w:sz w:val="28"/>
          <w:szCs w:val="28"/>
        </w:rPr>
        <w:t>Đ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i/>
          <w:sz w:val="28"/>
          <w:szCs w:val="28"/>
        </w:rPr>
        <w:t>ử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Quy là gi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i lu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 căn b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n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. </w:t>
      </w:r>
      <w:r w:rsidRPr="00E84FF4">
        <w:rPr>
          <w:rFonts w:ascii="Times New Roman" w:eastAsia="DFKai-SB" w:hAnsi="Times New Roman"/>
          <w:sz w:val="28"/>
          <w:szCs w:val="28"/>
        </w:rPr>
        <w:t>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vun quén căn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Tam Quy, Ngũ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i.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gì đã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là hình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t.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khá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tu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 và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gia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làm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Sa Di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Nghi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hàng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gia,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>-kheo và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nh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a, quá cao!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làm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Sa Di mà!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hai mươi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môn oai nghi, vì sao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làm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 Do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làm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n. Vì sao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làm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n? Do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, chúng tôi nói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sz w:val="28"/>
          <w:szCs w:val="28"/>
        </w:rPr>
        <w:t>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>,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b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ằ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cách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ng.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ly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lý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xa </w:t>
      </w:r>
      <w:r w:rsidRPr="00E84FF4">
        <w:rPr>
          <w:rFonts w:ascii="Times New Roman" w:eastAsia="DFKai-SB" w:hAnsi="Times New Roman"/>
          <w:sz w:val="28"/>
          <w:szCs w:val="28"/>
        </w:rPr>
        <w:t>lìa, lìa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ác, tu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n.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gia thì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thi hành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Quy, Tam Quy, Ngũ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 thì có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Quy, có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Tam Quy Ngũ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và Sa Di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Nghi.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chư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long thiên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là khuôn m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u cho thân tâm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mình.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tâm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đ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tâm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tâm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bình đ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lý gì? Xa lìa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nhi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m, tâm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nh. Xa lìa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tâm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bình đ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ng.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bình đ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sanh ra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chúng ta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“khai ng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Do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do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khai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đã khai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l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vui sư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ng? Thưa cùng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trì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như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[nguyên nhân là vì]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</w:rPr>
        <w:t xml:space="preserve"> cái tâm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công phu không đ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.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tâm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hoan 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>.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xuyên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luy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vui sao?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pháp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Trong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giáo,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sanh thì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 xml:space="preserve"> sung mãn.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mà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[chính là vì]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chưa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may pháp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nào. Sau khi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m, có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c;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sau,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bu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m xuôi gió trên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tiên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là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xa lìa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khí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o</w:t>
      </w:r>
      <w:r w:rsidRPr="00E84FF4">
        <w:rPr>
          <w:rFonts w:ascii="Times New Roman" w:eastAsia="DFKai-SB" w:hAnsi="Times New Roman"/>
          <w:sz w:val="28"/>
          <w:szCs w:val="28"/>
        </w:rPr>
        <w:t>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kh</w:t>
      </w:r>
      <w:r w:rsidRPr="00E84FF4">
        <w:rPr>
          <w:rFonts w:ascii="Times New Roman" w:eastAsia="DFKai-SB" w:hAnsi="Times New Roman"/>
          <w:sz w:val="28"/>
          <w:szCs w:val="28"/>
        </w:rPr>
        <w:t>í căn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não.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ỗ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a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nó, sau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tâm,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giao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nó,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v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đó là đúng! Nay đã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chúng ta ngh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ngơi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phút.</w:t>
      </w:r>
    </w:p>
    <w:p w:rsidR="00796673" w:rsidRPr="00E84FF4" w:rsidRDefault="00796673">
      <w:pPr>
        <w:jc w:val="center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***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xin m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ng. Xin xem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bài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cu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cùng trong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này,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bài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chín: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E84FF4">
        <w:rPr>
          <w:rFonts w:ascii="Times New Roman" w:eastAsia="DFKai-SB" w:hAnsi="Times New Roman"/>
          <w:b/>
          <w:i/>
          <w:sz w:val="28"/>
          <w:szCs w:val="28"/>
        </w:rPr>
        <w:t>(Kinh) Như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c ki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 viên uy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n, đương nguy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 chúng sanh, c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ầ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 tu chư h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nh, thú Ph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t B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E84FF4">
        <w:rPr>
          <w:rFonts w:ascii="Times New Roman" w:eastAsia="DFKai-SB" w:hAnsi="Times New Roman"/>
          <w:b/>
          <w:sz w:val="28"/>
          <w:szCs w:val="32"/>
        </w:rPr>
        <w:t>(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84FF4">
        <w:rPr>
          <w:rFonts w:ascii="Times New Roman" w:eastAsia="DFKai-SB" w:hAnsi="Times New Roman"/>
          <w:b/>
          <w:sz w:val="28"/>
          <w:szCs w:val="32"/>
        </w:rPr>
        <w:t>)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若見園苑。當願眾生。勤修諸行。趣佛菩提。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(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E84FF4">
        <w:rPr>
          <w:rFonts w:ascii="Times New Roman" w:eastAsia="DFKai-SB" w:hAnsi="Times New Roman"/>
          <w:i/>
          <w:sz w:val="28"/>
          <w:szCs w:val="28"/>
        </w:rPr>
        <w:t>: N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u th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y vư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n tư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c,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cho chúng sanh, siêng tu các h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nh, đ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t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 B</w:t>
      </w:r>
      <w:r w:rsidRPr="00E84FF4">
        <w:rPr>
          <w:rFonts w:ascii="Times New Roman" w:eastAsia="DFKai-SB" w:hAnsi="Times New Roman"/>
          <w:i/>
          <w:sz w:val="28"/>
          <w:szCs w:val="28"/>
        </w:rPr>
        <w:t>ồ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).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 xml:space="preserve">Đây là nói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trên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trông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vư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 r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ng. </w:t>
      </w:r>
      <w:r w:rsidRPr="00E84FF4">
        <w:rPr>
          <w:rFonts w:ascii="Times New Roman" w:eastAsia="DFKai-SB" w:hAnsi="Times New Roman"/>
          <w:i/>
          <w:sz w:val="28"/>
          <w:szCs w:val="28"/>
        </w:rPr>
        <w:t>“Viên uy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>n”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園苑</w:t>
      </w:r>
      <w:r w:rsidRPr="00E84FF4">
        <w:rPr>
          <w:rFonts w:ascii="Times New Roman" w:eastAsia="DFKai-SB" w:hAnsi="Times New Roman"/>
          <w:sz w:val="28"/>
          <w:szCs w:val="28"/>
        </w:rPr>
        <w:t>): Vào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thông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cư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các gia đình khá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u có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vư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, chúng ta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“hoa viên”</w:t>
      </w:r>
      <w:r w:rsidRPr="00E84FF4">
        <w:rPr>
          <w:rFonts w:ascii="Times New Roman" w:eastAsia="DFKai-SB" w:hAnsi="Times New Roman"/>
          <w:sz w:val="28"/>
          <w:szCs w:val="28"/>
        </w:rPr>
        <w:t>,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i/>
          <w:sz w:val="28"/>
          <w:szCs w:val="28"/>
        </w:rPr>
        <w:t>“thái viên”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菜園</w:t>
      </w:r>
      <w:r w:rsidRPr="00E84FF4">
        <w:rPr>
          <w:rFonts w:ascii="Times New Roman" w:eastAsia="DFKai-SB" w:hAnsi="Times New Roman"/>
          <w:sz w:val="28"/>
          <w:szCs w:val="28"/>
        </w:rPr>
        <w:t>, vư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 rau).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nông thôn,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trông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nơi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cách xa thành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cho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Trong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Kháng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n, tôi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Hành Sơn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khái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y, tám tháng. Tôi còn nh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nơi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là Tr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G</w:t>
      </w:r>
      <w:r w:rsidRPr="00E84FF4">
        <w:rPr>
          <w:rFonts w:ascii="Times New Roman" w:eastAsia="DFKai-SB" w:hAnsi="Times New Roman"/>
          <w:sz w:val="28"/>
          <w:szCs w:val="28"/>
        </w:rPr>
        <w:t xml:space="preserve">ia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 xml:space="preserve">à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B</w:t>
      </w:r>
      <w:r w:rsidRPr="00E84FF4">
        <w:rPr>
          <w:rFonts w:ascii="Times New Roman" w:eastAsia="DFKai-SB" w:hAnsi="Times New Roman"/>
          <w:sz w:val="28"/>
          <w:szCs w:val="28"/>
        </w:rPr>
        <w:t xml:space="preserve">iên. Con sông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Tương giang, cách 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thành Hành Dương tám d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m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ng, [nhà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y]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gia đình giàu có. Nhà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ki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như có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dãy,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căn nhà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n. Phía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có vư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 cây ăn trái,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sân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c. Sân sau là vư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 rau, vư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 rau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to. Nhà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theo ki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trúc hai t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u. Khi đó, chúng tôi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nhà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, nhà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suy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 nhân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y! Vì sân quá sâu, có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giác khá âm u vì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đông!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Trông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vì sao nghĩ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tu hành? Thu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xác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là có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vương,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có nhà c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a dư ra,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đem cúng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dùng làm nơi ch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tu hành,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o. Như trong kinh Di Đà, 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Cô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c Viên, đó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“viên uy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>n”.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Khu vư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tư nhân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Cô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(</w:t>
      </w:r>
      <w:r w:rsidRPr="00E84FF4">
        <w:rPr>
          <w:rFonts w:ascii="Times New Roman" w:hAnsi="Times New Roman"/>
          <w:sz w:val="28"/>
          <w:szCs w:val="28"/>
          <w:lang w:val="en"/>
        </w:rPr>
        <w:t>Anāthapindika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)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Đa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(Sudatta)</w:t>
      </w:r>
      <w:r w:rsidRPr="00E84FF4">
        <w:rPr>
          <w:rFonts w:ascii="Times New Roman" w:eastAsia="DFKai-SB" w:hAnsi="Times New Roman"/>
          <w:sz w:val="28"/>
          <w:szCs w:val="28"/>
        </w:rPr>
        <w:t>. Nguyên lai, khu vư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c hoa viên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Đà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(Jeta)</w:t>
      </w:r>
      <w:r w:rsidRPr="00E84FF4">
        <w:rPr>
          <w:rFonts w:ascii="Times New Roman" w:eastAsia="DFKai-SB" w:hAnsi="Times New Roman"/>
          <w:sz w:val="28"/>
          <w:szCs w:val="28"/>
        </w:rPr>
        <w:t>.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Cô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tính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 Thích Ca Mâu Ni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Xá V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ho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pháp,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tìm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nơi ch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đãi. Ông ta nhìn trúng hoa viên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Đà, hy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Đà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bán cho ông ta. 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ông ta: “Ông mua vư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 hoa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ta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gì?”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thưa: “Tôi tính cung th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 Thích Ca Mâu Ni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nơi đây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kinh”. 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bèn nói đùa,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o: “Đư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y! Ông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mua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ta, nghe nói nhà ông có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vàng, ông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đem vàng lót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t, l</w:t>
      </w:r>
      <w:r w:rsidRPr="00E84FF4">
        <w:rPr>
          <w:rFonts w:ascii="Times New Roman" w:eastAsia="DFKai-SB" w:hAnsi="Times New Roman"/>
          <w:sz w:val="28"/>
          <w:szCs w:val="28"/>
        </w:rPr>
        <w:t>ót bao nhiêu, ta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cho ông </w:t>
      </w:r>
      <w:r w:rsidRPr="00E84FF4">
        <w:rPr>
          <w:rFonts w:ascii="Times New Roman" w:eastAsia="DFKai-SB" w:hAnsi="Times New Roman"/>
          <w:sz w:val="28"/>
          <w:szCs w:val="28"/>
        </w:rPr>
        <w:t>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nhiêu”.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C</w:t>
      </w:r>
      <w:r w:rsidRPr="00E84FF4">
        <w:rPr>
          <w:rFonts w:ascii="Times New Roman" w:eastAsia="DFKai-SB" w:hAnsi="Times New Roman"/>
          <w:sz w:val="28"/>
          <w:szCs w:val="28"/>
        </w:rPr>
        <w:t>ô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đem vàng ròng lót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Đà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ng, nói: “Thích Ca Mâu Ni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là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gì mà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ông làm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y?” Ông ta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đơn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hành tr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Tôn, 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cũng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vui thích, nói: “Như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quá, hai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chúng ta cùng làm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c”.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Đa không ch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u: “Tôi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làm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mình!” Cu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cùng, 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nghĩ ra cách nào, bèn nói: “Đư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m! Ta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bán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này cho ông,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hoa c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cây c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trên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là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ta, ta ch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i toàn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”. Tu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Đa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ó cách nào, cu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cùng 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hai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cùng nhau cúng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là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Cô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Viên (</w:t>
      </w:r>
      <w:r w:rsidRPr="00E84FF4">
        <w:rPr>
          <w:rFonts w:ascii="Times New Roman" w:hAnsi="Times New Roman"/>
          <w:bCs/>
          <w:sz w:val="28"/>
          <w:szCs w:val="28"/>
          <w:lang w:val="en"/>
        </w:rPr>
        <w:t>Jetavane Anāthapindikassa ārāma</w:t>
      </w:r>
      <w:r w:rsidRPr="00E84FF4">
        <w:rPr>
          <w:rFonts w:ascii="Times New Roman" w:hAnsi="Times New Roman"/>
          <w:sz w:val="28"/>
          <w:szCs w:val="28"/>
          <w:lang w:val="en"/>
        </w:rPr>
        <w:t>)</w:t>
      </w:r>
      <w:r w:rsidRPr="00E84FF4">
        <w:rPr>
          <w:rFonts w:ascii="Times New Roman" w:eastAsia="DFKai-SB" w:hAnsi="Times New Roman"/>
          <w:sz w:val="28"/>
          <w:szCs w:val="28"/>
        </w:rPr>
        <w:t>, ý nói cây c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i, hoa c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Đà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đai là 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a </w:t>
      </w:r>
      <w:r w:rsidRPr="00E84FF4">
        <w:rPr>
          <w:rFonts w:ascii="Times New Roman" w:eastAsia="DFKai-SB" w:hAnsi="Times New Roman"/>
          <w:sz w:val="28"/>
          <w:szCs w:val="28"/>
        </w:rPr>
        <w:t>Thái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cho Tu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Đa</w:t>
      </w:r>
      <w:r w:rsidRPr="00E84FF4">
        <w:rPr>
          <w:rFonts w:ascii="Times New Roman" w:eastAsia="DFKai-SB" w:hAnsi="Times New Roman"/>
          <w:sz w:val="28"/>
          <w:szCs w:val="28"/>
        </w:rPr>
        <w:t>, hai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cùng nhau cúng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ng. Thu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vương,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cư sĩ,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tư nhân có vư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 r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nghênh th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nơi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kinh, thuy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pháp.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trông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quan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bèn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phát ho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Tát, </w:t>
      </w:r>
      <w:r w:rsidRPr="00E84FF4">
        <w:rPr>
          <w:rFonts w:ascii="Times New Roman" w:eastAsia="DFKai-SB" w:hAnsi="Times New Roman"/>
          <w:i/>
          <w:sz w:val="28"/>
          <w:szCs w:val="28"/>
        </w:rPr>
        <w:t>“đương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chúng sanh, c</w:t>
      </w:r>
      <w:r w:rsidRPr="00E84FF4">
        <w:rPr>
          <w:rFonts w:ascii="Times New Roman" w:eastAsia="DFKai-SB" w:hAnsi="Times New Roman"/>
          <w:i/>
          <w:sz w:val="28"/>
          <w:szCs w:val="28"/>
        </w:rPr>
        <w:t>ầ</w:t>
      </w:r>
      <w:r w:rsidRPr="00E84FF4">
        <w:rPr>
          <w:rFonts w:ascii="Times New Roman" w:eastAsia="DFKai-SB" w:hAnsi="Times New Roman"/>
          <w:i/>
          <w:sz w:val="28"/>
          <w:szCs w:val="28"/>
        </w:rPr>
        <w:t>n tu chư h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nh, thú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 B</w:t>
      </w:r>
      <w:r w:rsidRPr="00E84FF4">
        <w:rPr>
          <w:rFonts w:ascii="Times New Roman" w:eastAsia="DFKai-SB" w:hAnsi="Times New Roman"/>
          <w:i/>
          <w:sz w:val="28"/>
          <w:szCs w:val="28"/>
        </w:rPr>
        <w:t>ồ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E84FF4">
        <w:rPr>
          <w:rFonts w:ascii="Times New Roman" w:eastAsia="DFKai-SB" w:hAnsi="Times New Roman"/>
          <w:sz w:val="28"/>
          <w:szCs w:val="28"/>
        </w:rPr>
        <w:t>(nguy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cho chúng sanh, siêng tu các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t).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i/>
          <w:sz w:val="28"/>
          <w:szCs w:val="28"/>
        </w:rPr>
        <w:t>“chư h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nh”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đây bi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pháp môn do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đã giáo hu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n. Căn tánh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sanh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nhau;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các phương pháp khác nhau.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 quát thì có ba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căn tánh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ng, trung,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ng: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căn,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trung căn và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căn. Trong kinh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nói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này.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căn, trong hàng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căn, còn có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ng, trung,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, trong hàng trung căn cũng có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ng, trung,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, trong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căn cũng có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ng, trung,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chia thành chín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p.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trong chín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p,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có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ng, trung,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.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lý này!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cơ thuy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pháp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(thuy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 pháp thích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ứ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ớ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căn cơ 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a 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ỗ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chúng sanh)</w:t>
      </w:r>
      <w:r w:rsidRPr="00E84FF4">
        <w:rPr>
          <w:rFonts w:ascii="Times New Roman" w:eastAsia="DFKai-SB" w:hAnsi="Times New Roman"/>
          <w:sz w:val="28"/>
          <w:szCs w:val="28"/>
        </w:rPr>
        <w:t>, tuy Tăng đoàn to ng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nhưng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kinh đi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ngàn hai trăm năm mươi lăm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[đ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],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nơi đâu,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Tùy Chúng,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theo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đoàn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to ng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b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cách nào? Thưa cùng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sanh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là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riêng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t!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chúng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cùng nhau nghe,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này.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có pháp môn chuyên tu riêng t</w:t>
      </w:r>
      <w:r w:rsidRPr="00E84FF4">
        <w:rPr>
          <w:rFonts w:ascii="Times New Roman" w:eastAsia="DFKai-SB" w:hAnsi="Times New Roman"/>
          <w:sz w:val="28"/>
          <w:szCs w:val="28"/>
        </w:rPr>
        <w:t>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u. Nói cách khác,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truy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cho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pháp môn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ng, đó là khóa trình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thâm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môn, huân tu lâu dài, cho nên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u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có </w:t>
      </w:r>
      <w:r w:rsidRPr="00E84FF4">
        <w:rPr>
          <w:rFonts w:ascii="Times New Roman" w:eastAsia="DFKai-SB" w:hAnsi="Times New Roman"/>
          <w:sz w:val="28"/>
          <w:szCs w:val="28"/>
        </w:rPr>
        <w:t>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u. Khoa m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chung là gì?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y ông Giáp, các ông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t, Bính, Đinh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nghe.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y ông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t, ông Giáp, Bính, Đinh cũng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nghe.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nghe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m giúp ích cho khóa trình chánh tu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chánh tr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song tu.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Pháp do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truy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có m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quan h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căn tánh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Nói thông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thì trong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p pháp môn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đã có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 căn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dàng. Trong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tu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c pháp môn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nay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xa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, mà cũng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khó khăn. Trong các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chú tâm quan sát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có tình hình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hay không?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u! Có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kinh, dăm ba tháng bèn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lòng.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mà thu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lòng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sai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nào. Có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cùng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kinh, [n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c]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năm,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do nguyên nhân nào?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thì kh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là trong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c;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mau chóng. Căn tánh khác nhau đó mà! Có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trì chú, chú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nghe li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dàng. Có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khó nh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chú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bài chú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căn tánh khác nhau!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quán cơ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(quan sát căn cơ)</w:t>
      </w:r>
      <w:r w:rsidRPr="00E84FF4">
        <w:rPr>
          <w:rFonts w:ascii="Times New Roman" w:eastAsia="DFKai-SB" w:hAnsi="Times New Roman"/>
          <w:sz w:val="28"/>
          <w:szCs w:val="28"/>
        </w:rPr>
        <w:t>, thưa cùng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A La Hán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quán cơ; [vì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],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may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n! Các Ngài truy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cho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môn,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 nghiêm túc n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c, tinh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không lư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nhác,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ai không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u. Đúng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“v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tu, v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vãng sanh”.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Nhưng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Pháp, thánh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n ít 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i. Vì sao thánh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n ít 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i? Nói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ra là do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chư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sanh quá n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. Nhìn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chư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đơn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n, chính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ng.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tham ái trong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chư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n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 n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. Không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là ngu si,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!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nghe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nghe giáo hu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trong kinh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“v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 ban tương b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kh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, duy h</w:t>
      </w:r>
      <w:r w:rsidRPr="00E84FF4">
        <w:rPr>
          <w:rFonts w:ascii="Times New Roman" w:eastAsia="DFKai-SB" w:hAnsi="Times New Roman"/>
          <w:i/>
          <w:sz w:val="28"/>
          <w:szCs w:val="28"/>
        </w:rPr>
        <w:t>ữ</w:t>
      </w:r>
      <w:r w:rsidRPr="00E84FF4">
        <w:rPr>
          <w:rFonts w:ascii="Times New Roman" w:eastAsia="DFKai-SB" w:hAnsi="Times New Roman"/>
          <w:i/>
          <w:sz w:val="28"/>
          <w:szCs w:val="28"/>
        </w:rPr>
        <w:t>u nghi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p tùy thân”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(muôn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đem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theo thân).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nghĩ thông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câu này,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muôn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muôn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trong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[lúc] sanh ra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mang theo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n, lúc ch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đem theo đi,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còn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chúng hay chăng?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còn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hay không?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Trong kinh giáo,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đã nói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u. Dùng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,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là s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 chung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năm nhà,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Vào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i, trót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thì không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cá nhân 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 hình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t, mà còn có khi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thâu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n, quan ph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thâu, sung công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đai, nhà 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a</w:t>
      </w:r>
      <w:r w:rsidRPr="00E84FF4">
        <w:rPr>
          <w:rFonts w:ascii="Times New Roman" w:eastAsia="DFKai-SB" w:hAnsi="Times New Roman"/>
          <w:sz w:val="28"/>
          <w:szCs w:val="28"/>
        </w:rPr>
        <w:t>.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hai là con cái hư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ng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gia đình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i.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là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tr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 cư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ớ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</w:t>
      </w:r>
      <w:r w:rsidRPr="00E84FF4">
        <w:rPr>
          <w:rFonts w:ascii="Times New Roman" w:eastAsia="DFKai-SB" w:hAnsi="Times New Roman"/>
          <w:sz w:val="28"/>
          <w:szCs w:val="28"/>
        </w:rPr>
        <w:t>.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tư là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a tai,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năm là th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y tai.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là 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i/>
          <w:sz w:val="28"/>
          <w:szCs w:val="28"/>
        </w:rPr>
        <w:t>năm nhà cùng s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i/>
          <w:sz w:val="28"/>
          <w:szCs w:val="28"/>
        </w:rPr>
        <w:t>ữ</w:t>
      </w:r>
      <w:r w:rsidRPr="00E84FF4">
        <w:rPr>
          <w:rFonts w:ascii="Times New Roman" w:eastAsia="DFKai-SB" w:hAnsi="Times New Roman"/>
          <w:i/>
          <w:sz w:val="28"/>
          <w:szCs w:val="28"/>
        </w:rPr>
        <w:t>u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i/>
          <w:sz w:val="28"/>
          <w:szCs w:val="28"/>
        </w:rPr>
        <w:t>.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 là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? Cái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mang theo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chính là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theo thân. Q</w:t>
      </w:r>
      <w:r w:rsidRPr="00E84FF4">
        <w:rPr>
          <w:rFonts w:ascii="Times New Roman" w:eastAsia="DFKai-SB" w:hAnsi="Times New Roman"/>
          <w:sz w:val="28"/>
          <w:szCs w:val="28"/>
        </w:rPr>
        <w:t>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tác ác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mang theo,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trong tam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tác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mang theo,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trong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tr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A Di Đà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đó là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mang theo [t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p] vãng sanh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nghĩ thông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t,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duyên,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lìa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tham ái,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là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i/>
          <w:sz w:val="28"/>
          <w:szCs w:val="28"/>
        </w:rPr>
        <w:t>“đ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c vô ưu x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(đ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đư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 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ỗ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không lo âu)</w:t>
      </w:r>
      <w:r w:rsidRPr="00E84FF4">
        <w:rPr>
          <w:rFonts w:ascii="Times New Roman" w:eastAsia="DFKai-SB" w:hAnsi="Times New Roman"/>
          <w:sz w:val="28"/>
          <w:szCs w:val="28"/>
        </w:rPr>
        <w:t>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làm gì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chún</w:t>
      </w:r>
      <w:r w:rsidRPr="00E84FF4">
        <w:rPr>
          <w:rFonts w:ascii="Times New Roman" w:eastAsia="DFKai-SB" w:hAnsi="Times New Roman"/>
          <w:sz w:val="28"/>
          <w:szCs w:val="28"/>
        </w:rPr>
        <w:t>g?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 sành sanh! Làm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cũng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 sành sanh!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Trong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năm qua, tôi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đã làm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pháp sư Đàm Thi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Tân Gia Ba. Tôi cũng đã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năm chưa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 xml:space="preserve">p Sư.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Tân Gia Ba, Sư cũng là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k</w:t>
      </w:r>
      <w:r w:rsidRPr="00E84FF4">
        <w:rPr>
          <w:rFonts w:ascii="Times New Roman" w:eastAsia="DFKai-SB" w:hAnsi="Times New Roman"/>
          <w:sz w:val="28"/>
          <w:szCs w:val="28"/>
        </w:rPr>
        <w:t>ỳ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nhân. Sư bày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cái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mi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Thành Hoàng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gi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hương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đèn.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ta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Thành Hoàng dâng hương, Sư bán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gi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y, hương đèn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đó,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thân Sư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máy, v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 vòi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máy thì Sư 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máy ch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ra. Chúng tôi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thăm Sư, là khách;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đãi khách, Sư ra ngoài mua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chén n</w:t>
      </w:r>
      <w:r w:rsidRPr="00E84FF4">
        <w:rPr>
          <w:rFonts w:ascii="Times New Roman" w:eastAsia="DFKai-SB" w:hAnsi="Times New Roman"/>
          <w:sz w:val="28"/>
          <w:szCs w:val="28"/>
        </w:rPr>
        <w:t>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khoáng tuy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(nư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i)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đãi khách.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Sư kham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nào.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ngày, Sư bán hương đèn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dành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m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n, qua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năm tháng cũng [dành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m]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ít!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tiên tôi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t Sư là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u Kim Sơn (San Francisco). Các cư sĩ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Kim Sơn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i Giác Liên Xã, tôi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cũng </w:t>
      </w:r>
      <w:r w:rsidRPr="00E84FF4">
        <w:rPr>
          <w:rFonts w:ascii="Times New Roman" w:eastAsia="DFKai-SB" w:hAnsi="Times New Roman"/>
          <w:sz w:val="28"/>
          <w:szCs w:val="28"/>
        </w:rPr>
        <w:t>đã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đó. Cu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cùng,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căn nhà,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mua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vĩnh c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u. Thu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u là thuê. Khi đó, căn nhà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mươi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ỹ</w:t>
      </w:r>
      <w:r w:rsidRPr="00E84FF4">
        <w:rPr>
          <w:rFonts w:ascii="Times New Roman" w:eastAsia="DFKai-SB" w:hAnsi="Times New Roman"/>
          <w:sz w:val="28"/>
          <w:szCs w:val="28"/>
        </w:rPr>
        <w:t xml:space="preserve"> kim, pháp sư Đàm Thi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ra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mươi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n. Sau khi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xong,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 dò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t câu: </w:t>
      </w:r>
      <w:r w:rsidRPr="00E84FF4">
        <w:rPr>
          <w:rFonts w:ascii="Times New Roman" w:eastAsia="DFKai-SB" w:hAnsi="Times New Roman"/>
          <w:i/>
          <w:sz w:val="28"/>
          <w:szCs w:val="28"/>
        </w:rPr>
        <w:t>“Nhân qu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i/>
          <w:sz w:val="28"/>
          <w:szCs w:val="28"/>
        </w:rPr>
        <w:t>ủ</w:t>
      </w:r>
      <w:r w:rsidRPr="00E84FF4">
        <w:rPr>
          <w:rFonts w:ascii="Times New Roman" w:eastAsia="DFKai-SB" w:hAnsi="Times New Roman"/>
          <w:i/>
          <w:sz w:val="28"/>
          <w:szCs w:val="28"/>
        </w:rPr>
        <w:t>a ai, k</w:t>
      </w:r>
      <w:r w:rsidRPr="00E84FF4">
        <w:rPr>
          <w:rFonts w:ascii="Times New Roman" w:eastAsia="DFKai-SB" w:hAnsi="Times New Roman"/>
          <w:i/>
          <w:sz w:val="28"/>
          <w:szCs w:val="28"/>
        </w:rPr>
        <w:t>ẻ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đó ch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>u trách nhi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m”.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Sau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a!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sau, tôi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Tân Gia Ba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 xml:space="preserve">p Sư, nghe nói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Châu, Sư có chùa Tây Thi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n. Ngôi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o tràng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do Sư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ra xây d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ng, nghe nói Sư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ba trăm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ỹ</w:t>
      </w:r>
      <w:r w:rsidRPr="00E84FF4">
        <w:rPr>
          <w:rFonts w:ascii="Times New Roman" w:eastAsia="DFKai-SB" w:hAnsi="Times New Roman"/>
          <w:sz w:val="28"/>
          <w:szCs w:val="28"/>
        </w:rPr>
        <w:t xml:space="preserve"> kim,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ra toàn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xây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ngôi chùa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khó có! Sư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nào, </w:t>
      </w:r>
      <w:r w:rsidRPr="00E84FF4">
        <w:rPr>
          <w:rFonts w:ascii="Times New Roman" w:eastAsia="DFKai-SB" w:hAnsi="Times New Roman"/>
          <w:i/>
          <w:sz w:val="28"/>
          <w:szCs w:val="28"/>
        </w:rPr>
        <w:t>“ai có nhân qu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y, k</w:t>
      </w:r>
      <w:r w:rsidRPr="00E84FF4">
        <w:rPr>
          <w:rFonts w:ascii="Times New Roman" w:eastAsia="DFKai-SB" w:hAnsi="Times New Roman"/>
          <w:i/>
          <w:sz w:val="28"/>
          <w:szCs w:val="28"/>
        </w:rPr>
        <w:t>ẻ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đó ch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>u trách nhi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m”.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Sư đã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 sành sanh. Chính mình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kham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ngày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t câu 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i/>
          <w:sz w:val="28"/>
          <w:szCs w:val="28"/>
        </w:rPr>
        <w:t>A Di Đà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i/>
          <w:sz w:val="28"/>
          <w:szCs w:val="28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sanh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Chúng tôi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sư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xác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là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khác tôn kính.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Sư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x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nh xoàng, Sư là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hân tâm,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thành ý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xác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là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lìa tham ái,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sanh âu lo,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hãi. Chúng tôi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đó.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Trong bài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coi hoàn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nh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như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phát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này,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cho chúng sanh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khéo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hoàn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tu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 xml:space="preserve">p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dư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</w:t>
      </w:r>
      <w:r w:rsidRPr="00E84FF4">
        <w:rPr>
          <w:rFonts w:ascii="Times New Roman" w:eastAsia="DFKai-SB" w:hAnsi="Times New Roman"/>
          <w:sz w:val="28"/>
          <w:szCs w:val="28"/>
        </w:rPr>
        <w:t>, đúng là nơi ch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dư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p. Chúng ta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xác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là có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nơi có cơ s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nhưng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quên tu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pháp!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do khoa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k</w:t>
      </w:r>
      <w:r w:rsidRPr="00E84FF4">
        <w:rPr>
          <w:rFonts w:ascii="Times New Roman" w:eastAsia="DFKai-SB" w:hAnsi="Times New Roman"/>
          <w:sz w:val="28"/>
          <w:szCs w:val="28"/>
        </w:rPr>
        <w:t>ỹ</w:t>
      </w:r>
      <w:r w:rsidRPr="00E84FF4">
        <w:rPr>
          <w:rFonts w:ascii="Times New Roman" w:eastAsia="DFKai-SB" w:hAnsi="Times New Roman"/>
          <w:sz w:val="28"/>
          <w:szCs w:val="28"/>
        </w:rPr>
        <w:t xml:space="preserve">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công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thương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phát tri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phú quý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ít, hoa viên,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u, trong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có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hay chăng</w:t>
      </w:r>
      <w:r w:rsidRPr="00E84FF4">
        <w:rPr>
          <w:rFonts w:ascii="Times New Roman" w:eastAsia="DFKai-SB" w:hAnsi="Times New Roman"/>
          <w:sz w:val="28"/>
          <w:szCs w:val="28"/>
        </w:rPr>
        <w:t>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 xml:space="preserve">ng có! Trong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danh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i, là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hoan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đáng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c!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ự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hoan l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 do danh l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lâu dài,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con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có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trên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năm?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báo,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báo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đã nói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hay, khó có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chính </w:t>
      </w:r>
      <w:r w:rsidRPr="00E84FF4">
        <w:rPr>
          <w:rFonts w:ascii="Times New Roman" w:eastAsia="DFKai-SB" w:hAnsi="Times New Roman"/>
          <w:sz w:val="28"/>
          <w:szCs w:val="28"/>
        </w:rPr>
        <w:t xml:space="preserve">là </w:t>
      </w:r>
      <w:r w:rsidRPr="00E84FF4">
        <w:rPr>
          <w:rFonts w:ascii="Times New Roman" w:eastAsia="DFKai-SB" w:hAnsi="Times New Roman"/>
          <w:i/>
          <w:sz w:val="28"/>
          <w:szCs w:val="28"/>
        </w:rPr>
        <w:t>“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hư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 xml:space="preserve">ng </w:t>
      </w:r>
      <w:r w:rsidRPr="00E84FF4">
        <w:rPr>
          <w:rFonts w:ascii="Times New Roman" w:eastAsia="DFKai-SB" w:hAnsi="Times New Roman"/>
          <w:i/>
          <w:sz w:val="28"/>
          <w:szCs w:val="28"/>
        </w:rPr>
        <w:t>thanh phư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c” </w:t>
      </w:r>
      <w:r w:rsidRPr="00E84FF4">
        <w:rPr>
          <w:rFonts w:ascii="Times New Roman" w:eastAsia="DFKai-SB" w:hAnsi="Times New Roman"/>
          <w:sz w:val="28"/>
          <w:szCs w:val="28"/>
        </w:rPr>
        <w:t>(</w:t>
      </w:r>
      <w:r w:rsidRPr="00E84FF4">
        <w:rPr>
          <w:rFonts w:ascii="DFKai-SB" w:eastAsia="DFKai-SB" w:hAnsi="DFKai-SB" w:cs="MS Gothic" w:hint="eastAsia"/>
          <w:sz w:val="28"/>
          <w:szCs w:val="28"/>
        </w:rPr>
        <w:t>清福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</w:rPr>
        <w:t>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báo thanh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ch). Ai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thanh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c?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thanh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Nhan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thanh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cao tăng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thu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các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ng thanh </w:t>
      </w:r>
      <w:r w:rsidRPr="00E84FF4">
        <w:rPr>
          <w:rFonts w:ascii="Times New Roman" w:eastAsia="DFKai-SB" w:hAnsi="Times New Roman"/>
          <w:sz w:val="28"/>
          <w:szCs w:val="28"/>
        </w:rPr>
        <w:t>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Vì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nghĩ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có quy mô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Trung Hoa, quá n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a là do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gia xây d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ng, còn có khá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ngôi do vương công,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cư sĩ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o. Nhưng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gia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hoàn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cư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và sinh ho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t,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quên hành tr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thu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Ngài luôn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kham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. Chúng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gia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cùng nhau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ở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trong</w:t>
      </w:r>
      <w:r w:rsidRPr="00E84FF4">
        <w:rPr>
          <w:rFonts w:ascii="Times New Roman" w:eastAsia="DFKai-SB" w:hAnsi="Times New Roman"/>
          <w:sz w:val="28"/>
          <w:szCs w:val="28"/>
        </w:rPr>
        <w:t xml:space="preserve">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đơn</w:t>
      </w:r>
      <w:r w:rsidRPr="00E84FF4">
        <w:rPr>
          <w:rStyle w:val="FootnoteReference"/>
          <w:rFonts w:ascii="Times New Roman" w:eastAsia="DFKai-SB" w:hAnsi="Times New Roman"/>
          <w:sz w:val="28"/>
          <w:szCs w:val="28"/>
        </w:rPr>
        <w:footnoteReference w:id="3"/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ứ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phòng ng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chung,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liêu phòng.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執事</w:t>
      </w:r>
      <w:r w:rsidRPr="00E84FF4">
        <w:rPr>
          <w:rFonts w:ascii="Times New Roman" w:eastAsia="DFKai-SB" w:hAnsi="Times New Roman"/>
          <w:sz w:val="28"/>
          <w:szCs w:val="28"/>
        </w:rPr>
        <w:t>) là gì?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nhi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v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hành chánh trong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như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Trì, Giám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 (Đương Gia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</w:t>
      </w:r>
      <w:r w:rsidRPr="00E84FF4">
        <w:rPr>
          <w:rFonts w:ascii="Times New Roman" w:eastAsia="DFKai-SB" w:hAnsi="Times New Roman"/>
          <w:sz w:val="28"/>
          <w:szCs w:val="28"/>
        </w:rPr>
        <w:t>ư), Duy Na, Duy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Chúng, Tri Khách Sư,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thì có liêu phòng. Liêu phòng to c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hãy nghĩ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phương trư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ng, to c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Nói theo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phương trư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(</w:t>
      </w:r>
      <w:r w:rsidRPr="00E84FF4">
        <w:rPr>
          <w:rFonts w:ascii="DFKai-SB" w:eastAsia="DFKai-SB" w:hAnsi="DFKai-SB" w:cs="Microsoft JhengHei" w:hint="eastAsia"/>
          <w:sz w:val="28"/>
          <w:szCs w:val="28"/>
        </w:rPr>
        <w:t>方丈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) </w:t>
      </w:r>
      <w:r w:rsidRPr="00E84FF4">
        <w:rPr>
          <w:rFonts w:ascii="Times New Roman" w:eastAsia="DFKai-SB" w:hAnsi="Times New Roman"/>
          <w:sz w:val="28"/>
          <w:szCs w:val="28"/>
        </w:rPr>
        <w:t>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vuông</w:t>
      </w:r>
      <w:r w:rsidRPr="00E84FF4">
        <w:rPr>
          <w:rStyle w:val="FootnoteReference"/>
          <w:rFonts w:ascii="Times New Roman" w:eastAsia="DFKai-SB" w:hAnsi="Times New Roman"/>
          <w:sz w:val="28"/>
          <w:szCs w:val="28"/>
        </w:rPr>
        <w:footnoteReference w:id="4"/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n!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khái là kê giư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cá nhân, kê ba cái giư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là ch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ng.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nhi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căn phòng bé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“liêu phòng”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(</w:t>
      </w:r>
      <w:r w:rsidRPr="00E84FF4">
        <w:rPr>
          <w:rFonts w:ascii="DFKai-SB" w:eastAsia="DFKai-SB" w:hAnsi="DFKai-SB" w:cs="Microsoft JhengHei" w:hint="eastAsia"/>
          <w:sz w:val="28"/>
          <w:szCs w:val="28"/>
        </w:rPr>
        <w:t>寮房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)</w:t>
      </w:r>
      <w:r w:rsidRPr="00E84FF4">
        <w:rPr>
          <w:rFonts w:ascii="Times New Roman" w:eastAsia="DFKai-SB" w:hAnsi="Times New Roman"/>
          <w:sz w:val="28"/>
          <w:szCs w:val="28"/>
        </w:rPr>
        <w:t>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t;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vì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gì?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sanh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tâ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 t</w:t>
      </w:r>
      <w:r w:rsidRPr="00E84FF4">
        <w:rPr>
          <w:rFonts w:ascii="Times New Roman" w:eastAsia="DFKai-SB" w:hAnsi="Times New Roman"/>
          <w:sz w:val="28"/>
          <w:szCs w:val="28"/>
        </w:rPr>
        <w:t>ham luy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n.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cái tâm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sanh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o.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lãnh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chúng tu hành,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chính mình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sao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tu hành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cho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sau, </w:t>
      </w:r>
      <w:r w:rsidRPr="00E84FF4">
        <w:rPr>
          <w:rFonts w:ascii="Times New Roman" w:eastAsia="DFKai-SB" w:hAnsi="Times New Roman"/>
          <w:i/>
          <w:sz w:val="28"/>
          <w:szCs w:val="28"/>
        </w:rPr>
        <w:t>“đ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sau”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thì cũng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khái là trong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hai trăm năm g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đây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>, quy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môn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sơ sót,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coi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tu hành, mà chú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.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này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suy vi!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nguyên nhân gây nên suy vi. Chúng ta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trong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này, có mong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hay không?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mong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u,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y thì chính mình 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có cái tâm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giác cao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nghiêm túc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Thích Ca Mâu Ni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Thu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Ngài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đê</w:t>
      </w:r>
      <w:r w:rsidRPr="00E84FF4">
        <w:rPr>
          <w:rFonts w:ascii="Times New Roman" w:eastAsia="DFKai-SB" w:hAnsi="Times New Roman"/>
          <w:sz w:val="28"/>
          <w:szCs w:val="28"/>
        </w:rPr>
        <w:t>m dư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cây,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 trưa ăn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a; chúng ta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chư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sâu n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ng,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kém hơn, ngày ăn ba b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a, đêm ng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[trên giư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r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ng] </w:t>
      </w:r>
      <w:r w:rsidRPr="00E84FF4">
        <w:rPr>
          <w:rFonts w:ascii="Times New Roman" w:eastAsia="DFKai-SB" w:hAnsi="Times New Roman"/>
          <w:sz w:val="28"/>
          <w:szCs w:val="28"/>
        </w:rPr>
        <w:t>sáu thư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c.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như là trong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thanh chúng (</w:t>
      </w:r>
      <w:r w:rsidRPr="00E84FF4">
        <w:rPr>
          <w:rFonts w:ascii="DFKai-SB" w:eastAsia="DFKai-SB" w:hAnsi="DFKai-SB" w:cs="MS Gothic" w:hint="eastAsia"/>
          <w:sz w:val="28"/>
          <w:szCs w:val="28"/>
        </w:rPr>
        <w:t>清眾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chúng tu hành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nh), mà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ng đơn,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[</w:t>
      </w:r>
      <w:r w:rsidRPr="00E84FF4">
        <w:rPr>
          <w:rFonts w:ascii="Times New Roman" w:eastAsia="DFKai-SB" w:hAnsi="Times New Roman"/>
          <w:sz w:val="28"/>
          <w:szCs w:val="28"/>
        </w:rPr>
        <w:t>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]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liêu phòng. Đã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trong liêu phòng còn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sinh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khách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tho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mái.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sanh tâm tham hay không? Khó lòng tránh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Trong thì có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n, ngoài thì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là </w:t>
      </w:r>
      <w:r w:rsidRPr="00E84FF4">
        <w:rPr>
          <w:rFonts w:ascii="Times New Roman" w:eastAsia="DFKai-SB" w:hAnsi="Times New Roman"/>
          <w:sz w:val="28"/>
          <w:szCs w:val="28"/>
        </w:rPr>
        <w:t>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duyên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, mê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c;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sao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lên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cho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chính là ngũ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c,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tình, tham, sân, si,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n.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Quên 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ch sành sanh giáo hu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 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i/>
          <w:sz w:val="28"/>
          <w:szCs w:val="28"/>
        </w:rPr>
        <w:t>“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t</w:t>
      </w:r>
      <w:r w:rsidRPr="00E84FF4">
        <w:rPr>
          <w:rFonts w:ascii="Times New Roman" w:eastAsia="DFKai-SB" w:hAnsi="Times New Roman"/>
          <w:i/>
          <w:sz w:val="28"/>
          <w:szCs w:val="28"/>
        </w:rPr>
        <w:t>hí ch</w:t>
      </w:r>
      <w:r w:rsidRPr="00E84FF4">
        <w:rPr>
          <w:rFonts w:ascii="Times New Roman" w:eastAsia="DFKai-SB" w:hAnsi="Times New Roman"/>
          <w:i/>
          <w:sz w:val="28"/>
          <w:szCs w:val="28"/>
        </w:rPr>
        <w:t>ủ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l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p m</w:t>
      </w:r>
      <w:r w:rsidRPr="00E84FF4">
        <w:rPr>
          <w:rFonts w:ascii="Times New Roman" w:eastAsia="DFKai-SB" w:hAnsi="Times New Roman"/>
          <w:i/>
          <w:sz w:val="28"/>
          <w:szCs w:val="28"/>
        </w:rPr>
        <w:t>ễ</w:t>
      </w:r>
      <w:r w:rsidRPr="00E84FF4">
        <w:rPr>
          <w:rFonts w:ascii="Times New Roman" w:eastAsia="DFKai-SB" w:hAnsi="Times New Roman"/>
          <w:i/>
          <w:sz w:val="28"/>
          <w:szCs w:val="28"/>
        </w:rPr>
        <w:t>, đ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i như Tu Di sơn, kim sanh b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li</w:t>
      </w:r>
      <w:r w:rsidRPr="00E84FF4">
        <w:rPr>
          <w:rFonts w:ascii="Times New Roman" w:eastAsia="DFKai-SB" w:hAnsi="Times New Roman"/>
          <w:i/>
          <w:sz w:val="28"/>
          <w:szCs w:val="28"/>
        </w:rPr>
        <w:t>ễ</w:t>
      </w:r>
      <w:r w:rsidRPr="00E84FF4">
        <w:rPr>
          <w:rFonts w:ascii="Times New Roman" w:eastAsia="DFKai-SB" w:hAnsi="Times New Roman"/>
          <w:i/>
          <w:sz w:val="28"/>
          <w:szCs w:val="28"/>
        </w:rPr>
        <w:t>u đ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o, phi mao đ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i giác hoàn”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thí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, to như núi Tu Di,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mang lông,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n)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m chí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tin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!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kinh giáo, làm sao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cho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Trong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này, chúng ta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dàng! Như trong kinh giáo,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đã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“Thân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khó đư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c,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t pháp khó nghe”. </w:t>
      </w:r>
      <w:r w:rsidRPr="00E84FF4">
        <w:rPr>
          <w:rFonts w:ascii="Times New Roman" w:eastAsia="DFKai-SB" w:hAnsi="Times New Roman"/>
          <w:sz w:val="28"/>
          <w:szCs w:val="28"/>
        </w:rPr>
        <w:t>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nghe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chính mình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trân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. Cư sĩ Bành T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Thanh đã nói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hay: </w:t>
      </w:r>
      <w:r w:rsidRPr="00E84FF4">
        <w:rPr>
          <w:rFonts w:ascii="Times New Roman" w:eastAsia="DFKai-SB" w:hAnsi="Times New Roman"/>
          <w:i/>
          <w:sz w:val="28"/>
          <w:szCs w:val="28"/>
        </w:rPr>
        <w:t>“Vô lư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ng ki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p lai hy h</w:t>
      </w:r>
      <w:r w:rsidRPr="00E84FF4">
        <w:rPr>
          <w:rFonts w:ascii="Times New Roman" w:eastAsia="DFKai-SB" w:hAnsi="Times New Roman"/>
          <w:i/>
          <w:sz w:val="28"/>
          <w:szCs w:val="28"/>
        </w:rPr>
        <w:t>ữ</w:t>
      </w:r>
      <w:r w:rsidRPr="00E84FF4">
        <w:rPr>
          <w:rFonts w:ascii="Times New Roman" w:eastAsia="DFKai-SB" w:hAnsi="Times New Roman"/>
          <w:i/>
          <w:sz w:val="28"/>
          <w:szCs w:val="28"/>
        </w:rPr>
        <w:t>u, nan phùng”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có, khó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nay). Chúng ra đã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p,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mà không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thì có khác gì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 xml:space="preserve">p!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Sau khi đã li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ễ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 gi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 xml:space="preserve"> mà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tin, cũng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u! Sau khi đã tin mà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hành, cũng như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p. Tín,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i, </w:t>
      </w:r>
      <w:r w:rsidRPr="00E84FF4">
        <w:rPr>
          <w:rFonts w:ascii="Times New Roman" w:eastAsia="DFKai-SB" w:hAnsi="Times New Roman"/>
          <w:sz w:val="28"/>
          <w:szCs w:val="28"/>
        </w:rPr>
        <w:t>hành,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ng,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u chính mình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hành,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lý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trong kinh giáo thành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ng,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thành </w:t>
      </w:r>
      <w:r w:rsidRPr="00E84FF4">
        <w:rPr>
          <w:rFonts w:ascii="Times New Roman" w:eastAsia="DFKai-SB" w:hAnsi="Times New Roman"/>
          <w:sz w:val="28"/>
          <w:szCs w:val="28"/>
        </w:rPr>
        <w:t>hành vi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mình. Trong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này,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thi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thu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thu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ác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ng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m xem,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ác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thì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còn âu lo, ho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 chăng? Đương nhiên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có! Tâm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sanh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ra 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c, 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 sanh ra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đư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 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ự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cao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trong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này.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ự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cao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 tăm,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dư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ng,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vinh hoa, phú quý. Trong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vinh hoa, phú quý,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tác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. Ni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m vui trong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thanh b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tác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, chúng ta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“thanh cao”. “Thanh”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清</w:t>
      </w:r>
      <w:r w:rsidRPr="00E84FF4">
        <w:rPr>
          <w:rFonts w:ascii="Times New Roman" w:eastAsia="DFKai-SB" w:hAnsi="Times New Roman"/>
          <w:sz w:val="28"/>
          <w:szCs w:val="28"/>
        </w:rPr>
        <w:t>) là thanh b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Cao (</w:t>
      </w:r>
      <w:r w:rsidRPr="00E84FF4">
        <w:rPr>
          <w:rFonts w:ascii="Times New Roman" w:eastAsia="DFKai-SB" w:hAnsi="Times New Roman" w:hint="eastAsia"/>
          <w:sz w:val="28"/>
          <w:szCs w:val="28"/>
        </w:rPr>
        <w:t>高</w:t>
      </w:r>
      <w:r w:rsidRPr="00E84FF4">
        <w:rPr>
          <w:rFonts w:ascii="Times New Roman" w:eastAsia="DFKai-SB" w:hAnsi="Times New Roman"/>
          <w:sz w:val="28"/>
          <w:szCs w:val="28"/>
        </w:rPr>
        <w:t>) là cao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ng, trong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sanh ra tác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âu lo,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,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lai đôi chút. Nói cách khác,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sanh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đâu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đi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đâu!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rõ, thân có sanh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linh tánh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sanh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, linh tánh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có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có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pháp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có các cõi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u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có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quan h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chúng ta. C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sao nói “có m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quan h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thi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i chúng ta?” </w:t>
      </w:r>
      <w:r w:rsidRPr="00E84FF4">
        <w:rPr>
          <w:rFonts w:ascii="Times New Roman" w:eastAsia="DFKai-SB" w:hAnsi="Times New Roman"/>
          <w:i/>
          <w:sz w:val="28"/>
          <w:szCs w:val="28"/>
        </w:rPr>
        <w:t>“Duy tâm s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n, duy th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 s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n”</w:t>
      </w:r>
      <w:r w:rsidRPr="00E84FF4">
        <w:rPr>
          <w:rFonts w:ascii="Times New Roman" w:eastAsia="DFKai-SB" w:hAnsi="Times New Roman"/>
          <w:sz w:val="28"/>
          <w:szCs w:val="28"/>
        </w:rPr>
        <w:t>, tâm và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không hai.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[hay nói 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hơn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là]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pháp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do tâm tánh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ta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ra, các cõi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phương chư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cũng do tâm tánh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ta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ra; l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quan h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? Đã là có m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quan h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chính mình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, thích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đâu bèn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đó,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sai tí nào! Nay chúng ta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ra đi, vì sao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ra đi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c!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chú ý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này, làm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tháo 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c?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thành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c,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nơi đây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nào cũng là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i/>
          <w:sz w:val="28"/>
          <w:szCs w:val="28"/>
        </w:rPr>
        <w:t>“đương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chúng sanh”</w:t>
      </w:r>
      <w:r w:rsidRPr="00E84FF4">
        <w:rPr>
          <w:rFonts w:ascii="Times New Roman" w:eastAsia="DFKai-SB" w:hAnsi="Times New Roman"/>
          <w:sz w:val="28"/>
          <w:szCs w:val="28"/>
        </w:rPr>
        <w:t>;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đó là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chúng ta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u,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khác có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thù th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 xml:space="preserve">ng, chính mình cũng mong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sz w:val="28"/>
          <w:szCs w:val="28"/>
        </w:rPr>
        <w:t>ta cũng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!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[ngư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có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thù th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ng], bèn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[các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Tát] tâm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to c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nào!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nào cũng là giúp đ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lìa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vui, dùng phương pháp gì?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c!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là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ích chân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không phát tri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nhà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cũng có,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san sát. Trung Hoa, ngo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c,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u Giáo cho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nghiên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u sinh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cũng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Tôi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quan tâm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c,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nơi nào, tôi xem hai nơi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là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hai là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dư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ng lão, tôi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thăm. Xem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bèn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rõ,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khuy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môn công khóa. Tuy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phát tri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nhưng do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u sót môn công khóa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cho nên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an </w:t>
      </w: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c! Môn công khóa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gì? Luân lý,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c. Chúng ta đã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u, hãy nên làm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Cũng mong m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ng, nhưng chúng ta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thông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ng.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thông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quá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chúng ta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thù. Đ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 xml:space="preserve">c thù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Chuyên môn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b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sung môn công khóa này.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tôi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 này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“giáo d</w:t>
      </w:r>
      <w:r w:rsidRPr="00E84FF4">
        <w:rPr>
          <w:rFonts w:ascii="Times New Roman" w:eastAsia="DFKai-SB" w:hAnsi="Times New Roman"/>
          <w:i/>
          <w:sz w:val="28"/>
          <w:szCs w:val="28"/>
        </w:rPr>
        <w:t>ụ</w:t>
      </w:r>
      <w:r w:rsidRPr="00E84FF4">
        <w:rPr>
          <w:rFonts w:ascii="Times New Roman" w:eastAsia="DFKai-SB" w:hAnsi="Times New Roman"/>
          <w:i/>
          <w:sz w:val="28"/>
          <w:szCs w:val="28"/>
        </w:rPr>
        <w:t>c b</w:t>
      </w:r>
      <w:r w:rsidRPr="00E84FF4">
        <w:rPr>
          <w:rFonts w:ascii="Times New Roman" w:eastAsia="DFKai-SB" w:hAnsi="Times New Roman"/>
          <w:i/>
          <w:sz w:val="28"/>
          <w:szCs w:val="28"/>
        </w:rPr>
        <w:t>ổ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khuy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Nhà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môn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này, môn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này là luân lý,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c; nói đơn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là khuy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c!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b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khuy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môn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này quan t</w:t>
      </w:r>
      <w:r w:rsidRPr="00E84FF4">
        <w:rPr>
          <w:rFonts w:ascii="Times New Roman" w:eastAsia="DFKai-SB" w:hAnsi="Times New Roman"/>
          <w:sz w:val="28"/>
          <w:szCs w:val="28"/>
        </w:rPr>
        <w:t>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m!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cao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trên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an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hài hòa,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c. Đó chính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“thú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 B</w:t>
      </w:r>
      <w:r w:rsidRPr="00E84FF4">
        <w:rPr>
          <w:rFonts w:ascii="Times New Roman" w:eastAsia="DFKai-SB" w:hAnsi="Times New Roman"/>
          <w:i/>
          <w:sz w:val="28"/>
          <w:szCs w:val="28"/>
        </w:rPr>
        <w:t>ồ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t).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chính là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phá mê khai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chính là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này, v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cha con, anh em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nhà hòa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n, 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i/>
          <w:sz w:val="28"/>
          <w:szCs w:val="28"/>
        </w:rPr>
        <w:t>gia hòa, v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 s</w:t>
      </w:r>
      <w:r w:rsidRPr="00E84FF4">
        <w:rPr>
          <w:rFonts w:ascii="Times New Roman" w:eastAsia="DFKai-SB" w:hAnsi="Times New Roman"/>
          <w:i/>
          <w:sz w:val="28"/>
          <w:szCs w:val="28"/>
        </w:rPr>
        <w:t>ự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hưng!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các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nhau,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tác l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nhau.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t: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trong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nên </w:t>
      </w:r>
      <w:r w:rsidRPr="00E84FF4">
        <w:rPr>
          <w:rFonts w:ascii="Times New Roman" w:eastAsia="DFKai-SB" w:hAnsi="Times New Roman"/>
          <w:sz w:val="28"/>
          <w:szCs w:val="28"/>
        </w:rPr>
        <w:t>vì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i, vì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chúng mà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u. Làm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nào, cũng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là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chú</w:t>
      </w:r>
      <w:r w:rsidRPr="00E84FF4">
        <w:rPr>
          <w:rFonts w:ascii="Times New Roman" w:eastAsia="DFKai-SB" w:hAnsi="Times New Roman"/>
          <w:sz w:val="28"/>
          <w:szCs w:val="28"/>
        </w:rPr>
        <w:t>ng,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i;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an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nh.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cao hơn, m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ra,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hòa bình.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 các dân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c, các tôn giáo, các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gia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nhau,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tôn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nhau,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l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nhau, 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tác.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xem,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có quan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hay không?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khoa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k</w:t>
      </w:r>
      <w:r w:rsidRPr="00E84FF4">
        <w:rPr>
          <w:rFonts w:ascii="Times New Roman" w:eastAsia="DFKai-SB" w:hAnsi="Times New Roman"/>
          <w:sz w:val="28"/>
          <w:szCs w:val="28"/>
        </w:rPr>
        <w:t>ỹ</w:t>
      </w:r>
      <w:r w:rsidRPr="00E84FF4">
        <w:rPr>
          <w:rFonts w:ascii="Times New Roman" w:eastAsia="DFKai-SB" w:hAnsi="Times New Roman"/>
          <w:sz w:val="28"/>
          <w:szCs w:val="28"/>
        </w:rPr>
        <w:t xml:space="preserve">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công thương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không ng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cao hơn,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cao hơn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cùng,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gì?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Ngày tàn 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a 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ớ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>! Vì sao?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ích k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>,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tâm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u là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mình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>, làm sao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cho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mâu thu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không ng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tăng lên, nguyên nhân là do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nhiên là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. C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tranh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 tranh;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</w:t>
      </w:r>
      <w:r w:rsidRPr="00E84FF4">
        <w:rPr>
          <w:rFonts w:ascii="Times New Roman" w:eastAsia="DFKai-SB" w:hAnsi="Times New Roman"/>
          <w:sz w:val="28"/>
          <w:szCs w:val="28"/>
        </w:rPr>
        <w:t xml:space="preserve"> tranh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c, cu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cùng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tranh.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 sau này,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ba,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vũ khí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 nhân, b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[vũ khí] </w:t>
      </w:r>
      <w:r w:rsidRPr="00E84FF4">
        <w:rPr>
          <w:rFonts w:ascii="Times New Roman" w:eastAsia="DFKai-SB" w:hAnsi="Times New Roman"/>
          <w:sz w:val="28"/>
          <w:szCs w:val="28"/>
        </w:rPr>
        <w:t>sanh hóa.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n tranh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 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y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nhân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ng hay thua. Nói cách khác, cho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n khi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con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ị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ự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ổ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>, cùng nhau ch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ch!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do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ít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gây ra, nhưng là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đa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. C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đa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gì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Tham lam, tham ái không cùng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các si</w:t>
      </w:r>
      <w:r w:rsidRPr="00E84FF4">
        <w:rPr>
          <w:rFonts w:ascii="Times New Roman" w:eastAsia="DFKai-SB" w:hAnsi="Times New Roman"/>
          <w:sz w:val="28"/>
          <w:szCs w:val="28"/>
        </w:rPr>
        <w:t>nh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trên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cùng nhau ch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Các nhà khoa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cho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a Tinh, trong Thái Dương H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hành tinh,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phát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 [trên các hành tinh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y] trong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có văn minh. Nói cách khác, đã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có sanh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nhân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đó,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y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toàn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Tinh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trái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này trong tương lai có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như các hành tinh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hay không? [Ph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trông 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y] vào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và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tôn giáo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nghiêm túc hưng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i, phát huy r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, nhân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trên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còn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kh</w:t>
      </w:r>
      <w:r w:rsidRPr="00E84FF4">
        <w:rPr>
          <w:rFonts w:ascii="Times New Roman" w:eastAsia="DFKai-SB" w:hAnsi="Times New Roman"/>
          <w:sz w:val="28"/>
          <w:szCs w:val="28"/>
        </w:rPr>
        <w:t>o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gian. Khi nào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mà tham ái,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khi lòng tham ái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cá nhân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cùng c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này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y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t. Vì sao?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bao dung nhau,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đáng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, nhưng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này đã tr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lên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 chúng ta, chúng ta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trông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rõ ràng!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Như tôi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nhi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ng,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thanh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niên trong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chú tâm quan sát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cái ngòi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ba,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 b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vũ khí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 nhân đã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châm ngòi. Nhen nhúm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ngay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tr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thơ và thanh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niên.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ai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lũ tr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thơ và thanh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niên? Máy chơi game đi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, TV, Internet đã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nó. Tôi không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 tình tr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Trung Hoa cho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y, nhưng tôi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ỹ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lâu,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trò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p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ỹ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computer. Thông tin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computer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đó là [các thông tin] xám, vàng, đen, tr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xúc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ưa thích, n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i dung trong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c, tình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c,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tr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m, dâm, d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nghe nói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tu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đã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hai tu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đã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i!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đâu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máy chơi game đi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!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là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sát nhân là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làm!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con cái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cha m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, cha m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 xml:space="preserve"> cũng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có k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ẻ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con cái, anh em tàn sát l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 xml:space="preserve">n nhau. Vì </w:t>
      </w:r>
      <w:r w:rsidRPr="00E84FF4">
        <w:rPr>
          <w:rFonts w:ascii="Times New Roman" w:eastAsia="DFKai-SB" w:hAnsi="Times New Roman"/>
          <w:sz w:val="28"/>
          <w:szCs w:val="28"/>
        </w:rPr>
        <w:t>nó là tr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chưa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tu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i, chưa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thành, quan tòa tra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i, nó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là có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i! Nói cách khác, [nó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nghĩ] gi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khác chơi máy game đi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! Cho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khi nó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thành,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trò chơi đi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dư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ng thành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bé, thâm căn c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! Trong tương lai, khi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 lên, vũ khí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 nhân rơi vào tay chúng nó,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chúng nó cũng coi như trò chơi đi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em </w:t>
      </w:r>
      <w:r w:rsidRPr="00E84FF4">
        <w:rPr>
          <w:rFonts w:ascii="Times New Roman" w:eastAsia="DFKai-SB" w:hAnsi="Times New Roman"/>
          <w:sz w:val="28"/>
          <w:szCs w:val="28"/>
        </w:rPr>
        <w:t>ra chơi đùa, ném lung tung kh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p nơi,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này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y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ư?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hãy ng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m xem,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hay không?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nhân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to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 này,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cách,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d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p b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thanh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niên còn chưa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thành, chúng ta tiêu 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y các vũ khí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 nhân và sanh hóa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c.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u trong tương lai, khi chúng nó vui chơi, thì do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vũ khí có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sát thương to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n cho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toàn 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nhân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trên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y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ng!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qu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chúng,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truy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thông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lãnh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này!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</w:t>
      </w:r>
      <w:r w:rsidRPr="00E84FF4">
        <w:rPr>
          <w:rFonts w:ascii="Times New Roman" w:eastAsia="DFKai-SB" w:hAnsi="Times New Roman"/>
          <w:sz w:val="28"/>
          <w:szCs w:val="28"/>
        </w:rPr>
        <w:t>hì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chúng ta, các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gia, các dân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c, các tôn giáo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tác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nhau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u,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u vãn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sanh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trên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này đ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t.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quan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hơn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gì khác!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Nay chúng tôi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bài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khái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sâu!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chúng ta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khuy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cáo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khác,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là chính mình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ng. Chính mình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khác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tin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tư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ở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</w:t>
      </w:r>
      <w:r w:rsidRPr="00E84FF4">
        <w:rPr>
          <w:rFonts w:ascii="Times New Roman" w:eastAsia="DFKai-SB" w:hAnsi="Times New Roman"/>
          <w:sz w:val="28"/>
          <w:szCs w:val="28"/>
        </w:rPr>
        <w:t>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tham ái, làm sao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khuyên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cho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n; [d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u cho]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bùng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ta có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đi. Ta không ưu s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kinh hoàng,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hãi.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tô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đã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tôi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nghiêm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ng! Có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ta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tin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ng,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nghe l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t tai.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chúng ta là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đã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đã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 rõ</w:t>
      </w:r>
      <w:r w:rsidRPr="00E84FF4">
        <w:rPr>
          <w:rFonts w:ascii="Times New Roman" w:eastAsia="DFKai-SB" w:hAnsi="Times New Roman"/>
          <w:sz w:val="28"/>
          <w:szCs w:val="28"/>
        </w:rPr>
        <w:t>, hãy nên siêng tu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d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t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tham, sân, si, 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, đó là đúng. Hôm nay, chúng tôi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E84FF4">
        <w:rPr>
          <w:rFonts w:ascii="Times New Roman" w:eastAsia="DFKai-SB" w:hAnsi="Times New Roman"/>
          <w:b/>
          <w:i/>
          <w:sz w:val="28"/>
          <w:szCs w:val="28"/>
        </w:rPr>
        <w:t>T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p 1540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xin m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ng. Xin xem ph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m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trong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sáu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ng, [t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n] </w:t>
      </w:r>
      <w:r w:rsidRPr="00E84FF4">
        <w:rPr>
          <w:rFonts w:ascii="Times New Roman" w:eastAsia="DFKai-SB" w:hAnsi="Times New Roman"/>
          <w:i/>
          <w:sz w:val="28"/>
          <w:szCs w:val="28"/>
        </w:rPr>
        <w:t>“s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ng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nhân v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DFKai-SB" w:eastAsia="DFKai-SB" w:hAnsi="DFKai-SB" w:cs="MS Gothic" w:hint="eastAsia"/>
          <w:sz w:val="28"/>
          <w:szCs w:val="28"/>
        </w:rPr>
        <w:t>所遇人物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</w:rPr>
        <w:t>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nhân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g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). Trong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này, có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bài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nói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nhân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trông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trên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đi kh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chúng ta trong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ngày, sáu căn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xúc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sáu tr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luôn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qua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phát bi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trong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tánh. Chúng ta xem bài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t: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E84FF4">
        <w:rPr>
          <w:rFonts w:ascii="Times New Roman" w:eastAsia="DFKai-SB" w:hAnsi="Times New Roman"/>
          <w:b/>
          <w:i/>
          <w:sz w:val="28"/>
          <w:szCs w:val="28"/>
        </w:rPr>
        <w:t>(Kinh) Ki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 nghiêm s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c nhân, đương nguy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 chúng sanh, tam th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p nh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 xml:space="preserve"> tư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ng, dĩ vi nghiêm h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o.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E84FF4">
        <w:rPr>
          <w:rFonts w:ascii="Times New Roman" w:eastAsia="DFKai-SB" w:hAnsi="Times New Roman"/>
          <w:b/>
          <w:sz w:val="28"/>
          <w:szCs w:val="32"/>
        </w:rPr>
        <w:t>(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84FF4">
        <w:rPr>
          <w:rFonts w:ascii="Times New Roman" w:eastAsia="DFKai-SB" w:hAnsi="Times New Roman"/>
          <w:b/>
          <w:sz w:val="28"/>
          <w:szCs w:val="32"/>
        </w:rPr>
        <w:t>)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見嚴飾人。當願眾生。三十二相。以為嚴好。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(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E84FF4">
        <w:rPr>
          <w:rFonts w:ascii="Times New Roman" w:eastAsia="DFKai-SB" w:hAnsi="Times New Roman"/>
          <w:i/>
          <w:sz w:val="28"/>
          <w:szCs w:val="28"/>
        </w:rPr>
        <w:t>: Th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y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nghiêm s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c,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cho chúng sanh, ba mươi hai 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ng, trang nghiêm t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t đ</w:t>
      </w:r>
      <w:r w:rsidRPr="00E84FF4">
        <w:rPr>
          <w:rFonts w:ascii="Times New Roman" w:eastAsia="DFKai-SB" w:hAnsi="Times New Roman"/>
          <w:i/>
          <w:sz w:val="28"/>
          <w:szCs w:val="28"/>
        </w:rPr>
        <w:t>ẹ</w:t>
      </w:r>
      <w:r w:rsidRPr="00E84FF4">
        <w:rPr>
          <w:rFonts w:ascii="Times New Roman" w:eastAsia="DFKai-SB" w:hAnsi="Times New Roman"/>
          <w:i/>
          <w:sz w:val="28"/>
          <w:szCs w:val="28"/>
        </w:rPr>
        <w:t>p).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“Nghiêm”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嚴</w:t>
      </w:r>
      <w:r w:rsidRPr="00E84FF4">
        <w:rPr>
          <w:rFonts w:ascii="Times New Roman" w:eastAsia="DFKai-SB" w:hAnsi="Times New Roman"/>
          <w:sz w:val="28"/>
          <w:szCs w:val="28"/>
        </w:rPr>
        <w:t xml:space="preserve">) là trang nghiêm, nay chúng ta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“oai nghi’</w:t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i/>
          <w:sz w:val="28"/>
          <w:szCs w:val="28"/>
        </w:rPr>
        <w:t>ho</w:t>
      </w:r>
      <w:r w:rsidRPr="00E84FF4">
        <w:rPr>
          <w:rFonts w:ascii="Times New Roman" w:eastAsia="DFKai-SB" w:hAnsi="Times New Roman"/>
          <w:i/>
          <w:sz w:val="28"/>
          <w:szCs w:val="28"/>
        </w:rPr>
        <w:t>ặ</w:t>
      </w:r>
      <w:r w:rsidRPr="00E84FF4">
        <w:rPr>
          <w:rFonts w:ascii="Times New Roman" w:eastAsia="DFKai-SB" w:hAnsi="Times New Roman"/>
          <w:i/>
          <w:sz w:val="28"/>
          <w:szCs w:val="28"/>
        </w:rPr>
        <w:t>c “nghi bi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u” </w:t>
      </w:r>
      <w:r w:rsidRPr="00E84FF4">
        <w:rPr>
          <w:rFonts w:ascii="Times New Roman" w:eastAsia="DFKai-SB" w:hAnsi="Times New Roman"/>
          <w:sz w:val="28"/>
          <w:szCs w:val="28"/>
        </w:rPr>
        <w:t>(</w:t>
      </w:r>
      <w:r w:rsidRPr="00E84FF4">
        <w:rPr>
          <w:rFonts w:ascii="Times New Roman" w:eastAsia="DFKai-SB" w:hAnsi="Times New Roman" w:hint="eastAsia"/>
          <w:sz w:val="28"/>
          <w:szCs w:val="28"/>
        </w:rPr>
        <w:t>儀表</w:t>
      </w:r>
      <w:r w:rsidRPr="00E84FF4">
        <w:rPr>
          <w:rFonts w:ascii="Times New Roman" w:eastAsia="DFKai-SB" w:hAnsi="Times New Roman"/>
          <w:sz w:val="28"/>
          <w:szCs w:val="28"/>
        </w:rPr>
        <w:t>,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dáng v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l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). Trông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ăn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 t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.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đây, đương nhiên là </w:t>
      </w:r>
      <w:r w:rsidRPr="00E84FF4">
        <w:rPr>
          <w:rFonts w:ascii="Times New Roman" w:eastAsia="DFKai-SB" w:hAnsi="Times New Roman"/>
          <w:sz w:val="28"/>
          <w:szCs w:val="28"/>
        </w:rPr>
        <w:t>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nói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;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ặ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 bi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 là </w:t>
      </w:r>
      <w:r w:rsidRPr="00E84FF4">
        <w:rPr>
          <w:rFonts w:ascii="Times New Roman" w:eastAsia="DFKai-SB" w:hAnsi="Times New Roman"/>
          <w:sz w:val="28"/>
          <w:szCs w:val="28"/>
        </w:rPr>
        <w:t>trong các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n,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mình. Trong tr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hu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nhiên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phát ho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nguy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 “</w:t>
      </w:r>
      <w:r w:rsidRPr="00E84FF4">
        <w:rPr>
          <w:rFonts w:ascii="Times New Roman" w:eastAsia="DFKai-SB" w:hAnsi="Times New Roman"/>
          <w:sz w:val="28"/>
          <w:szCs w:val="28"/>
        </w:rPr>
        <w:t>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trang nghiêm như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>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i/>
          <w:sz w:val="28"/>
          <w:szCs w:val="28"/>
        </w:rPr>
        <w:t>“đương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chúng sanh”</w:t>
      </w:r>
      <w:r w:rsidRPr="00E84FF4">
        <w:rPr>
          <w:rFonts w:ascii="Times New Roman" w:eastAsia="DFKai-SB" w:hAnsi="Times New Roman"/>
          <w:sz w:val="28"/>
          <w:szCs w:val="28"/>
        </w:rPr>
        <w:t>, có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y. </w:t>
      </w:r>
      <w:r w:rsidRPr="00E84FF4">
        <w:rPr>
          <w:rFonts w:ascii="Times New Roman" w:eastAsia="DFKai-SB" w:hAnsi="Times New Roman"/>
          <w:i/>
          <w:sz w:val="28"/>
          <w:szCs w:val="28"/>
        </w:rPr>
        <w:t>“Chúng sanh”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thu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kh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p pháp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hư không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nói khu v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này</w:t>
      </w:r>
      <w:r w:rsidRPr="00E84FF4">
        <w:rPr>
          <w:rFonts w:ascii="Times New Roman" w:eastAsia="DFKai-SB" w:hAnsi="Times New Roman"/>
          <w:sz w:val="28"/>
          <w:szCs w:val="28"/>
        </w:rPr>
        <w:t>, thành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gia này,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y!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trong câu này là l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kh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p pháp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hư không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làm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 vô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n.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tám mươi v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nói chi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tám mươi v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p, [ch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] nêu ra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là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báo c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;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có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nhìn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Nhìn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o,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trang nghiêm;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báo.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gian, cũng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là kh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p pháp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hư không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phàm phu trong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pháp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ai không mong m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thông minh,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ai không mong m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chính mình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i.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là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o, 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i/>
          <w:sz w:val="28"/>
          <w:szCs w:val="28"/>
        </w:rPr>
        <w:t>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 h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o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bao 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ồ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m </w:t>
      </w:r>
      <w:r w:rsidRPr="00E84FF4">
        <w:rPr>
          <w:rFonts w:ascii="Times New Roman" w:eastAsia="DFKai-SB" w:hAnsi="Times New Roman"/>
          <w:sz w:val="28"/>
          <w:szCs w:val="28"/>
        </w:rPr>
        <w:t>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e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lâu.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chính là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mà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cùng mong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ai không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u!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hay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không?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lý này,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Vì sao?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báo;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báo là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có nhân. Do đó,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vào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không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Trung Hoa, ngo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ngo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trong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ai không coi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khoa m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nhân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ác nhân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ác báo.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Trung Hoa,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xưa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nay,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nhà Nho, Thích,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coi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[nhân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]. Nho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truy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văn hóa năm ngàn năm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Trung Hoa, xác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đã h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hoàn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có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năm ngàn năm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tiên coi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ng! Kinh D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ch đã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“Tích thi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chi gia, t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h</w:t>
      </w:r>
      <w:r w:rsidRPr="00E84FF4">
        <w:rPr>
          <w:rFonts w:ascii="Times New Roman" w:eastAsia="DFKai-SB" w:hAnsi="Times New Roman"/>
          <w:i/>
          <w:sz w:val="28"/>
          <w:szCs w:val="28"/>
        </w:rPr>
        <w:t>ữ</w:t>
      </w:r>
      <w:r w:rsidRPr="00E84FF4">
        <w:rPr>
          <w:rFonts w:ascii="Times New Roman" w:eastAsia="DFKai-SB" w:hAnsi="Times New Roman"/>
          <w:i/>
          <w:sz w:val="28"/>
          <w:szCs w:val="28"/>
        </w:rPr>
        <w:t>u dư khánh; tích b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thi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chi gia, t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h</w:t>
      </w:r>
      <w:r w:rsidRPr="00E84FF4">
        <w:rPr>
          <w:rFonts w:ascii="Times New Roman" w:eastAsia="DFKai-SB" w:hAnsi="Times New Roman"/>
          <w:i/>
          <w:sz w:val="28"/>
          <w:szCs w:val="28"/>
        </w:rPr>
        <w:t>ữ</w:t>
      </w:r>
      <w:r w:rsidRPr="00E84FF4">
        <w:rPr>
          <w:rFonts w:ascii="Times New Roman" w:eastAsia="DFKai-SB" w:hAnsi="Times New Roman"/>
          <w:i/>
          <w:sz w:val="28"/>
          <w:szCs w:val="28"/>
        </w:rPr>
        <w:t>u dư ương”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hà tích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vui m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có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a; nhà tích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a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tai ương có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a).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chính là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là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 cương lãnh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tích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Nghĩ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g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đây, chúng tôi có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đĩa DVD do các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ng tu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Kinh cung c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p. Nó g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m có hai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là Sơn Tây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sau là “Vì sao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ăn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t chúng nó?” Có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đĩa, Sơn Tây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có tám đĩa, “Vì sao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ăn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t chúng nó”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như cũng có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tám đĩa! Các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nh Tông chúng ta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hãy </w:t>
      </w:r>
      <w:r w:rsidRPr="00E84FF4">
        <w:rPr>
          <w:rFonts w:ascii="Times New Roman" w:eastAsia="DFKai-SB" w:hAnsi="Times New Roman"/>
          <w:sz w:val="28"/>
          <w:szCs w:val="28"/>
        </w:rPr>
        <w:t>nên coi [b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đĩa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y] như tài li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p. Vì phim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dài, cho nên khi đã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ở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, tôi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chưa xem xong. Xem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a,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tôi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đi Hàng Châu tham d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đàn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giáo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hôm kia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tr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. Ngh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ngơi hai ngày, trong hai ngày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tôi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xem ph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sau,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i hôm qua đã xem xong. Tôi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r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sai suy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may!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tôi cũng lý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sâu đ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m: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an,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y khá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nguy cơ, chúng ta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nói là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n!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nhân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gì?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đĩa DVD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chính là câu tr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Trong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môn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nói,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cho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này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đã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t câu: </w:t>
      </w:r>
      <w:r w:rsidRPr="00E84FF4">
        <w:rPr>
          <w:rFonts w:ascii="Times New Roman" w:eastAsia="DFKai-SB" w:hAnsi="Times New Roman"/>
          <w:i/>
          <w:sz w:val="28"/>
          <w:szCs w:val="28"/>
        </w:rPr>
        <w:t>“Tr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phi chúng sanh không ăn th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>t”.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đơn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n, nghĩa lý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sâu s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c. Nói cách khác,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và thiên tai nhân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a trên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trong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i, do đâu mà có? Do chúng sanh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cư tr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trên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đã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lâu năm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sát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chúng sanh, ăn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t chúng sanh!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nhân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thiên tai nhân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a là oan oan tương báo, do ác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chu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có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t, nhà đoán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(th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y </w:t>
      </w:r>
      <w:r w:rsidRPr="00E84FF4">
        <w:rPr>
          <w:rFonts w:ascii="Times New Roman" w:eastAsia="DFKai-SB" w:hAnsi="Times New Roman"/>
          <w:sz w:val="28"/>
          <w:szCs w:val="28"/>
        </w:rPr>
        <w:t>bói,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)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 chuy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n theo tâm”. </w:t>
      </w:r>
      <w:r w:rsidRPr="00E84FF4">
        <w:rPr>
          <w:rFonts w:ascii="Times New Roman" w:eastAsia="DFKai-SB" w:hAnsi="Times New Roman"/>
          <w:sz w:val="28"/>
          <w:szCs w:val="28"/>
        </w:rPr>
        <w:t>Câu nói này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có lý,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lý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sâu! Trong khi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kinh, tôi cũng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nh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các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không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theo tâm, mà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cũng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theo tâm.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Sơn Tây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có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đĩa DVD, trong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khi chúng tôi xem xong đĩa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tám, tuy chưa xem xong [tr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v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n], đã nói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i/>
          <w:sz w:val="28"/>
          <w:szCs w:val="28"/>
        </w:rPr>
        <w:t>“th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 s</w:t>
      </w:r>
      <w:r w:rsidRPr="00E84FF4">
        <w:rPr>
          <w:rFonts w:ascii="Times New Roman" w:eastAsia="DFKai-SB" w:hAnsi="Times New Roman"/>
          <w:i/>
          <w:sz w:val="28"/>
          <w:szCs w:val="28"/>
        </w:rPr>
        <w:t>ự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i/>
          <w:sz w:val="28"/>
          <w:szCs w:val="28"/>
        </w:rPr>
        <w:t>ọ</w:t>
      </w:r>
      <w:r w:rsidRPr="00E84FF4">
        <w:rPr>
          <w:rFonts w:ascii="Times New Roman" w:eastAsia="DFKai-SB" w:hAnsi="Times New Roman"/>
          <w:i/>
          <w:sz w:val="28"/>
          <w:szCs w:val="28"/>
        </w:rPr>
        <w:t>c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t, s</w:t>
      </w:r>
      <w:r w:rsidRPr="00E84FF4">
        <w:rPr>
          <w:rFonts w:ascii="Times New Roman" w:eastAsia="DFKai-SB" w:hAnsi="Times New Roman"/>
          <w:i/>
          <w:sz w:val="28"/>
          <w:szCs w:val="28"/>
        </w:rPr>
        <w:t>ẽ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 s</w:t>
      </w:r>
      <w:r w:rsidRPr="00E84FF4">
        <w:rPr>
          <w:rFonts w:ascii="Times New Roman" w:eastAsia="DFKai-SB" w:hAnsi="Times New Roman"/>
          <w:i/>
          <w:sz w:val="28"/>
          <w:szCs w:val="28"/>
        </w:rPr>
        <w:t>ự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i/>
          <w:sz w:val="28"/>
          <w:szCs w:val="28"/>
        </w:rPr>
        <w:t>ọ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i/>
          <w:sz w:val="28"/>
          <w:szCs w:val="28"/>
        </w:rPr>
        <w:t>ụ</w:t>
      </w:r>
      <w:r w:rsidRPr="00E84FF4">
        <w:rPr>
          <w:rFonts w:ascii="Times New Roman" w:eastAsia="DFKai-SB" w:hAnsi="Times New Roman"/>
          <w:i/>
          <w:sz w:val="28"/>
          <w:szCs w:val="28"/>
        </w:rPr>
        <w:t>ng”</w:t>
      </w:r>
      <w:r w:rsidRPr="00E84FF4">
        <w:rPr>
          <w:rFonts w:ascii="Times New Roman" w:eastAsia="DFKai-SB" w:hAnsi="Times New Roman"/>
          <w:sz w:val="28"/>
          <w:szCs w:val="28"/>
        </w:rPr>
        <w:t>. Tôi dùng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này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ngay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nơi đây,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cũng đem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gi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di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ghép vào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đó</w:t>
      </w:r>
      <w:r w:rsidRPr="00E84FF4">
        <w:rPr>
          <w:rFonts w:ascii="Times New Roman" w:eastAsia="DFKai-SB" w:hAnsi="Times New Roman"/>
          <w:sz w:val="28"/>
          <w:szCs w:val="28"/>
        </w:rPr>
        <w:t>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t!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chuyên môn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thích vì sao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m 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ng. Nói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ra, trong giáo pháp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t câu: </w:t>
      </w:r>
      <w:r w:rsidRPr="00E84FF4">
        <w:rPr>
          <w:rFonts w:ascii="Times New Roman" w:eastAsia="DFKai-SB" w:hAnsi="Times New Roman"/>
          <w:i/>
          <w:sz w:val="28"/>
          <w:szCs w:val="28"/>
        </w:rPr>
        <w:t>“H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 th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y các pháp sanh t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tâm tư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>ng”</w:t>
      </w:r>
      <w:r w:rsidRPr="00E84FF4">
        <w:rPr>
          <w:rFonts w:ascii="Times New Roman" w:eastAsia="DFKai-SB" w:hAnsi="Times New Roman"/>
          <w:sz w:val="28"/>
          <w:szCs w:val="28"/>
        </w:rPr>
        <w:t>,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quen thu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nói [đi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u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y]! Kinh Ho</w:t>
      </w:r>
      <w:r w:rsidRPr="00E84FF4">
        <w:rPr>
          <w:rFonts w:ascii="Times New Roman" w:eastAsia="DFKai-SB" w:hAnsi="Times New Roman"/>
          <w:sz w:val="28"/>
          <w:szCs w:val="28"/>
        </w:rPr>
        <w:t>a Nghiêm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y: </w:t>
      </w:r>
      <w:r w:rsidRPr="00E84FF4">
        <w:rPr>
          <w:rFonts w:ascii="Times New Roman" w:eastAsia="DFKai-SB" w:hAnsi="Times New Roman"/>
          <w:i/>
          <w:sz w:val="28"/>
          <w:szCs w:val="28"/>
        </w:rPr>
        <w:t>“Duy tâm s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n, duy th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 s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n”</w:t>
      </w:r>
      <w:r w:rsidRPr="00E84FF4">
        <w:rPr>
          <w:rFonts w:ascii="Times New Roman" w:eastAsia="DFKai-SB" w:hAnsi="Times New Roman"/>
          <w:sz w:val="28"/>
          <w:szCs w:val="28"/>
        </w:rPr>
        <w:t>, hai câu này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quá khó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u! </w:t>
      </w:r>
      <w:r w:rsidRPr="00E84FF4">
        <w:rPr>
          <w:rFonts w:ascii="Times New Roman" w:eastAsia="DFKai-SB" w:hAnsi="Times New Roman"/>
          <w:i/>
          <w:sz w:val="28"/>
          <w:szCs w:val="28"/>
        </w:rPr>
        <w:t>“H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 th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y các pháp sanh t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tâm tư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>ng”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u, là nguyên văn trong kinh đi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n.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gì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ra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tâm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n. Nhìn vào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 là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nhân, tâm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bi, tâm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nh.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tu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tho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nhìn,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có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thông minh,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.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theo tâm mà!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và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là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hay không?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! Trong c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a nhà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có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u 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ng.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nhưng,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thì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lý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phương pháp; đúng lý đúng pháp tu cái nhân,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nhiên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con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lý này, thiên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thái bình,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i. Vì sao?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ác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p. Vì sao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con ngư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ph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ác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p?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tranh danh, tranh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i, tranh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ư? C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tranh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Đó là đang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</w:t>
      </w:r>
      <w:r w:rsidRPr="00E84FF4">
        <w:rPr>
          <w:rFonts w:ascii="Times New Roman" w:eastAsia="DFKai-SB" w:hAnsi="Times New Roman"/>
          <w:sz w:val="28"/>
          <w:szCs w:val="28"/>
        </w:rPr>
        <w:t xml:space="preserve">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tam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. Nay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tranh giành, tranh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giành </w:t>
      </w:r>
      <w:r w:rsidRPr="00E84FF4">
        <w:rPr>
          <w:rFonts w:ascii="Times New Roman" w:eastAsia="DFKai-SB" w:hAnsi="Times New Roman"/>
          <w:sz w:val="28"/>
          <w:szCs w:val="28"/>
        </w:rPr>
        <w:t>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“c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nh tranh”</w:t>
      </w:r>
      <w:r w:rsidRPr="00E84FF4">
        <w:rPr>
          <w:rFonts w:ascii="Times New Roman" w:eastAsia="DFKai-SB" w:hAnsi="Times New Roman"/>
          <w:sz w:val="28"/>
          <w:szCs w:val="28"/>
        </w:rPr>
        <w:t>, c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tranh cao hơn là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 tranh,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 tranh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cao hơn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tranh.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là [cu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ng] vũ khí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 nhân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[vũ khí] sanh hóa (biochemistry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weapon</w:t>
      </w:r>
      <w:r w:rsidRPr="00E84FF4">
        <w:rPr>
          <w:rFonts w:ascii="Times New Roman" w:eastAsia="DFKai-SB" w:hAnsi="Times New Roman"/>
          <w:sz w:val="28"/>
          <w:szCs w:val="28"/>
        </w:rPr>
        <w:t>), là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xem có đáng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 hay không? Do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gì hay chăng?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chi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! Trong l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ghi chép hai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ngàn năm trên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này, chưa h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nào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mà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.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thành ph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p hơn. Con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không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dùng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chánh xác.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tài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Chúng ta mong phát tài,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ta, tài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quá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quá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m, đ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dùng là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i.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tho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mái,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y là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ẹ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</w:t>
      </w:r>
      <w:r w:rsidRPr="00E84FF4">
        <w:rPr>
          <w:rFonts w:ascii="Times New Roman" w:eastAsia="DFKai-SB" w:hAnsi="Times New Roman"/>
          <w:sz w:val="28"/>
          <w:szCs w:val="28"/>
        </w:rPr>
        <w:t>,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gì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mong cho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u?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thành tâm tham, tham lam.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tham lam là ng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qu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a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 trong tam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. Sai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Tài có cái nhân là gì?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ta,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!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tích lũy.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đã nói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hay: </w:t>
      </w:r>
      <w:r w:rsidRPr="00E84FF4">
        <w:rPr>
          <w:rFonts w:ascii="Times New Roman" w:eastAsia="DFKai-SB" w:hAnsi="Times New Roman"/>
          <w:i/>
          <w:sz w:val="28"/>
          <w:szCs w:val="28"/>
        </w:rPr>
        <w:t>“Tích tài táng đ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o”</w:t>
      </w:r>
      <w:r w:rsidRPr="00E84FF4">
        <w:rPr>
          <w:rFonts w:ascii="Times New Roman" w:eastAsia="DFKai-SB" w:hAnsi="Times New Roman"/>
          <w:sz w:val="28"/>
          <w:szCs w:val="28"/>
        </w:rPr>
        <w:t>, [nghĩa là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a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n],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hao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n!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tích lũy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tài,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tài bèn thí, đ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: “Ta thí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ch,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ẽ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lo li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u cho </w:t>
      </w:r>
      <w:r w:rsidRPr="00E84FF4">
        <w:rPr>
          <w:rFonts w:ascii="Times New Roman" w:eastAsia="DFKai-SB" w:hAnsi="Times New Roman"/>
          <w:sz w:val="28"/>
          <w:szCs w:val="28"/>
        </w:rPr>
        <w:t>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ngày mai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ta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đây?” Nghĩ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ngày mai, nghĩ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sang năm, nghĩ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tương lai,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dám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sai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suy nghĩ sai bét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n tài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Trung Hoa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“thông hóa”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通貨</w:t>
      </w:r>
      <w:r w:rsidRPr="00E84FF4">
        <w:rPr>
          <w:rFonts w:ascii="Times New Roman" w:eastAsia="DFKai-SB" w:hAnsi="Times New Roman"/>
          <w:sz w:val="28"/>
          <w:szCs w:val="28"/>
        </w:rPr>
        <w:t>, hàng hóa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có tính cách lưu thông),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quý 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ị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hãy suy nghĩ danh 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ừ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y, Thông (</w:t>
      </w:r>
      <w:r w:rsidRPr="00E84FF4">
        <w:rPr>
          <w:rFonts w:ascii="Times New Roman" w:eastAsia="DFKai-SB" w:hAnsi="Times New Roman" w:hint="eastAsia"/>
          <w:sz w:val="28"/>
          <w:szCs w:val="28"/>
        </w:rPr>
        <w:t>通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) là lưu thông, </w:t>
      </w:r>
      <w:r w:rsidRPr="00E84FF4">
        <w:rPr>
          <w:rFonts w:ascii="Times New Roman" w:eastAsia="DFKai-SB" w:hAnsi="Times New Roman"/>
          <w:sz w:val="28"/>
          <w:szCs w:val="28"/>
        </w:rPr>
        <w:t>có nghĩa là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tích cóp!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lưu 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cho nó ch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y, có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n, có đi,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cho nó lưu thông,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là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y,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là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ch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ẽ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ngăn ch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 nó,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 bi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cái ao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c trong ao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lưu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n;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lưu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thành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tù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ng. Trong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tù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sanh ra các vi sanh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>.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nhân sánh ví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tài như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 lý!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nó lưu thông,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t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 tr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đó,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Trung Hoa, vào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tài là ai? [Chính là]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Lãi trong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Xuân Thu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c. Vì sao coi ông ta như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tài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?</w:t>
      </w:r>
      <w:r w:rsidRPr="00E84FF4">
        <w:rPr>
          <w:rFonts w:ascii="Times New Roman" w:eastAsia="DFKai-SB" w:hAnsi="Times New Roman"/>
          <w:sz w:val="28"/>
          <w:szCs w:val="28"/>
        </w:rPr>
        <w:t xml:space="preserve"> Ông ta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kinh doanh.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 có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giúp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Vương Câu Ti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đánh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Ngô,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hưng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nhà. Sau khi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Ngô, ông ta không làm quan, lén lút tr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đi, Câu Ti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tìm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a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tên, đ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tên thành Đào Châu Công. Đào Châu Công chính là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Lãi,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theo Tây Thi, Tây Thi là v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ông ta, hai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kinh doanh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buôn bán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. Ba năm sau ph</w:t>
      </w:r>
      <w:r w:rsidRPr="00E84FF4">
        <w:rPr>
          <w:rFonts w:ascii="Times New Roman" w:eastAsia="DFKai-SB" w:hAnsi="Times New Roman"/>
          <w:sz w:val="28"/>
          <w:szCs w:val="28"/>
        </w:rPr>
        <w:t>át tài, phát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t. Sau khi đã phát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t, ông ta đem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tài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nghèo cùng,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ch. Sau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kinh doanh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làm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năm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phát tài;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phát tài,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phân tán [tài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n].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sau khi phát tài, ông ta li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chi nhánh,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tích cóp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n,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có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thì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khá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công ty,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m chí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là công ty đa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gia.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tích lũy càng ngày càng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p. Sau khi ch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mang theo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nào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! Đúng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“muôn th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>ng mang đư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c, ch</w:t>
      </w:r>
      <w:r w:rsidRPr="00E84FF4">
        <w:rPr>
          <w:rFonts w:ascii="Times New Roman" w:eastAsia="DFKai-SB" w:hAnsi="Times New Roman"/>
          <w:i/>
          <w:sz w:val="28"/>
          <w:szCs w:val="28"/>
        </w:rPr>
        <w:t>ỉ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có nghi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p theo thân”</w:t>
      </w:r>
      <w:r w:rsidRPr="00E84FF4">
        <w:rPr>
          <w:rFonts w:ascii="Times New Roman" w:eastAsia="DFKai-SB" w:hAnsi="Times New Roman"/>
          <w:sz w:val="28"/>
          <w:szCs w:val="28"/>
        </w:rPr>
        <w:t>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đem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chia cho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nghèo túng,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tai n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kh</w:t>
      </w:r>
      <w:r w:rsidRPr="00E84FF4">
        <w:rPr>
          <w:rFonts w:ascii="Times New Roman" w:eastAsia="DFKai-SB" w:hAnsi="Times New Roman"/>
          <w:sz w:val="28"/>
          <w:szCs w:val="28"/>
        </w:rPr>
        <w:t>ông,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có giàu nghèo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u. Giàu nghèo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đương nhiên là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báo. Chúng sanh ngu si,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;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giàu có bèn oán 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trong tâm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bình.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giàu có mà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tán tài, tâm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(nh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nghèo)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bình. Đã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nghèo cũng cung kính,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cũng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tán thán,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giàu.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xem, cách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nào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hơn? Trong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[tài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n],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u phân tán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ch,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b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buôn bán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năm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phát tài.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Lãi b</w:t>
      </w:r>
      <w:r w:rsidRPr="00E84FF4">
        <w:rPr>
          <w:rFonts w:ascii="Times New Roman" w:eastAsia="DFKai-SB" w:hAnsi="Times New Roman"/>
          <w:sz w:val="28"/>
          <w:szCs w:val="28"/>
        </w:rPr>
        <w:t>a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tài, ba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tán tài;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Hoa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ông ta là Tài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là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m gương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kinh doanh tài s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n.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tài,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tán tài!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Tán tài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màng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quan tâm 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còn có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còn có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c; nói theo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u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tâm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vư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 v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tu vô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u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khác nhau!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vô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u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là khai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giúp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tri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nâng cao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i.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đây,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 nói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vô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u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u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n. Chư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là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thông minh, các Ngài tu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p </w:t>
      </w:r>
      <w:r w:rsidRPr="00E84FF4">
        <w:rPr>
          <w:rFonts w:ascii="Times New Roman" w:eastAsia="DFKai-SB" w:hAnsi="Times New Roman"/>
          <w:sz w:val="28"/>
          <w:szCs w:val="28"/>
        </w:rPr>
        <w:t>[vô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u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n]. Vô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u là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hành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thí; trong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m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may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c. Dùng tâm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dùng tâm bình đ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dùng tâm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dùng tâm chân thành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là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 v</w:t>
      </w:r>
      <w:r w:rsidRPr="00E84FF4">
        <w:rPr>
          <w:rFonts w:ascii="Times New Roman" w:eastAsia="DFKai-SB" w:hAnsi="Times New Roman"/>
          <w:sz w:val="28"/>
          <w:szCs w:val="28"/>
        </w:rPr>
        <w:t>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ng,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nh Tông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“vô lư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ng quang, vô lư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ng th</w:t>
      </w:r>
      <w:r w:rsidRPr="00E84FF4">
        <w:rPr>
          <w:rFonts w:ascii="Times New Roman" w:eastAsia="DFKai-SB" w:hAnsi="Times New Roman"/>
          <w:i/>
          <w:sz w:val="28"/>
          <w:szCs w:val="28"/>
        </w:rPr>
        <w:t>ọ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>, do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 mà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Tu Tài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Pháp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 và Vô Úy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ai thí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m báo, đúng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“m</w:t>
      </w:r>
      <w:r w:rsidRPr="00E84FF4">
        <w:rPr>
          <w:rFonts w:ascii="Times New Roman" w:eastAsia="DFKai-SB" w:hAnsi="Times New Roman"/>
          <w:i/>
          <w:sz w:val="28"/>
          <w:szCs w:val="28"/>
        </w:rPr>
        <w:t>ỗ</w:t>
      </w:r>
      <w:r w:rsidRPr="00E84FF4">
        <w:rPr>
          <w:rFonts w:ascii="Times New Roman" w:eastAsia="DFKai-SB" w:hAnsi="Times New Roman"/>
          <w:i/>
          <w:sz w:val="28"/>
          <w:szCs w:val="28"/>
        </w:rPr>
        <w:t>i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có nhân qu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riêng,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y ch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>u trách nhi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m”</w:t>
      </w:r>
      <w:r w:rsidRPr="00E84FF4">
        <w:rPr>
          <w:rFonts w:ascii="Times New Roman" w:eastAsia="DFKai-SB" w:hAnsi="Times New Roman"/>
          <w:sz w:val="28"/>
          <w:szCs w:val="28"/>
        </w:rPr>
        <w:t>, là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Kinh </w:t>
      </w:r>
      <w:r w:rsidRPr="00E84FF4">
        <w:rPr>
          <w:rFonts w:ascii="Times New Roman" w:eastAsia="DFKai-SB" w:hAnsi="Times New Roman"/>
          <w:sz w:val="28"/>
          <w:szCs w:val="28"/>
        </w:rPr>
        <w:t>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đã nói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u. Kinh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có sai khác đôi chút, nhưng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thành tr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ng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to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n. Chúng ta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kinh,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tay l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[b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nào], Ngài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chu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Ví như nói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có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cách nói khác nhau,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không quan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ng. Chúng ta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văn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ngôn thuy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hãy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nghĩa lý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a nó, [chính là] </w:t>
      </w:r>
      <w:r w:rsidRPr="00E84FF4">
        <w:rPr>
          <w:rFonts w:ascii="Times New Roman" w:eastAsia="DFKai-SB" w:hAnsi="Times New Roman"/>
          <w:i/>
          <w:sz w:val="28"/>
          <w:szCs w:val="28"/>
        </w:rPr>
        <w:t>“nhân lành, qu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lành; nhân ác, báo ác”.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Ví như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 tu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thí. Trong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a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vi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tu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“thiên b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 luân 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千輻輪相</w:t>
      </w:r>
      <w:r w:rsidRPr="00E84FF4">
        <w:rPr>
          <w:rFonts w:ascii="Times New Roman" w:eastAsia="DFKai-SB" w:hAnsi="Times New Roman"/>
          <w:sz w:val="28"/>
          <w:szCs w:val="28"/>
        </w:rPr>
        <w:t>,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bánh xe ngàn căm). Lòng bàn chân,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lòng bàn tay có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vân, lòng bàn chân cũng có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vân.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bàn tay và bàn chân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luân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b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bình phàm chúng ta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có.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tròn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xoe</w:t>
      </w:r>
      <w:r w:rsidRPr="00E84FF4">
        <w:rPr>
          <w:rFonts w:ascii="Times New Roman" w:eastAsia="DFKai-SB" w:hAnsi="Times New Roman"/>
          <w:sz w:val="28"/>
          <w:szCs w:val="28"/>
        </w:rPr>
        <w:t>, có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tia tõe ra,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c. Đó là do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thích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trong [lòng bàn] tay [và bàn chân]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pháp,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v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sanh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ng, thuy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pháp là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giúp đ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 phá mê khai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“Phá mê khai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” là nhân,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“lìa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vui”.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n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 do đâu mà có?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do mê mà có. Đã mê thì tư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ng,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i, ngôn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, và hành vi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sai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m. Do tư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và ngôn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sai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ác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ác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rõ, tư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ng,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và ngôn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hoàn toàn chánh xác, chánh x</w:t>
      </w:r>
      <w:r w:rsidRPr="00E84FF4">
        <w:rPr>
          <w:rFonts w:ascii="Times New Roman" w:eastAsia="DFKai-SB" w:hAnsi="Times New Roman"/>
          <w:sz w:val="28"/>
          <w:szCs w:val="28"/>
        </w:rPr>
        <w:t>ác thì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“lìa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vui” là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“phá mê khai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” là nhân. Sau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ân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i chúng ta,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[các Ngài] </w:t>
      </w:r>
      <w:r w:rsidRPr="00E84FF4">
        <w:rPr>
          <w:rFonts w:ascii="Times New Roman" w:eastAsia="DFKai-SB" w:hAnsi="Times New Roman"/>
          <w:sz w:val="28"/>
          <w:szCs w:val="28"/>
        </w:rPr>
        <w:t xml:space="preserve">giúp chúng ta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phá tr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nghi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c, giúp chúng ta khai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vô biên. Lòng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cách nào hình dung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sanh, các Ngài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thí x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dâng,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m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may mong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u. Vì sao? Chính là vì các Ngài đã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tri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thông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t,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 chân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muôn pháp trong vũ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. Vì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tư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và quan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các Ngài chánh xác. Chân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 gì? Chân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 và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pháp trong toàn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vũ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Giáo pháp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“Vô duyên đ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i t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>, đ</w:t>
      </w:r>
      <w:r w:rsidRPr="00E84FF4">
        <w:rPr>
          <w:rFonts w:ascii="Times New Roman" w:eastAsia="DFKai-SB" w:hAnsi="Times New Roman"/>
          <w:i/>
          <w:sz w:val="28"/>
          <w:szCs w:val="28"/>
        </w:rPr>
        <w:t>ồ</w:t>
      </w:r>
      <w:r w:rsidRPr="00E84FF4">
        <w:rPr>
          <w:rFonts w:ascii="Times New Roman" w:eastAsia="DFKai-SB" w:hAnsi="Times New Roman"/>
          <w:i/>
          <w:sz w:val="28"/>
          <w:szCs w:val="28"/>
        </w:rPr>
        <w:t>ng th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i bi”</w:t>
      </w:r>
      <w:r w:rsidRPr="00E84FF4">
        <w:rPr>
          <w:rFonts w:ascii="Times New Roman" w:eastAsia="DFKai-SB" w:hAnsi="Times New Roman"/>
          <w:sz w:val="28"/>
          <w:szCs w:val="28"/>
        </w:rPr>
        <w:t>, tâm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 nay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“ái tâm”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(tâm yêu thương). Vì sao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bi”</w:t>
      </w:r>
      <w:r w:rsidRPr="00E84FF4">
        <w:rPr>
          <w:rFonts w:ascii="Times New Roman" w:eastAsia="DFKai-SB" w:hAnsi="Times New Roman"/>
          <w:sz w:val="28"/>
          <w:szCs w:val="28"/>
        </w:rPr>
        <w:t xml:space="preserve">? Dùng hai câu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(vô duyên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bi)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u. Vô duyên ái là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; nay chúng ta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“vô duyên”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[</w:t>
      </w:r>
      <w:r w:rsidRPr="00E84FF4">
        <w:rPr>
          <w:rFonts w:ascii="Times New Roman" w:eastAsia="DFKai-SB" w:hAnsi="Times New Roman"/>
          <w:sz w:val="28"/>
          <w:szCs w:val="28"/>
        </w:rPr>
        <w:t>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]</w:t>
      </w:r>
      <w:r w:rsidRPr="00E84FF4">
        <w:rPr>
          <w:rFonts w:ascii="Times New Roman" w:eastAsia="DFKai-SB" w:hAnsi="Times New Roman"/>
          <w:sz w:val="28"/>
          <w:szCs w:val="28"/>
        </w:rPr>
        <w:t xml:space="preserve">, lòng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yêu thương </w:t>
      </w:r>
      <w:r w:rsidRPr="00E84FF4">
        <w:rPr>
          <w:rFonts w:ascii="Times New Roman" w:eastAsia="DFKai-SB" w:hAnsi="Times New Roman"/>
          <w:sz w:val="28"/>
          <w:szCs w:val="28"/>
        </w:rPr>
        <w:t>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[</w:t>
      </w:r>
      <w:r w:rsidRPr="00E84FF4">
        <w:rPr>
          <w:rFonts w:ascii="Times New Roman" w:eastAsia="DFKai-SB" w:hAnsi="Times New Roman"/>
          <w:i/>
          <w:sz w:val="28"/>
          <w:szCs w:val="28"/>
        </w:rPr>
        <w:t>vô duyên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]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>, chính mình và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hai, chính mình và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“đ</w:t>
      </w:r>
      <w:r w:rsidRPr="00E84FF4">
        <w:rPr>
          <w:rFonts w:ascii="Times New Roman" w:eastAsia="DFKai-SB" w:hAnsi="Times New Roman"/>
          <w:i/>
          <w:sz w:val="28"/>
          <w:szCs w:val="28"/>
        </w:rPr>
        <w:t>ồ</w:t>
      </w:r>
      <w:r w:rsidRPr="00E84FF4">
        <w:rPr>
          <w:rFonts w:ascii="Times New Roman" w:eastAsia="DFKai-SB" w:hAnsi="Times New Roman"/>
          <w:i/>
          <w:sz w:val="28"/>
          <w:szCs w:val="28"/>
        </w:rPr>
        <w:t>ng Th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>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Bi tâm cũng là ái tâm. Nói cách khác, lòng yêu thương trong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Tát,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 trong toàn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vũ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và ta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.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thân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ta, chúng ta dùng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cái thân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bi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 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vũ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[</w:t>
      </w:r>
      <w:r w:rsidRPr="00E84FF4">
        <w:rPr>
          <w:rFonts w:ascii="Times New Roman" w:eastAsia="DFKai-SB" w:hAnsi="Times New Roman"/>
          <w:sz w:val="28"/>
          <w:szCs w:val="28"/>
        </w:rPr>
        <w:t>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]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thân tôi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bào trên cái thân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và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cũng là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bào,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thu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cùng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cái thân này. Tôi yêu thương,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v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còn bàn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gì chăng? Tay trái hơi ng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a, tay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giúp nó gãi ng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a, còn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bàn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còn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cám ơn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 hay không? Đương nhiên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chư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li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u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chân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kh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p pháp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hư không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chính mình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đó là gì? Pháp Thân!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giáo pháp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đã nói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hay: </w:t>
      </w:r>
      <w:r w:rsidRPr="00E84FF4">
        <w:rPr>
          <w:rFonts w:ascii="Times New Roman" w:eastAsia="DFKai-SB" w:hAnsi="Times New Roman"/>
          <w:i/>
          <w:sz w:val="28"/>
          <w:szCs w:val="28"/>
        </w:rPr>
        <w:t>“Mư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phương ba đ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t, cùng chung m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t Pháp Thân”. 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kinh đi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chúng ta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u </w:t>
      </w: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này, cùng chung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t Pháp Thân! </w:t>
      </w:r>
      <w:r w:rsidRPr="00E84FF4">
        <w:rPr>
          <w:rFonts w:ascii="Times New Roman" w:eastAsia="DFKai-SB" w:hAnsi="Times New Roman"/>
          <w:i/>
          <w:sz w:val="28"/>
          <w:szCs w:val="28"/>
        </w:rPr>
        <w:t>“M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t tâm, m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t trí hu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, l</w:t>
      </w:r>
      <w:r w:rsidRPr="00E84FF4">
        <w:rPr>
          <w:rFonts w:ascii="Times New Roman" w:eastAsia="DFKai-SB" w:hAnsi="Times New Roman"/>
          <w:i/>
          <w:sz w:val="28"/>
          <w:szCs w:val="28"/>
        </w:rPr>
        <w:t>ự</w:t>
      </w:r>
      <w:r w:rsidRPr="00E84FF4">
        <w:rPr>
          <w:rFonts w:ascii="Times New Roman" w:eastAsia="DFKai-SB" w:hAnsi="Times New Roman"/>
          <w:i/>
          <w:sz w:val="28"/>
          <w:szCs w:val="28"/>
        </w:rPr>
        <w:t>c, vô úy cũng th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>,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đã đ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này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kinh. Nay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u rõ, Ngài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“mư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phương ba đ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t”</w:t>
      </w:r>
      <w:r w:rsidRPr="00E84FF4">
        <w:rPr>
          <w:rFonts w:ascii="Times New Roman" w:eastAsia="DFKai-SB" w:hAnsi="Times New Roman"/>
          <w:sz w:val="28"/>
          <w:szCs w:val="28"/>
        </w:rPr>
        <w:t>,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“mư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phương”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không gian, </w:t>
      </w:r>
      <w:r w:rsidRPr="00E84FF4">
        <w:rPr>
          <w:rFonts w:ascii="Times New Roman" w:eastAsia="DFKai-SB" w:hAnsi="Times New Roman"/>
          <w:i/>
          <w:sz w:val="28"/>
          <w:szCs w:val="28"/>
        </w:rPr>
        <w:t>“ba đ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nói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gian,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,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lai.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trong kinh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đã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u,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thì như Thích Ca Mâu Ni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A Di Đà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Di L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đã nói danh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hơn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hai ngàn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trong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ngày T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Sám.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đã vì chúng ta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,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lai ba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chư </w:t>
      </w:r>
      <w:r w:rsidRPr="00E84FF4">
        <w:rPr>
          <w:rFonts w:ascii="Times New Roman" w:eastAsia="DFKai-SB" w:hAnsi="Times New Roman"/>
          <w:sz w:val="28"/>
          <w:szCs w:val="28"/>
        </w:rPr>
        <w:t>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Đ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là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lai,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lai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là ai?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 trong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 xml:space="preserve">: </w:t>
      </w:r>
      <w:r w:rsidRPr="00E84FF4">
        <w:rPr>
          <w:rFonts w:ascii="Times New Roman" w:eastAsia="DFKai-SB" w:hAnsi="Times New Roman"/>
          <w:i/>
          <w:sz w:val="28"/>
          <w:szCs w:val="28"/>
        </w:rPr>
        <w:t>“H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 th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y chúng sanh đ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u có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 Tánh”</w:t>
      </w:r>
      <w:r w:rsidRPr="00E84FF4">
        <w:rPr>
          <w:rFonts w:ascii="Times New Roman" w:eastAsia="DFKai-SB" w:hAnsi="Times New Roman"/>
          <w:sz w:val="28"/>
          <w:szCs w:val="28"/>
        </w:rPr>
        <w:t>. Câu nói này có ý nghĩa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g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i câu </w:t>
      </w:r>
      <w:r w:rsidRPr="00E84FF4">
        <w:rPr>
          <w:rFonts w:ascii="Times New Roman" w:eastAsia="DFKai-SB" w:hAnsi="Times New Roman"/>
          <w:i/>
          <w:sz w:val="28"/>
          <w:szCs w:val="28"/>
        </w:rPr>
        <w:t>“nhân chi sơ, tánh b</w:t>
      </w:r>
      <w:r w:rsidRPr="00E84FF4">
        <w:rPr>
          <w:rFonts w:ascii="Times New Roman" w:eastAsia="DFKai-SB" w:hAnsi="Times New Roman"/>
          <w:i/>
          <w:sz w:val="28"/>
          <w:szCs w:val="28"/>
        </w:rPr>
        <w:t>ổ</w:t>
      </w:r>
      <w:r w:rsidRPr="00E84FF4">
        <w:rPr>
          <w:rFonts w:ascii="Times New Roman" w:eastAsia="DFKai-SB" w:hAnsi="Times New Roman"/>
          <w:i/>
          <w:sz w:val="28"/>
          <w:szCs w:val="28"/>
        </w:rPr>
        <w:t>n thi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tánh con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lành!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nói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Tánh. Đã có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Tánh, đương nhiên là trong tương lai,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kh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theo như Hoa Nghiêm và Viên Giác đã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y: </w:t>
      </w:r>
      <w:r w:rsidRPr="00E84FF4">
        <w:rPr>
          <w:rFonts w:ascii="Times New Roman" w:eastAsia="DFKai-SB" w:hAnsi="Times New Roman"/>
          <w:i/>
          <w:sz w:val="28"/>
          <w:szCs w:val="28"/>
        </w:rPr>
        <w:t>“H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 th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y chúng sanh v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n đã thành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t”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tin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 hay không?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tôi, câu tr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tôi là kh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nh! Tôi tin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 v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thành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có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hay không?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xét xem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quan sát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góc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nào!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lìa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lìa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nhìn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n tánh 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sanh,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đúng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tí nào! Tuy [nhìn theo]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thì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[là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t], nhưng xét theo tánh,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sai! Tánh đã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l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có bao gi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t? Bèn thông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t! Sau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cái tâm yêu thương, vô duyên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bi n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y sanh tràn tr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nhiên sanh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m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may mi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cư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ng nào.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vào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giáo là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c, thu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Thích Ca Mâu Ni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ngày Ngài </w:t>
      </w:r>
      <w:r w:rsidRPr="00E84FF4">
        <w:rPr>
          <w:rFonts w:ascii="Times New Roman" w:eastAsia="DFKai-SB" w:hAnsi="Times New Roman"/>
          <w:i/>
          <w:sz w:val="28"/>
          <w:szCs w:val="28"/>
        </w:rPr>
        <w:t>“lên l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p”</w:t>
      </w:r>
      <w:r w:rsidRPr="00E84FF4">
        <w:rPr>
          <w:rFonts w:ascii="Times New Roman" w:eastAsia="DFKai-SB" w:hAnsi="Times New Roman"/>
          <w:sz w:val="28"/>
          <w:szCs w:val="28"/>
        </w:rPr>
        <w:t>,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kinh, thuy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t pháp chính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“lên l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p”.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Tinh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và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lão nhân gia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p,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ngày là tám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,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mươi chín năm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ngh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ngơi.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này,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“gi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ng kinh hơn ba trăm h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i, thuy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 pháp b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n mươi chín năm”</w:t>
      </w:r>
      <w:r w:rsidRPr="00E84FF4">
        <w:rPr>
          <w:rFonts w:ascii="Times New Roman" w:eastAsia="DFKai-SB" w:hAnsi="Times New Roman"/>
          <w:sz w:val="28"/>
          <w:szCs w:val="28"/>
        </w:rPr>
        <w:t>, rát mi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ng bu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lòng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d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gì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chúng ta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li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u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chân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vũ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và nhân sinh,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tư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g,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và ngôn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ta vĩnh vi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sai qu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Có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tôi: “Th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ư?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tin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hay chăng?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hay không?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hay chưa?”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có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Tôi đáp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đơn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ta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tôi: “Ph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hay không?” Tôi li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y: “Chính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t”.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: “Làm sao tôi là [Ph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t] cho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c?”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Kinh Hoa Ngh</w:t>
      </w:r>
      <w:r w:rsidRPr="00E84FF4">
        <w:rPr>
          <w:rFonts w:ascii="Times New Roman" w:eastAsia="DFKai-SB" w:hAnsi="Times New Roman"/>
          <w:sz w:val="28"/>
          <w:szCs w:val="28"/>
        </w:rPr>
        <w:t>iêm đã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y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quá</w:t>
      </w:r>
      <w:r w:rsidRPr="00E84FF4">
        <w:rPr>
          <w:rFonts w:ascii="Times New Roman" w:eastAsia="DFKai-SB" w:hAnsi="Times New Roman"/>
          <w:sz w:val="28"/>
          <w:szCs w:val="28"/>
        </w:rPr>
        <w:t xml:space="preserve"> hay: </w:t>
      </w:r>
      <w:r w:rsidRPr="00E84FF4">
        <w:rPr>
          <w:rFonts w:ascii="Times New Roman" w:eastAsia="DFKai-SB" w:hAnsi="Times New Roman"/>
          <w:i/>
          <w:sz w:val="28"/>
          <w:szCs w:val="28"/>
        </w:rPr>
        <w:t>“H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 th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y chúng sanh đ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u có đ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 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 và trí hu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i/>
          <w:sz w:val="28"/>
          <w:szCs w:val="28"/>
        </w:rPr>
        <w:t>ủ</w:t>
      </w:r>
      <w:r w:rsidRPr="00E84FF4">
        <w:rPr>
          <w:rFonts w:ascii="Times New Roman" w:eastAsia="DFKai-SB" w:hAnsi="Times New Roman"/>
          <w:i/>
          <w:sz w:val="28"/>
          <w:szCs w:val="28"/>
        </w:rPr>
        <w:t>a Như Lai, ch</w:t>
      </w:r>
      <w:r w:rsidRPr="00E84FF4">
        <w:rPr>
          <w:rFonts w:ascii="Times New Roman" w:eastAsia="DFKai-SB" w:hAnsi="Times New Roman"/>
          <w:i/>
          <w:sz w:val="28"/>
          <w:szCs w:val="28"/>
        </w:rPr>
        <w:t>ỉ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vì v</w:t>
      </w:r>
      <w:r w:rsidRPr="00E84FF4">
        <w:rPr>
          <w:rFonts w:ascii="Times New Roman" w:eastAsia="DFKai-SB" w:hAnsi="Times New Roman"/>
          <w:i/>
          <w:sz w:val="28"/>
          <w:szCs w:val="28"/>
        </w:rPr>
        <w:t>ọ</w:t>
      </w:r>
      <w:r w:rsidRPr="00E84FF4">
        <w:rPr>
          <w:rFonts w:ascii="Times New Roman" w:eastAsia="DFKai-SB" w:hAnsi="Times New Roman"/>
          <w:i/>
          <w:sz w:val="28"/>
          <w:szCs w:val="28"/>
        </w:rPr>
        <w:t>ng tư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>ng và ch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p trư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c mà 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>ng th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ng đ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c”.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Do đó, Hoa Nghiêm và Viên Giác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u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t th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y chúng sanh v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n thành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t”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t!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vì sao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thành nông n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này?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vì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ng, có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có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thành nông n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này. Nói cách khác,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ng,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ư? Tôi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nói sai,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!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g buông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nhưng đã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Tát. So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thì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hơn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vì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thì ngay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cũng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ng.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có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như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và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nhưng đã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cũng khá l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m, đó là A La Hán.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A La Hán,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Bích Chi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ng,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phàm phu,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tình tr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Do đó,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còn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các pháp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A La Hán.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Tát.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công,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công gì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là công phu.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nói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ngày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bao nhiêu kinh,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bao nhiêu câu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y!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t.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là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là công phu.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càng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nh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nhàng,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tăng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ng. Cái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là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não,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não đã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bèn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n,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là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đó.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xem,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là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hay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òn có nghi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hay không?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buông pháp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 cũng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buông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kinh Kim Cang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“Pháp thư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ng ưng x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, hà hu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ng phi pháp”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</w:t>
      </w:r>
      <w:r w:rsidRPr="00E84FF4">
        <w:rPr>
          <w:rFonts w:ascii="Times New Roman" w:eastAsia="DFKai-SB" w:hAnsi="Times New Roman"/>
          <w:sz w:val="28"/>
          <w:szCs w:val="28"/>
        </w:rPr>
        <w:t>háp còn nên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hu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phi pháp). Cái </w:t>
      </w:r>
      <w:r w:rsidRPr="00E84FF4">
        <w:rPr>
          <w:rFonts w:ascii="Times New Roman" w:eastAsia="DFKai-SB" w:hAnsi="Times New Roman"/>
          <w:i/>
          <w:sz w:val="28"/>
          <w:szCs w:val="28"/>
        </w:rPr>
        <w:t>“pháp”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chính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pháp.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tham, cũng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tích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pháp. Trong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năm qua, chúng tôi đã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Kinh, có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sư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các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o tràng có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lòng </w:t>
      </w:r>
      <w:r w:rsidRPr="00E84FF4">
        <w:rPr>
          <w:rFonts w:ascii="Times New Roman" w:eastAsia="DFKai-SB" w:hAnsi="Times New Roman"/>
          <w:sz w:val="28"/>
          <w:szCs w:val="28"/>
        </w:rPr>
        <w:t>tham, chúng tôi g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kinh đi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c, nh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phân phát giùm.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sau khi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kinh đi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đã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toàn b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Tàng Kin</w:t>
      </w:r>
      <w:r w:rsidRPr="00E84FF4">
        <w:rPr>
          <w:rFonts w:ascii="Times New Roman" w:eastAsia="DFKai-SB" w:hAnsi="Times New Roman"/>
          <w:sz w:val="28"/>
          <w:szCs w:val="28"/>
        </w:rPr>
        <w:t>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a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chùa </w:t>
      </w:r>
      <w:r w:rsidRPr="00E84FF4">
        <w:rPr>
          <w:rFonts w:ascii="Times New Roman" w:eastAsia="DFKai-SB" w:hAnsi="Times New Roman"/>
          <w:sz w:val="28"/>
          <w:szCs w:val="28"/>
        </w:rPr>
        <w:t>mình,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Kinh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nhé! Chúng tôi v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hy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chia cho các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tràng, nhưng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ng,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trung toàn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chùa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a 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ọ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.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Tôi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nói, ai có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 trách nhi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m!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tôi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 cho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chùa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Chúng ta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ngu si.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thông minh,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? Phân tán!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ngay l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ra.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Nê (Indonesia), chúng tôi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 sáu ch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Long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(Càn Long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Kinh) cho chùa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Nê. Phương trư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hòa thư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t! Khi tôi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thăm, Ngài tri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 trách nhi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các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giáo bên Indonesia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lãnh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Kinh, nghi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long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ng. Tôi nh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 ngay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năm mươi ba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sáu mươi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Kinh,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 ngay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năm mươi ba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tôn giáo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gia cũng c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ty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tham d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Kinh,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hoan 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>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đúng pháp,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sư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luôn luôn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minh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ch: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tán tài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lưu thông pháp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thông minh,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.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 vô úy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e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lâu.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Như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Sơn Tây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và “Vì sao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ăn chúng nó?”, đ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sáu đĩa DVD,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sáu đĩa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gì? Vô úy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là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e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ng lâu. Tuy trong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là vô úy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có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hay không? Đương nhiên là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n; có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thông minh,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hay không?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!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Quay phim</w:t>
      </w:r>
      <w:r w:rsidRPr="00E84FF4">
        <w:rPr>
          <w:rFonts w:ascii="Times New Roman" w:eastAsia="DFKai-SB" w:hAnsi="Times New Roman"/>
          <w:sz w:val="28"/>
          <w:szCs w:val="28"/>
        </w:rPr>
        <w:t>, c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ráp.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trong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ba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báo, có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tài, có thông minh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có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e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lâu. Trong tương lai,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khi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thành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lòng b</w:t>
      </w:r>
      <w:r w:rsidRPr="00E84FF4">
        <w:rPr>
          <w:rFonts w:ascii="Times New Roman" w:eastAsia="DFKai-SB" w:hAnsi="Times New Roman"/>
          <w:sz w:val="28"/>
          <w:szCs w:val="28"/>
        </w:rPr>
        <w:t xml:space="preserve">àn tay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và bàn chân </w:t>
      </w:r>
      <w:r w:rsidRPr="00E84FF4">
        <w:rPr>
          <w:rFonts w:ascii="Times New Roman" w:eastAsia="DFKai-SB" w:hAnsi="Times New Roman"/>
          <w:sz w:val="28"/>
          <w:szCs w:val="28"/>
        </w:rPr>
        <w:t>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pháp luân,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gì? Do hoan 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ba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Chúng ta còn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nơi thân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ng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có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(</w:t>
      </w:r>
      <w:r w:rsidRPr="00E84FF4">
        <w:rPr>
          <w:rFonts w:ascii="Times New Roman" w:eastAsia="DFKai-SB" w:hAnsi="Times New Roman" w:hint="eastAsia"/>
          <w:sz w:val="28"/>
          <w:szCs w:val="28"/>
        </w:rPr>
        <w:t>卍</w:t>
      </w:r>
      <w:r w:rsidRPr="00E84FF4">
        <w:rPr>
          <w:rFonts w:ascii="Times New Roman" w:eastAsia="DFKai-SB" w:hAnsi="Times New Roman"/>
          <w:sz w:val="28"/>
          <w:szCs w:val="28"/>
        </w:rPr>
        <w:t>).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là cát tư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tu gì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Xa lìa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ác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rõ,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tâm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[cho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n] ngôn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tác không gì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ứ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là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ác.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thành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ng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có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tay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khi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ng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“thùy th</w:t>
      </w:r>
      <w:r w:rsidRPr="00E84FF4">
        <w:rPr>
          <w:rFonts w:ascii="Times New Roman" w:eastAsia="DFKai-SB" w:hAnsi="Times New Roman"/>
          <w:i/>
          <w:sz w:val="28"/>
          <w:szCs w:val="28"/>
        </w:rPr>
        <w:t>ủ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quá t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 w:hint="eastAsia"/>
          <w:sz w:val="28"/>
          <w:szCs w:val="28"/>
        </w:rPr>
        <w:t>垂手過膝</w:t>
      </w:r>
      <w:r w:rsidRPr="00E84FF4">
        <w:rPr>
          <w:rFonts w:ascii="Times New Roman" w:eastAsia="DFKai-SB" w:hAnsi="Times New Roman"/>
          <w:sz w:val="28"/>
          <w:szCs w:val="28"/>
        </w:rPr>
        <w:t>, r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tay quá g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i). Tay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dài, khi thõng tay,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dài hơn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g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ít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có. Trong l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Trung Hoa, có chép [nhân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t] Lưu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tay Lưu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dài, l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chép tay ông ta r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ẽ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g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i.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phú,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quý trong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này, có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trong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viên mãn.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ba mươi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viên mãn thì theo kinh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y, có hai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i: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là đã thành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ng. Lo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kia là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Luân Thánh Vương,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báo to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n, do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tu thành. Vua có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[thư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là] </w:t>
      </w:r>
      <w:r w:rsidRPr="00E84FF4">
        <w:rPr>
          <w:rFonts w:ascii="Times New Roman" w:eastAsia="DFKai-SB" w:hAnsi="Times New Roman"/>
          <w:i/>
          <w:sz w:val="28"/>
          <w:szCs w:val="28"/>
        </w:rPr>
        <w:t>“ba mươi hai 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 Luân Vương”</w:t>
      </w:r>
      <w:r w:rsidRPr="00E84FF4">
        <w:rPr>
          <w:rFonts w:ascii="Times New Roman" w:eastAsia="DFKai-SB" w:hAnsi="Times New Roman"/>
          <w:sz w:val="28"/>
          <w:szCs w:val="28"/>
        </w:rPr>
        <w:t xml:space="preserve">.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ữ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ngư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khác 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có nhi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ề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 như 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y, n</w:t>
      </w:r>
      <w:r w:rsidRPr="00E84FF4">
        <w:rPr>
          <w:rFonts w:ascii="Times New Roman" w:eastAsia="DFKai-SB" w:hAnsi="Times New Roman"/>
          <w:sz w:val="28"/>
          <w:szCs w:val="28"/>
        </w:rPr>
        <w:t>hư 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kinh nói tôn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A Nan có ba mươi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ng. Tay r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quá g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có ng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hi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p </w:t>
      </w:r>
      <w:r w:rsidRPr="00E84FF4">
        <w:rPr>
          <w:rFonts w:ascii="Times New Roman" w:eastAsia="DFKai-SB" w:hAnsi="Times New Roman"/>
          <w:sz w:val="28"/>
          <w:szCs w:val="28"/>
        </w:rPr>
        <w:t>nhân là ưa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chu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thí,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thích giúp đ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khó khăn bèn chìa tay giúp đ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trư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ớ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 nay </w:t>
      </w:r>
      <w:r w:rsidRPr="00E84FF4">
        <w:rPr>
          <w:rFonts w:ascii="Times New Roman" w:eastAsia="DFKai-SB" w:hAnsi="Times New Roman"/>
          <w:sz w:val="28"/>
          <w:szCs w:val="28"/>
        </w:rPr>
        <w:t>chưa h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sót. Do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p nhân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tay thòng quá g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i.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tu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nh, </w:t>
      </w:r>
      <w:r w:rsidRPr="00E84FF4">
        <w:rPr>
          <w:rFonts w:ascii="Times New Roman" w:eastAsia="DFKai-SB" w:hAnsi="Times New Roman"/>
          <w:sz w:val="28"/>
          <w:szCs w:val="28"/>
        </w:rPr>
        <w:t>do vì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tương 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ng. Nay đã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chúng tôi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hoàn toàn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nhưng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nói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u. Gi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 sau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p.</w:t>
      </w:r>
    </w:p>
    <w:p w:rsidR="00796673" w:rsidRPr="00E84FF4" w:rsidRDefault="00796673">
      <w:pPr>
        <w:jc w:val="center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***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xin m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xu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ng. Xin xem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bài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này: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E84FF4">
        <w:rPr>
          <w:rFonts w:ascii="Times New Roman" w:eastAsia="DFKai-SB" w:hAnsi="Times New Roman"/>
          <w:b/>
          <w:i/>
          <w:sz w:val="28"/>
          <w:szCs w:val="28"/>
        </w:rPr>
        <w:t>(Kinh) Ki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 nghiêm s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c nhân, đương nguy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 chúng sanh, tam th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p nh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 xml:space="preserve"> tư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ng, dĩ vi nghiêm h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o.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E84FF4">
        <w:rPr>
          <w:rFonts w:ascii="Times New Roman" w:eastAsia="DFKai-SB" w:hAnsi="Times New Roman"/>
          <w:b/>
          <w:sz w:val="28"/>
          <w:szCs w:val="32"/>
        </w:rPr>
        <w:t>(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84FF4">
        <w:rPr>
          <w:rFonts w:ascii="Times New Roman" w:eastAsia="DFKai-SB" w:hAnsi="Times New Roman"/>
          <w:b/>
          <w:sz w:val="28"/>
          <w:szCs w:val="32"/>
        </w:rPr>
        <w:t>)</w:t>
      </w:r>
      <w:r w:rsidRPr="00E84FF4">
        <w:rPr>
          <w:rFonts w:ascii="Times New Roman" w:eastAsia="DFKai-SB" w:hAnsi="Times New Roman" w:hint="eastAsia"/>
          <w:b/>
          <w:sz w:val="28"/>
          <w:szCs w:val="32"/>
        </w:rPr>
        <w:t>見嚴飾人。當願眾生。三十二相。以為嚴好。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(</w:t>
      </w:r>
      <w:r w:rsidRPr="00E84FF4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E84FF4">
        <w:rPr>
          <w:rFonts w:ascii="Times New Roman" w:eastAsia="DFKai-SB" w:hAnsi="Times New Roman"/>
          <w:i/>
          <w:sz w:val="28"/>
          <w:szCs w:val="28"/>
        </w:rPr>
        <w:t>: Th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y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nghiêm s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c,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cho chúng sanh, ba mươi hai 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ng, trang nghiêm t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t đ</w:t>
      </w:r>
      <w:r w:rsidRPr="00E84FF4">
        <w:rPr>
          <w:rFonts w:ascii="Times New Roman" w:eastAsia="DFKai-SB" w:hAnsi="Times New Roman"/>
          <w:i/>
          <w:sz w:val="28"/>
          <w:szCs w:val="28"/>
        </w:rPr>
        <w:t>ẹ</w:t>
      </w:r>
      <w:r w:rsidRPr="00E84FF4">
        <w:rPr>
          <w:rFonts w:ascii="Times New Roman" w:eastAsia="DFKai-SB" w:hAnsi="Times New Roman"/>
          <w:i/>
          <w:sz w:val="28"/>
          <w:szCs w:val="28"/>
        </w:rPr>
        <w:t>p).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Bài k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này nói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có nhân.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tu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nhân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nói toàn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ng; nói toàn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dài. Tôi nh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, khi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 Kim Cang đã nói c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 k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Ví như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(đi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ề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 đình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i)</w:t>
      </w:r>
      <w:r w:rsidRPr="00E84FF4">
        <w:rPr>
          <w:rFonts w:ascii="Times New Roman" w:eastAsia="DFKai-SB" w:hAnsi="Times New Roman"/>
          <w:sz w:val="28"/>
          <w:szCs w:val="28"/>
        </w:rPr>
        <w:t xml:space="preserve"> tranh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p,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này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Liên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trong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năm ng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i/>
          <w:sz w:val="28"/>
          <w:szCs w:val="28"/>
        </w:rPr>
        <w:t>“làm th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nào đ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E84FF4">
        <w:rPr>
          <w:rFonts w:ascii="Times New Roman" w:eastAsia="DFKai-SB" w:hAnsi="Times New Roman"/>
          <w:i/>
          <w:sz w:val="28"/>
          <w:szCs w:val="28"/>
        </w:rPr>
        <w:t>ử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xung đ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t, xúc ti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>n an đ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>nh, hòa bình”</w:t>
      </w:r>
      <w:r w:rsidRPr="00E84FF4">
        <w:rPr>
          <w:rFonts w:ascii="Times New Roman" w:eastAsia="DFKai-SB" w:hAnsi="Times New Roman"/>
          <w:sz w:val="28"/>
          <w:szCs w:val="28"/>
        </w:rPr>
        <w:t>, đã làm su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ba mươi lă</w:t>
      </w:r>
      <w:r w:rsidRPr="00E84FF4">
        <w:rPr>
          <w:rFonts w:ascii="Times New Roman" w:eastAsia="DFKai-SB" w:hAnsi="Times New Roman"/>
          <w:sz w:val="28"/>
          <w:szCs w:val="28"/>
        </w:rPr>
        <w:t>m năm. B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làm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năm 1970 cho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nay,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đang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làm.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thân tôi tham gia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ngh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Liên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năm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trên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quan tâm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trong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phương Tây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“tiêu tr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xung đ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t”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tiêu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T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năm tăng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t, tai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nghiêm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ng hơn. Nguyên nhân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G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đây,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(H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m Đào)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Trung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ra </w:t>
      </w:r>
      <w:r w:rsidRPr="00E84FF4">
        <w:rPr>
          <w:rFonts w:ascii="Times New Roman" w:eastAsia="DFKai-SB" w:hAnsi="Times New Roman"/>
          <w:i/>
          <w:sz w:val="28"/>
          <w:szCs w:val="28"/>
        </w:rPr>
        <w:t>“xã h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i hài hòa, th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i hài hòa”</w:t>
      </w:r>
      <w:r w:rsidRPr="00E84FF4">
        <w:rPr>
          <w:rFonts w:ascii="Times New Roman" w:eastAsia="DFKai-SB" w:hAnsi="Times New Roman"/>
          <w:sz w:val="28"/>
          <w:szCs w:val="28"/>
        </w:rPr>
        <w:t>. Hai hôm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tôi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Giang quay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. L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Giang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đoàn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c,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lãnh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là tiên sinh Tuyên Khoa</w:t>
      </w:r>
      <w:r w:rsidRPr="00E84FF4">
        <w:rPr>
          <w:rStyle w:val="FootnoteReference"/>
          <w:rFonts w:ascii="Times New Roman" w:eastAsia="DFKai-SB" w:hAnsi="Times New Roman"/>
          <w:sz w:val="28"/>
          <w:szCs w:val="28"/>
        </w:rPr>
        <w:footnoteReference w:id="5"/>
      </w:r>
      <w:r w:rsidRPr="00E84FF4">
        <w:rPr>
          <w:rFonts w:ascii="Times New Roman" w:eastAsia="DFKai-SB" w:hAnsi="Times New Roman"/>
          <w:sz w:val="28"/>
          <w:szCs w:val="28"/>
        </w:rPr>
        <w:t>, năm nay ông ta đã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mươi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tu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i. Ông ta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thích hai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Hài Hòa, tôi nghe xong,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hoan 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>. Hòa (</w:t>
      </w:r>
      <w:r w:rsidRPr="00E84FF4">
        <w:rPr>
          <w:rFonts w:ascii="Times New Roman" w:eastAsia="DFKai-SB" w:hAnsi="Times New Roman" w:hint="eastAsia"/>
          <w:sz w:val="28"/>
          <w:szCs w:val="28"/>
        </w:rPr>
        <w:t>和</w:t>
      </w:r>
      <w:r w:rsidRPr="00E84FF4">
        <w:rPr>
          <w:rFonts w:ascii="Times New Roman" w:eastAsia="DFKai-SB" w:hAnsi="Times New Roman"/>
          <w:sz w:val="28"/>
          <w:szCs w:val="28"/>
        </w:rPr>
        <w:t>) là gì?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bên là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Kh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u (</w:t>
      </w:r>
      <w:r w:rsidRPr="00E84FF4">
        <w:rPr>
          <w:rFonts w:ascii="Times New Roman" w:eastAsia="DFKai-SB" w:hAnsi="Times New Roman" w:hint="eastAsia"/>
          <w:sz w:val="28"/>
          <w:szCs w:val="28"/>
        </w:rPr>
        <w:t>口</w:t>
      </w:r>
      <w:r w:rsidRPr="00E84FF4">
        <w:rPr>
          <w:rFonts w:ascii="Times New Roman" w:eastAsia="DFKai-SB" w:hAnsi="Times New Roman"/>
          <w:sz w:val="28"/>
          <w:szCs w:val="28"/>
        </w:rPr>
        <w:t>), bên kia là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Hòa trong Hòa Miêu (</w:t>
      </w:r>
      <w:r w:rsidRPr="00E84FF4">
        <w:rPr>
          <w:rFonts w:ascii="Times New Roman" w:eastAsia="DFKai-SB" w:hAnsi="Times New Roman" w:hint="eastAsia"/>
          <w:sz w:val="28"/>
          <w:szCs w:val="28"/>
        </w:rPr>
        <w:t>禾苗</w:t>
      </w:r>
      <w:r w:rsidRPr="00E84FF4">
        <w:rPr>
          <w:rFonts w:ascii="Times New Roman" w:eastAsia="DFKai-SB" w:hAnsi="Times New Roman"/>
          <w:sz w:val="28"/>
          <w:szCs w:val="28"/>
        </w:rPr>
        <w:t>, lúa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).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ý,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cơm ăn; đó là Hòa. Hài (</w:t>
      </w:r>
      <w:r w:rsidRPr="00E84FF4">
        <w:rPr>
          <w:rFonts w:ascii="Times New Roman" w:eastAsia="DFKai-SB" w:hAnsi="Times New Roman" w:hint="eastAsia"/>
          <w:sz w:val="28"/>
          <w:szCs w:val="28"/>
        </w:rPr>
        <w:t>諧</w:t>
      </w:r>
      <w:r w:rsidRPr="00E84FF4">
        <w:rPr>
          <w:rFonts w:ascii="Times New Roman" w:eastAsia="DFKai-SB" w:hAnsi="Times New Roman"/>
          <w:sz w:val="28"/>
          <w:szCs w:val="28"/>
        </w:rPr>
        <w:t>) là gì?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Hài,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bên là Ngôn (</w:t>
      </w:r>
      <w:r w:rsidRPr="00E84FF4">
        <w:rPr>
          <w:rFonts w:ascii="Times New Roman" w:eastAsia="DFKai-SB" w:hAnsi="Times New Roman" w:hint="eastAsia"/>
          <w:sz w:val="28"/>
          <w:szCs w:val="28"/>
        </w:rPr>
        <w:t>言</w:t>
      </w:r>
      <w:r w:rsidRPr="00E84FF4">
        <w:rPr>
          <w:rFonts w:ascii="Times New Roman" w:eastAsia="DFKai-SB" w:hAnsi="Times New Roman"/>
          <w:sz w:val="28"/>
          <w:szCs w:val="28"/>
        </w:rPr>
        <w:t>),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bên là Giai (</w:t>
      </w:r>
      <w:r w:rsidRPr="00E84FF4">
        <w:rPr>
          <w:rFonts w:ascii="Times New Roman" w:eastAsia="DFKai-SB" w:hAnsi="Times New Roman" w:hint="eastAsia"/>
          <w:sz w:val="28"/>
          <w:szCs w:val="28"/>
        </w:rPr>
        <w:t>皆</w:t>
      </w:r>
      <w:r w:rsidRPr="00E84FF4">
        <w:rPr>
          <w:rFonts w:ascii="Times New Roman" w:eastAsia="DFKai-SB" w:hAnsi="Times New Roman"/>
          <w:sz w:val="28"/>
          <w:szCs w:val="28"/>
        </w:rPr>
        <w:t>),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năng; đó là Hài. Nói cách khác, Hài là ngôn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do; Hòa là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m no.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hòa bình.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Hòa là nói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kho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cách giàu nghèo rút ng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n,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hài hòa. Kho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cách giàu nghèo càng to,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càng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Trong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đàn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giáo Trung Hoa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 xml:space="preserve">n này, có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“th</w:t>
      </w:r>
      <w:r w:rsidRPr="00E84FF4">
        <w:rPr>
          <w:rFonts w:ascii="Times New Roman" w:eastAsia="DFKai-SB" w:hAnsi="Times New Roman"/>
          <w:i/>
          <w:sz w:val="28"/>
          <w:szCs w:val="28"/>
        </w:rPr>
        <w:t>ự</w:t>
      </w:r>
      <w:r w:rsidRPr="00E84FF4">
        <w:rPr>
          <w:rFonts w:ascii="Times New Roman" w:eastAsia="DFKai-SB" w:hAnsi="Times New Roman"/>
          <w:i/>
          <w:sz w:val="28"/>
          <w:szCs w:val="28"/>
        </w:rPr>
        <w:t>c 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t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tâm”.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Câu nói này quá hay!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đây, chúng ta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di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n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chuyên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ầ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tâm ta, làm b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ta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nhìn vào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hãy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tâm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Hoa không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“tiêu tr</w:t>
      </w:r>
      <w:r w:rsidRPr="00E84FF4">
        <w:rPr>
          <w:rFonts w:ascii="Times New Roman" w:eastAsia="DFKai-SB" w:hAnsi="Times New Roman"/>
          <w:i/>
          <w:sz w:val="28"/>
          <w:szCs w:val="28"/>
        </w:rPr>
        <w:t>ừ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E84FF4">
        <w:rPr>
          <w:rFonts w:ascii="Times New Roman" w:eastAsia="DFKai-SB" w:hAnsi="Times New Roman"/>
          <w:sz w:val="28"/>
          <w:szCs w:val="28"/>
        </w:rPr>
        <w:t>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t, mà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“hóa gi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i”.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tranh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thì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cách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tiêu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nó.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a Trung Y và Tây Y cũng khác nhau. Tây Y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“tiêu đ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c”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c là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tiêu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vi khu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n gây b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nh; Trung 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y, Trung Y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“gi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i đ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c”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tâm khác nhau, tâm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Hoa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lương!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hòa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các m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tranh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quá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i. Dùng vũ l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tr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áp, ho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giáng tr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tăng thêm c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u 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oan oan tương báo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xong!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 ràng,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rành r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>, c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là do oan oan tương báo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thành.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oan oan tương báo,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này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đi theo 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u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i!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vào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n, 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nh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nh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 luân lý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vào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tôn giáo,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chúng tôi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kinh,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 cùng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p,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chúng ta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mâu thu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n! Nhưng có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nói, “đ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tràng này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có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có mâu thu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n!”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sai! Công phu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nông c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n,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[tu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p] chưa lâu,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hun đúc lâu dài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Lý,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rõ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tâm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,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là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phát sanh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t; sau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t.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thân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hài hòa, mà mong giúp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hài hòa,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dàng! Vì sao?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kiên nh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 xml:space="preserve">ng có tín tâm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làm sao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cho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i? Chúng ta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</w:t>
      </w:r>
      <w:r w:rsidRPr="00E84FF4">
        <w:rPr>
          <w:rFonts w:ascii="Times New Roman" w:eastAsia="DFKai-SB" w:hAnsi="Times New Roman"/>
          <w:i/>
          <w:sz w:val="28"/>
          <w:szCs w:val="28"/>
        </w:rPr>
        <w:t>“giáo h</w:t>
      </w:r>
      <w:r w:rsidRPr="00E84FF4">
        <w:rPr>
          <w:rFonts w:ascii="Times New Roman" w:eastAsia="DFKai-SB" w:hAnsi="Times New Roman"/>
          <w:i/>
          <w:sz w:val="28"/>
          <w:szCs w:val="28"/>
        </w:rPr>
        <w:t>ọ</w:t>
      </w:r>
      <w:r w:rsidRPr="00E84FF4">
        <w:rPr>
          <w:rFonts w:ascii="Times New Roman" w:eastAsia="DFKai-SB" w:hAnsi="Times New Roman"/>
          <w:i/>
          <w:sz w:val="28"/>
          <w:szCs w:val="28"/>
        </w:rPr>
        <w:t>c”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gì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N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dung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ta là luân lý,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, tôn giáo, sanh ra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thân chúng ta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hư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ích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sâu.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chính mình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có tín tâm.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Nhưng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này, xác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là đã ch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m tr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khóa trình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tôi không ít, có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làm hay không?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làm!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có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làm, tôi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đa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! Trong các bu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ng, chúng tôi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nói: “Vũ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t!”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an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hài hòa,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i cá nhân 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trong cương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công tác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mình, hãy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 công tác thu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b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mình. Sau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tr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tác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chúng trong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này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này là thiên đư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ng, là C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can d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vào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làm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công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mình.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trong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thân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,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khí quan,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tâm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quan tâm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nghe, tai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tâm nghe,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lo cho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phát huy công năng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cùng; sau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ph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nhau, thân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 bèn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e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nh.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cá nhân trên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 công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can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[vào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a]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</w:t>
      </w:r>
      <w:r w:rsidRPr="00E84FF4">
        <w:rPr>
          <w:rFonts w:ascii="Times New Roman" w:eastAsia="DFKai-SB" w:hAnsi="Times New Roman"/>
          <w:sz w:val="28"/>
          <w:szCs w:val="28"/>
        </w:rPr>
        <w:t>c,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nhiên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p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này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B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tôi là gì? B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tôi là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kinh,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b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tôi.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p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Liên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b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tôi,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này!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nay vì sao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tham gia?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cách nào khác!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nói tôi có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cách nghĩ, cách nhìn, xác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là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giúp Liên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xúc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hòa bình.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hy v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tôi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cho nhà trư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cho nư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Úc.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tôi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trong tình hình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 xml:space="preserve">c dĩ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sau tham gia năm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n,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sau, tôi không đi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a! Tôi cũng nói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bè,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văn hóa khoa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(UNESCO)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Liên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Qu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ngh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dàng, nhưng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đích, [các phương cách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như] dùng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tranh, dùng tr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áp, dùng báo thù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Phương pháp gì [s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ng]?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thì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tháng Sáu năm ngoái, chúng tôi m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 ba ngày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Ba Lê,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nghe hơn sáu trăm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ng. Năm nay,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còn tính làm theo quy mô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n, tôi cũng tán thành.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bên Âu châu nghiên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u, yêu thích Hán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tôi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ng. Có cơ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quy mô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n, đông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dài hơn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tí,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t,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phương Tây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văn hóa truy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dân t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to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 trong năm ngàn năm qua đã cư x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hòa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đãi bình đ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là v</w:t>
      </w:r>
      <w:r w:rsidRPr="00E84FF4">
        <w:rPr>
          <w:rFonts w:ascii="Times New Roman" w:eastAsia="DFKai-SB" w:hAnsi="Times New Roman"/>
          <w:sz w:val="28"/>
          <w:szCs w:val="28"/>
        </w:rPr>
        <w:t xml:space="preserve">ì đã dùng phương pháp gì? Phương pháp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nay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thúc đ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trên toàn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xác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là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giúp ích cho n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hòa bình trên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năm nay chúng tôi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hy sinh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ít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lên l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sang đó góp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. M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đích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vì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gì khác, mà là vì xã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an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hòa bình. Làm công tác này nh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m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đình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xung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tranh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p, trong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gì?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có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mươi cái răng, răng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còn khít khao, ngay ng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n, q</w:t>
      </w:r>
      <w:r w:rsidRPr="00E84FF4">
        <w:rPr>
          <w:rFonts w:ascii="Times New Roman" w:eastAsia="DFKai-SB" w:hAnsi="Times New Roman"/>
          <w:sz w:val="28"/>
          <w:szCs w:val="28"/>
        </w:rPr>
        <w:t>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</w:rPr>
        <w:t>có nhân, có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Khéo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gìn ba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kinh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“Thi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h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E84FF4">
        <w:rPr>
          <w:rFonts w:ascii="Times New Roman" w:eastAsia="DFKai-SB" w:hAnsi="Times New Roman"/>
          <w:i/>
          <w:sz w:val="28"/>
          <w:szCs w:val="28"/>
        </w:rPr>
        <w:t>ẩ</w:t>
      </w:r>
      <w:r w:rsidRPr="00E84FF4">
        <w:rPr>
          <w:rFonts w:ascii="Times New Roman" w:eastAsia="DFKai-SB" w:hAnsi="Times New Roman"/>
          <w:i/>
          <w:sz w:val="28"/>
          <w:szCs w:val="28"/>
        </w:rPr>
        <w:t>u nghi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p, b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t cơ tha quá” </w:t>
      </w:r>
      <w:r w:rsidRPr="00E84FF4">
        <w:rPr>
          <w:rFonts w:ascii="Times New Roman" w:eastAsia="DFKai-SB" w:hAnsi="Times New Roman"/>
          <w:sz w:val="28"/>
          <w:szCs w:val="28"/>
        </w:rPr>
        <w:t>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K</w:t>
      </w:r>
      <w:r w:rsidRPr="00E84FF4">
        <w:rPr>
          <w:rFonts w:ascii="Times New Roman" w:eastAsia="DFKai-SB" w:hAnsi="Times New Roman"/>
          <w:sz w:val="28"/>
          <w:szCs w:val="28"/>
        </w:rPr>
        <w:t>héo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kh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ẩ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chê bai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khác),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gì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gian! Có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nói: “N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mà cư x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thành ngu ng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c ư?”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 thì t</w:t>
      </w:r>
      <w:r w:rsidRPr="00E84FF4">
        <w:rPr>
          <w:rFonts w:ascii="Times New Roman" w:eastAsia="DFKai-SB" w:hAnsi="Times New Roman"/>
          <w:sz w:val="28"/>
          <w:szCs w:val="28"/>
        </w:rPr>
        <w:t>ôi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thưa cùng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chư Ph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t,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Tát, A La Hán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ngu ng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c! Vì sao? Các Ngài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gian, nhưng các Ngài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! Các Ngài có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ữ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hay chăng?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,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rành r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>, rõ ràng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. 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“Ch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ng th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  <w:lang w:val="en-US"/>
        </w:rPr>
        <w:t>y”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là </w:t>
      </w:r>
      <w:r w:rsidRPr="00E84FF4">
        <w:rPr>
          <w:rFonts w:ascii="Times New Roman" w:eastAsia="DFKai-SB" w:hAnsi="Times New Roman"/>
          <w:sz w:val="28"/>
          <w:szCs w:val="28"/>
        </w:rPr>
        <w:t>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ghim trong lòng, mi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tu dư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ng,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nh.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cơ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ỉ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, giúp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a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i, giúp cho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quay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là b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,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chán ghét, cáu gi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lòng yêu thương,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bi. Trong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i/>
          <w:sz w:val="28"/>
          <w:szCs w:val="28"/>
        </w:rPr>
        <w:t>“m</w:t>
      </w:r>
      <w:r w:rsidRPr="00E84FF4">
        <w:rPr>
          <w:rFonts w:ascii="Times New Roman" w:eastAsia="DFKai-SB" w:hAnsi="Times New Roman"/>
          <w:i/>
          <w:sz w:val="28"/>
          <w:szCs w:val="28"/>
        </w:rPr>
        <w:t>ỹ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o tu phát”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(râu tóc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p), chúng ta nói là tóc, lông mày, râu ria [đ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>],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Khéo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gìn kh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u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chê trách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“Thi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h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thân nghi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p, b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th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lu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 nghi”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K</w:t>
      </w:r>
      <w:r w:rsidRPr="00E84FF4">
        <w:rPr>
          <w:rFonts w:ascii="Times New Roman" w:eastAsia="DFKai-SB" w:hAnsi="Times New Roman"/>
          <w:sz w:val="28"/>
          <w:szCs w:val="28"/>
        </w:rPr>
        <w:t>héo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gìn thân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đánh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nghi), làm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đúng quy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khó làm, không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mà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xưa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nay,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nhìn vào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nói trong Li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u Phàm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u ngay.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nhưng,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là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nói,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bèn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làm,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nên nghiêm túc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p,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n.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quan tâ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m lo </w:t>
      </w:r>
      <w:r w:rsidRPr="00E84FF4">
        <w:rPr>
          <w:rFonts w:ascii="Times New Roman" w:eastAsia="DFKai-SB" w:hAnsi="Times New Roman"/>
          <w:sz w:val="28"/>
          <w:szCs w:val="28"/>
        </w:rPr>
        <w:t>ng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y báng, châm ch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quan tâm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nên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lòng</w:t>
      </w:r>
      <w:r w:rsidRPr="00E84FF4">
        <w:rPr>
          <w:rFonts w:ascii="Times New Roman" w:eastAsia="DFKai-SB" w:hAnsi="Times New Roman"/>
          <w:sz w:val="28"/>
          <w:szCs w:val="28"/>
        </w:rPr>
        <w:t>! Chúng ta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tâm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ngôn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và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o tác tương 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Tánh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c;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p!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các pháp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gian, tà, chánh,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ác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tiêu chu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n,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chúng ta tùy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tiêu chu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gian, làm sao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thoát lìa l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luân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 cho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c? Vì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tùy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tiêu chu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Tát.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 cương lãnh và nguyên t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tiêu chu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là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“Thi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n h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ý nghi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p, thanh t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>nh vô nhi</w:t>
      </w:r>
      <w:r w:rsidRPr="00E84FF4">
        <w:rPr>
          <w:rFonts w:ascii="Times New Roman" w:eastAsia="DFKai-SB" w:hAnsi="Times New Roman"/>
          <w:i/>
          <w:sz w:val="28"/>
          <w:szCs w:val="28"/>
        </w:rPr>
        <w:t>ễ</w:t>
      </w:r>
      <w:r w:rsidRPr="00E84FF4">
        <w:rPr>
          <w:rFonts w:ascii="Times New Roman" w:eastAsia="DFKai-SB" w:hAnsi="Times New Roman"/>
          <w:i/>
          <w:sz w:val="28"/>
          <w:szCs w:val="28"/>
        </w:rPr>
        <w:t>m”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(khé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o gìn gi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ữ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ý nghi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p, thanh 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ị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nh, 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nhu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 b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ẩ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n),</w:t>
      </w:r>
      <w:r w:rsidRPr="00E84FF4">
        <w:rPr>
          <w:rFonts w:ascii="Times New Roman" w:eastAsia="DFKai-SB" w:hAnsi="Times New Roman"/>
          <w:sz w:val="28"/>
          <w:szCs w:val="28"/>
        </w:rPr>
        <w:t xml:space="preserve"> kinh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m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đã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ta, thân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làm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sát sanh. Nó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cách khác,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làm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thương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làm!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thương ta, ta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thương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.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là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mà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cũng là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. Mu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thân </w:t>
      </w:r>
      <w:r w:rsidRPr="00E84FF4">
        <w:rPr>
          <w:rFonts w:ascii="Times New Roman" w:eastAsia="DFKai-SB" w:hAnsi="Times New Roman"/>
          <w:sz w:val="28"/>
          <w:szCs w:val="28"/>
        </w:rPr>
        <w:t>ta, c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ta, nó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ta, ta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nó.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chúng ta kh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khái 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rãi hơn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đôi chút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cho nó ăn</w:t>
      </w:r>
      <w:r w:rsidRPr="00E84FF4">
        <w:rPr>
          <w:rFonts w:ascii="Times New Roman" w:eastAsia="DFKai-SB" w:hAnsi="Times New Roman"/>
          <w:sz w:val="28"/>
          <w:szCs w:val="28"/>
        </w:rPr>
        <w:t>!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 cho nó, nó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kh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c, chúng ta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cúng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 ăn,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bao nhiêu! Nó ăn no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đi.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đ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p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phát cho nó ch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tươi,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nên!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chúng ta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thí, hãy nh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nhàng đu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nó đi là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nó!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còn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đương nhiên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i càng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là </w:t>
      </w:r>
      <w:r w:rsidRPr="00E84FF4">
        <w:rPr>
          <w:rFonts w:ascii="Times New Roman" w:eastAsia="DFKai-SB" w:hAnsi="Times New Roman"/>
          <w:sz w:val="28"/>
          <w:szCs w:val="28"/>
        </w:rPr>
        <w:t>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ta, 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y báng ta, lăng nh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ta,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m chí hãm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ta, chúng ta cư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xòa,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ghim trong lòng,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m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may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sân khu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g có m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may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báo thù!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t,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t; vì sao là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t,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t? Giúp ta tăng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i!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ngh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nh, ngh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ch duyên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chúng ta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công phu tu hành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nào!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là kh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thí.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nh,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duyên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kh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chúng ta,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tham ái. Ngh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nh, ác duyên, kh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chúng ta,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lên sân khu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. Chúng ta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tham, sân, si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Đo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nh,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duyên mà sanh tâm hoan 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>,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y lên tham ái; trông </w:t>
      </w:r>
      <w:r w:rsidRPr="00E84FF4">
        <w:rPr>
          <w:rFonts w:ascii="Times New Roman" w:eastAsia="DFKai-SB" w:hAnsi="Times New Roman"/>
          <w:sz w:val="28"/>
          <w:szCs w:val="28"/>
        </w:rPr>
        <w:t>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ngh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ch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nh, ác duyên,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bèn </w:t>
      </w:r>
      <w:r w:rsidRPr="00E84FF4">
        <w:rPr>
          <w:rFonts w:ascii="Times New Roman" w:eastAsia="DFKai-SB" w:hAnsi="Times New Roman"/>
          <w:sz w:val="28"/>
          <w:szCs w:val="28"/>
        </w:rPr>
        <w:t>sanh tâm sân khu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, chúng ta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là phàm phu,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mà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tí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nào! D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u kinh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làu làu cách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nói hay cách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hoàn toàn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ăn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gì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cũng như cách x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, đãi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có tác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gì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đâu</w:t>
      </w:r>
      <w:r w:rsidRPr="00E84FF4">
        <w:rPr>
          <w:rFonts w:ascii="Times New Roman" w:eastAsia="DFKai-SB" w:hAnsi="Times New Roman"/>
          <w:sz w:val="28"/>
          <w:szCs w:val="28"/>
        </w:rPr>
        <w:t>? Thánh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là thánh trong các thánh. Kinh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“Thân ngư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i khó đư</w:t>
      </w:r>
      <w:r w:rsidRPr="00E84FF4">
        <w:rPr>
          <w:rFonts w:ascii="Times New Roman" w:eastAsia="DFKai-SB" w:hAnsi="Times New Roman"/>
          <w:i/>
          <w:sz w:val="28"/>
          <w:szCs w:val="28"/>
        </w:rPr>
        <w:t>ợ</w:t>
      </w:r>
      <w:r w:rsidRPr="00E84FF4">
        <w:rPr>
          <w:rFonts w:ascii="Times New Roman" w:eastAsia="DFKai-SB" w:hAnsi="Times New Roman"/>
          <w:i/>
          <w:sz w:val="28"/>
          <w:szCs w:val="28"/>
        </w:rPr>
        <w:t>c,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 pháp khó nghe”.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Chúng ta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làm thân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nghe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mà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chú</w:t>
      </w:r>
      <w:r w:rsidRPr="00E84FF4">
        <w:rPr>
          <w:rFonts w:ascii="Times New Roman" w:eastAsia="DFKai-SB" w:hAnsi="Times New Roman"/>
          <w:sz w:val="28"/>
          <w:szCs w:val="28"/>
        </w:rPr>
        <w:t>t nào,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là quá oan u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ng, quá đáng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!</w:t>
      </w:r>
      <w:r w:rsidRPr="00E84FF4">
        <w:rPr>
          <w:rFonts w:ascii="Times New Roman" w:eastAsia="DFKai-SB" w:hAnsi="Times New Roman"/>
          <w:sz w:val="28"/>
          <w:szCs w:val="28"/>
        </w:rPr>
        <w:t xml:space="preserve"> Tôi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kích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y,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kích 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sz w:val="28"/>
          <w:szCs w:val="28"/>
        </w:rPr>
        <w:t>h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pháp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chăm lo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cho tôi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. V</w:t>
      </w:r>
      <w:r w:rsidRPr="00E84FF4">
        <w:rPr>
          <w:rFonts w:ascii="Times New Roman" w:eastAsia="DFKai-SB" w:hAnsi="Times New Roman"/>
          <w:sz w:val="28"/>
          <w:szCs w:val="28"/>
        </w:rPr>
        <w:t>ì sao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kích như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Tôi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nơi </w:t>
      </w:r>
      <w:r w:rsidRPr="00E84FF4">
        <w:rPr>
          <w:rFonts w:ascii="Times New Roman" w:eastAsia="DFKai-SB" w:hAnsi="Times New Roman"/>
          <w:sz w:val="28"/>
          <w:szCs w:val="28"/>
        </w:rPr>
        <w:t>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pháp,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ơn, báo ơn!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quan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vi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c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gìn ba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là râu tóc, lông mày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>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nói chân thành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i/>
          <w:sz w:val="28"/>
          <w:szCs w:val="28"/>
        </w:rPr>
        <w:t>“tư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 lư</w:t>
      </w:r>
      <w:r w:rsidRPr="00E84FF4">
        <w:rPr>
          <w:rFonts w:ascii="Times New Roman" w:eastAsia="DFKai-SB" w:hAnsi="Times New Roman"/>
          <w:i/>
          <w:sz w:val="28"/>
          <w:szCs w:val="28"/>
        </w:rPr>
        <w:t>ỡ</w:t>
      </w:r>
      <w:r w:rsidRPr="00E84FF4">
        <w:rPr>
          <w:rFonts w:ascii="Times New Roman" w:eastAsia="DFKai-SB" w:hAnsi="Times New Roman"/>
          <w:i/>
          <w:sz w:val="28"/>
          <w:szCs w:val="28"/>
        </w:rPr>
        <w:t>i r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ng dài”.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Trong kinh,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đã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ta: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thè lư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i li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mũi là do tu cái nhân gì?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nói [cái nhân là] ba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nói d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i,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lư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mũi! Thu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Thích Ca Mâu Ni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lư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a lão nhân gia thè ra có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che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t, cho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Ngài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nói d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này, 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ọ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mà là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chưa h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d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i, chúng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hãy nên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c. Vì sao? Tánh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y!</w:t>
      </w:r>
      <w:r w:rsidRPr="00E84FF4">
        <w:rPr>
          <w:rFonts w:ascii="Times New Roman" w:eastAsia="DFKai-SB" w:hAnsi="Times New Roman"/>
          <w:sz w:val="28"/>
          <w:szCs w:val="28"/>
        </w:rPr>
        <w:t xml:space="preserve"> Vì sao l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khác? L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 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khác có ích gì?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D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ẫ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tí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ích nh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t, nhưng chính mình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tr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 quá to! Tr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 gì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i 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dài</w:t>
      </w:r>
      <w:r w:rsidRPr="00E84FF4">
        <w:rPr>
          <w:rFonts w:ascii="Times New Roman" w:eastAsia="DFKai-SB" w:hAnsi="Times New Roman"/>
          <w:sz w:val="28"/>
          <w:szCs w:val="28"/>
        </w:rPr>
        <w:t xml:space="preserve">. 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lư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i 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dài là Tánh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là v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ẵ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</w:rPr>
        <w:t>có.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tám mươi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v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ẵ</w:t>
      </w:r>
      <w:r w:rsidRPr="00E84FF4">
        <w:rPr>
          <w:rFonts w:ascii="Times New Roman" w:eastAsia="DFKai-SB" w:hAnsi="Times New Roman"/>
          <w:sz w:val="28"/>
          <w:szCs w:val="28"/>
        </w:rPr>
        <w:t>n có.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vì chúng ta nói d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i, nói đôi chi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u, nói thô ác mà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n khuy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t. Ng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“gi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m phư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c”</w:t>
      </w:r>
      <w:r w:rsidRPr="00E84FF4">
        <w:rPr>
          <w:rFonts w:ascii="Times New Roman" w:eastAsia="DFKai-SB" w:hAnsi="Times New Roman"/>
          <w:sz w:val="28"/>
          <w:szCs w:val="28"/>
        </w:rPr>
        <w:t>, chúng ta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Trong cu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nói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m m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ng, ngôn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nhu hòa, âm thanh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 xml:space="preserve">p,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[đó 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ọ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là]</w:t>
      </w:r>
      <w:r w:rsidRPr="00E84FF4">
        <w:rPr>
          <w:rFonts w:ascii="Times New Roman" w:eastAsia="DFKai-SB" w:hAnsi="Times New Roman"/>
          <w:i/>
          <w:sz w:val="28"/>
          <w:szCs w:val="28"/>
        </w:rPr>
        <w:t>“tư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 Ph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m âm”.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âm là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báo, âm thanh thanh t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âm thanh đ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hay. Ngôn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o, chúng ta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nói là ăn nói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lòng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âm thanh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hay!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 đ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, kinh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d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y </w:t>
      </w:r>
      <w:r w:rsidRPr="00E84FF4">
        <w:rPr>
          <w:rFonts w:ascii="Times New Roman" w:eastAsia="DFKai-SB" w:hAnsi="Times New Roman"/>
          <w:sz w:val="28"/>
          <w:szCs w:val="28"/>
        </w:rPr>
        <w:t>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tu b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cách nào?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 nhìn chúng sanh.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chúng ta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hai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p,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 nhìn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chúng sanh. Có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tìm bác sĩ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hay không?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thi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>!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 thì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 khôi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con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bình thư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ng, hãy tu tâm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bi, gi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như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nhìn chúng sanh b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con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bi.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theo tâm,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i/>
          <w:sz w:val="28"/>
          <w:szCs w:val="28"/>
        </w:rPr>
        <w:t>“Tâm tánh hòa thu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n”</w:t>
      </w:r>
      <w:r w:rsidRPr="00E84FF4">
        <w:rPr>
          <w:rFonts w:ascii="Times New Roman" w:eastAsia="DFKai-SB" w:hAnsi="Times New Roman"/>
          <w:sz w:val="28"/>
          <w:szCs w:val="28"/>
        </w:rPr>
        <w:t>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cũng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 xml:space="preserve">t: </w:t>
      </w:r>
      <w:r w:rsidRPr="00E84FF4">
        <w:rPr>
          <w:rFonts w:ascii="Times New Roman" w:eastAsia="DFKai-SB" w:hAnsi="Times New Roman"/>
          <w:i/>
          <w:sz w:val="28"/>
          <w:szCs w:val="28"/>
        </w:rPr>
        <w:t>“M</w:t>
      </w:r>
      <w:r w:rsidRPr="00E84FF4">
        <w:rPr>
          <w:rFonts w:ascii="Times New Roman" w:eastAsia="DFKai-SB" w:hAnsi="Times New Roman"/>
          <w:i/>
          <w:sz w:val="28"/>
          <w:szCs w:val="28"/>
        </w:rPr>
        <w:t>ụ</w:t>
      </w:r>
      <w:r w:rsidRPr="00E84FF4">
        <w:rPr>
          <w:rFonts w:ascii="Times New Roman" w:eastAsia="DFKai-SB" w:hAnsi="Times New Roman"/>
          <w:i/>
          <w:sz w:val="28"/>
          <w:szCs w:val="28"/>
        </w:rPr>
        <w:t>c như sơ nguy</w:t>
      </w:r>
      <w:r w:rsidRPr="00E84FF4">
        <w:rPr>
          <w:rFonts w:ascii="Times New Roman" w:eastAsia="DFKai-SB" w:hAnsi="Times New Roman"/>
          <w:i/>
          <w:sz w:val="28"/>
          <w:szCs w:val="28"/>
        </w:rPr>
        <w:t>ệ</w:t>
      </w:r>
      <w:r w:rsidRPr="00E84FF4">
        <w:rPr>
          <w:rFonts w:ascii="Times New Roman" w:eastAsia="DFKai-SB" w:hAnsi="Times New Roman"/>
          <w:i/>
          <w:sz w:val="28"/>
          <w:szCs w:val="28"/>
        </w:rPr>
        <w:t>t 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ng” </w:t>
      </w:r>
      <w:r w:rsidRPr="00E84FF4">
        <w:rPr>
          <w:rFonts w:ascii="Times New Roman" w:eastAsia="DFKai-SB" w:hAnsi="Times New Roman"/>
          <w:sz w:val="28"/>
          <w:szCs w:val="28"/>
        </w:rPr>
        <w:t>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như hình trăng non), v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ng trăng non, m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t xinh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[như 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y]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gì khác, đó là do tu Hòa, tu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n.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x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hòa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chúng sanh,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thành ki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chúng sanh, tùy 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 xml:space="preserve">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c;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cho r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ta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nào, ta nghĩ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làm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ki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u nói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y!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tăng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theo tâm,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gì không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là vì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có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có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có ác, có tà, có chánh, có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t, có x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sanh ra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này. Sau khi tăng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[nh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y].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hòa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này chính là Tánh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n. Sau khi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n, nói theo giáo pháp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a,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“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”.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hành,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hòa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Ngài, chúng ta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xa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Ho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sư, [t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danh] Lý Thúc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ng. Vào lúc tu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già, Ngài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gì cũng xu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xòa,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trăm tám mươi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! Khi còn tr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>,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cư x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 khó 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ị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u!</w:t>
      </w:r>
      <w:r w:rsidRPr="00E84FF4">
        <w:rPr>
          <w:rFonts w:ascii="Times New Roman" w:eastAsia="DFKai-SB" w:hAnsi="Times New Roman"/>
          <w:sz w:val="28"/>
          <w:szCs w:val="28"/>
        </w:rPr>
        <w:t xml:space="preserve"> Vì sao?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quá m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c! Khi Ngài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, 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bè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nhà Ngài vào đúng tám gi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,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bè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tr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hai, ba phút,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m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a, ch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tuân th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gian: “Chúng ta 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n tám gi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, vì sao tr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hai phút?” C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[không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p]!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sau, m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Ng</w:t>
      </w:r>
      <w:r w:rsidRPr="00E84FF4">
        <w:rPr>
          <w:rFonts w:ascii="Times New Roman" w:eastAsia="DFKai-SB" w:hAnsi="Times New Roman"/>
          <w:sz w:val="28"/>
          <w:szCs w:val="28"/>
        </w:rPr>
        <w:t>ài tính tình nóng n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y,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giao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Ngài, 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sai l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ch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phút,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giây nào!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m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phút cũng không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c, tr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phút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gì không ri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róng,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t pháp nói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“ch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p trư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c kiên c</w:t>
      </w:r>
      <w:r w:rsidRPr="00E84FF4">
        <w:rPr>
          <w:rFonts w:ascii="Times New Roman" w:eastAsia="DFKai-SB" w:hAnsi="Times New Roman"/>
          <w:i/>
          <w:sz w:val="28"/>
          <w:szCs w:val="28"/>
        </w:rPr>
        <w:t>ố</w:t>
      </w:r>
      <w:r w:rsidRPr="00E84FF4">
        <w:rPr>
          <w:rFonts w:ascii="Times New Roman" w:eastAsia="DFKai-SB" w:hAnsi="Times New Roman"/>
          <w:i/>
          <w:sz w:val="28"/>
          <w:szCs w:val="28"/>
        </w:rPr>
        <w:t>”.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Sau khi đã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Ngài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u, hoàn toàn coi nh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. Ngài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Tân Gia Ba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kho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quá lâu, là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thân thi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pháp sư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p. Lúc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hoàn toàn khác 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 khi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chăm sóc,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đòi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i, ăn 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cư tr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hoàn toàn tùy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chúng sanh. Pháp sư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đãi Ngài,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ăn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t chút, pháp sư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Qu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ả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Hi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 chê đ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ồ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ăn hơi 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ặ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 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ộ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 chút, </w:t>
      </w:r>
      <w:r w:rsidRPr="00E84FF4">
        <w:rPr>
          <w:rFonts w:ascii="Times New Roman" w:eastAsia="DFKai-SB" w:hAnsi="Times New Roman"/>
          <w:sz w:val="28"/>
          <w:szCs w:val="28"/>
        </w:rPr>
        <w:t>Ngài nói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nào? “M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 có hương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n”. Nh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chút, “nh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có hương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t”, hoàn toàn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chú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ng. Q</w:t>
      </w:r>
      <w:r w:rsidRPr="00E84FF4">
        <w:rPr>
          <w:rFonts w:ascii="Times New Roman" w:eastAsia="DFKai-SB" w:hAnsi="Times New Roman"/>
          <w:sz w:val="28"/>
          <w:szCs w:val="28"/>
        </w:rPr>
        <w:t>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gì đi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gì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Ngài không hoan h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phê bình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gì?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tăng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n! Tăng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cách nào? Đó là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tăng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n,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theo tâm! B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 phàm phu chúng ta tâm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i! Món này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cay</w:t>
      </w:r>
      <w:r w:rsidRPr="00E84FF4">
        <w:rPr>
          <w:rFonts w:ascii="Times New Roman" w:eastAsia="DFKai-SB" w:hAnsi="Times New Roman"/>
          <w:sz w:val="28"/>
          <w:szCs w:val="28"/>
        </w:rPr>
        <w:t>, món kia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 xml:space="preserve">n,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món n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ọ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t, </w:t>
      </w:r>
      <w:r w:rsidRPr="00E84FF4">
        <w:rPr>
          <w:rFonts w:ascii="Times New Roman" w:eastAsia="DFKai-SB" w:hAnsi="Times New Roman"/>
          <w:sz w:val="28"/>
          <w:szCs w:val="28"/>
        </w:rPr>
        <w:t>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lên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lên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c.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tăng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là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pháp môn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pháp quy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chua, ng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t, đ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 xml:space="preserve">ng, cay,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ặ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n, </w:t>
      </w:r>
      <w:r w:rsidRPr="00E84FF4">
        <w:rPr>
          <w:rFonts w:ascii="Times New Roman" w:eastAsia="DFKai-SB" w:hAnsi="Times New Roman"/>
          <w:sz w:val="28"/>
          <w:szCs w:val="28"/>
        </w:rPr>
        <w:t>bày ra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t, [đ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là]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Vì sao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phân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;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là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vô biên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ng,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pháp môn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ng. </w:t>
      </w:r>
      <w:r w:rsidRPr="00E84FF4">
        <w:rPr>
          <w:rFonts w:ascii="Times New Roman" w:eastAsia="DFKai-SB" w:hAnsi="Times New Roman"/>
          <w:i/>
          <w:sz w:val="28"/>
          <w:szCs w:val="28"/>
        </w:rPr>
        <w:t>“M</w:t>
      </w:r>
      <w:r w:rsidRPr="00E84FF4">
        <w:rPr>
          <w:rFonts w:ascii="Times New Roman" w:eastAsia="DFKai-SB" w:hAnsi="Times New Roman"/>
          <w:i/>
          <w:sz w:val="28"/>
          <w:szCs w:val="28"/>
        </w:rPr>
        <w:t>ộ</w:t>
      </w:r>
      <w:r w:rsidRPr="00E84FF4">
        <w:rPr>
          <w:rFonts w:ascii="Times New Roman" w:eastAsia="DFKai-SB" w:hAnsi="Times New Roman"/>
          <w:i/>
          <w:sz w:val="28"/>
          <w:szCs w:val="28"/>
        </w:rPr>
        <w:t>t 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ng” </w:t>
      </w:r>
      <w:r w:rsidRPr="00E84FF4">
        <w:rPr>
          <w:rFonts w:ascii="Times New Roman" w:eastAsia="DFKai-SB" w:hAnsi="Times New Roman"/>
          <w:sz w:val="28"/>
          <w:szCs w:val="28"/>
        </w:rPr>
        <w:t>là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gì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y? Vô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ng. Vô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không có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ng! Vô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các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ng; vì sao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các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nói là vô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ớ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ng, 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ẳ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 ch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 trư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ớ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 tư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ớ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ng</w:t>
      </w:r>
      <w:r w:rsidRPr="00E84FF4">
        <w:rPr>
          <w:rFonts w:ascii="Times New Roman" w:eastAsia="DFKai-SB" w:hAnsi="Times New Roman"/>
          <w:sz w:val="28"/>
          <w:szCs w:val="28"/>
        </w:rPr>
        <w:t>!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sâm la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bày ra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t mà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y </w:t>
      </w:r>
      <w:r w:rsidRPr="00E84FF4">
        <w:rPr>
          <w:rFonts w:ascii="Times New Roman" w:eastAsia="DFKai-SB" w:hAnsi="Times New Roman"/>
          <w:sz w:val="28"/>
          <w:szCs w:val="28"/>
        </w:rPr>
        <w:t>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tâm, không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ng.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tâm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thành sâm la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ng.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d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cho l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m!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tôi nghĩ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không xem TV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ít, ai n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ngày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xem TV, chúng tôi bèn dùng TV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. Sâm la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ng là hình 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trong TV,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 gì?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 màn hình TV. Chư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hãy ng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 xml:space="preserve">m xem, hình 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trong TV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hóa muôn ngàn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ng,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hóa trong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sát-na, màn hình có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hay chăng?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ng; có ô nhi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m hay chăng?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ô nhi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m! Nói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“</w:t>
      </w:r>
      <w:r w:rsidRPr="00E84FF4">
        <w:rPr>
          <w:rFonts w:ascii="Times New Roman" w:eastAsia="DFKai-SB" w:hAnsi="Times New Roman"/>
          <w:sz w:val="28"/>
          <w:szCs w:val="28"/>
        </w:rPr>
        <w:t>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thì là gì?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 cái màn hình, như như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ng, cũng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m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may ô nhi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>m,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ngăn ng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các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i,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này hay khéo quá!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nói s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u,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u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ữ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u là do </w:t>
      </w:r>
      <w:r w:rsidRPr="00E84FF4">
        <w:rPr>
          <w:rFonts w:ascii="Times New Roman" w:eastAsia="DFKai-SB" w:hAnsi="Times New Roman"/>
          <w:sz w:val="28"/>
          <w:szCs w:val="28"/>
        </w:rPr>
        <w:t>ý nghĩa này.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màn hình là Chân Không. Chân Không và Di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u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hai!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chân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m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c cho nó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hóa c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nào, tâm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nh. Tâm là cái màn hình,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hóa 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cũng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t,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rõ, nhưng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lưu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Tát. Đó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i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“v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 pháp quy nh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t, nh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t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 v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 pháp”.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nhân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câu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 xml:space="preserve">i: </w:t>
      </w:r>
      <w:r w:rsidRPr="00E84FF4">
        <w:rPr>
          <w:rFonts w:ascii="Times New Roman" w:eastAsia="DFKai-SB" w:hAnsi="Times New Roman"/>
          <w:i/>
          <w:sz w:val="28"/>
          <w:szCs w:val="28"/>
        </w:rPr>
        <w:t>“V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n pháp quy nh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t”</w:t>
      </w:r>
      <w:r w:rsidRPr="00E84FF4">
        <w:rPr>
          <w:rFonts w:ascii="Times New Roman" w:eastAsia="DFKai-SB" w:hAnsi="Times New Roman"/>
          <w:sz w:val="28"/>
          <w:szCs w:val="28"/>
        </w:rPr>
        <w:t>, sau đó 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câu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 xml:space="preserve">a? </w:t>
      </w:r>
      <w:r w:rsidRPr="00E84FF4">
        <w:rPr>
          <w:rFonts w:ascii="Times New Roman" w:eastAsia="DFKai-SB" w:hAnsi="Times New Roman"/>
          <w:i/>
          <w:sz w:val="28"/>
          <w:szCs w:val="28"/>
        </w:rPr>
        <w:t>“Nh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quy vào ch</w:t>
      </w:r>
      <w:r w:rsidRPr="00E84FF4">
        <w:rPr>
          <w:rFonts w:ascii="Times New Roman" w:eastAsia="DFKai-SB" w:hAnsi="Times New Roman"/>
          <w:i/>
          <w:sz w:val="28"/>
          <w:szCs w:val="28"/>
        </w:rPr>
        <w:t>ỗ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nào?”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là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 xml:space="preserve">n pháp. </w:t>
      </w:r>
      <w:r w:rsidRPr="00E84FF4">
        <w:rPr>
          <w:rFonts w:ascii="Times New Roman" w:eastAsia="DFKai-SB" w:hAnsi="Times New Roman"/>
          <w:i/>
          <w:sz w:val="28"/>
          <w:szCs w:val="28"/>
        </w:rPr>
        <w:t>“S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c t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 là Không, Không t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 là S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c, S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c 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>ng khác Không, Không ch</w:t>
      </w:r>
      <w:r w:rsidRPr="00E84FF4">
        <w:rPr>
          <w:rFonts w:ascii="Times New Roman" w:eastAsia="DFKai-SB" w:hAnsi="Times New Roman"/>
          <w:i/>
          <w:sz w:val="28"/>
          <w:szCs w:val="28"/>
        </w:rPr>
        <w:t>ẳ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i/>
          <w:sz w:val="28"/>
          <w:szCs w:val="28"/>
        </w:rPr>
        <w:t>khác S</w:t>
      </w:r>
      <w:r w:rsidRPr="00E84FF4">
        <w:rPr>
          <w:rFonts w:ascii="Times New Roman" w:eastAsia="DFKai-SB" w:hAnsi="Times New Roman"/>
          <w:i/>
          <w:sz w:val="28"/>
          <w:szCs w:val="28"/>
        </w:rPr>
        <w:t>ắ</w:t>
      </w:r>
      <w:r w:rsidRPr="00E84FF4">
        <w:rPr>
          <w:rFonts w:ascii="Times New Roman" w:eastAsia="DFKai-SB" w:hAnsi="Times New Roman"/>
          <w:i/>
          <w:sz w:val="28"/>
          <w:szCs w:val="28"/>
        </w:rPr>
        <w:t>c”.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là v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pháp, Không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t. Chúng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t, không hai, g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i là pháp môn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. Nh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p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này,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gì cũng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ai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t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i </w:t>
      </w:r>
      <w:r w:rsidRPr="00E84FF4">
        <w:rPr>
          <w:rFonts w:ascii="Times New Roman" w:eastAsia="DFKai-SB" w:hAnsi="Times New Roman"/>
          <w:i/>
          <w:sz w:val="28"/>
          <w:szCs w:val="28"/>
        </w:rPr>
        <w:t>“c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nh chuy</w:t>
      </w:r>
      <w:r w:rsidRPr="00E84FF4">
        <w:rPr>
          <w:rFonts w:ascii="Times New Roman" w:eastAsia="DFKai-SB" w:hAnsi="Times New Roman"/>
          <w:i/>
          <w:sz w:val="28"/>
          <w:szCs w:val="28"/>
        </w:rPr>
        <w:t>ể</w:t>
      </w:r>
      <w:r w:rsidRPr="00E84FF4">
        <w:rPr>
          <w:rFonts w:ascii="Times New Roman" w:eastAsia="DFKai-SB" w:hAnsi="Times New Roman"/>
          <w:i/>
          <w:sz w:val="28"/>
          <w:szCs w:val="28"/>
        </w:rPr>
        <w:t>n theo tâm”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lìa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vui. Tâm chúng ta còn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bên ngoài xoay chuy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n,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phàm phu,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kh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. Sáu căn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xúc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bên ngoài,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c. Đã là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lên phân bi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t, d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lên ch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p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m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ng, gi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bu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n, vui,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y sanh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 xml:space="preserve">t tình </w:t>
      </w:r>
      <w:r w:rsidRPr="00E84FF4">
        <w:rPr>
          <w:rFonts w:ascii="Times New Roman" w:eastAsia="DFKai-SB" w:hAnsi="Times New Roman"/>
          <w:sz w:val="28"/>
          <w:szCs w:val="28"/>
        </w:rPr>
        <w:t>ngũ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c.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y sanh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tình ngũ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không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p.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báo, phi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ph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to đùng!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u, tâm tánh hòa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tu hành!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Như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hòa?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tùy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hòa!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hòa là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n,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chúng sanh, sau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cư x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hòa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theo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không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c!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ác nghi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p,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theo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, tuy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theo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mà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thân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vô tri,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y là </w:t>
      </w:r>
      <w:r w:rsidRPr="00E84FF4">
        <w:rPr>
          <w:rFonts w:ascii="Times New Roman" w:eastAsia="DFKai-SB" w:hAnsi="Times New Roman"/>
          <w:sz w:val="28"/>
          <w:szCs w:val="28"/>
        </w:rPr>
        <w:t>sai m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i! B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thân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rành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ch, rõ ràng,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tùy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n. Vì sao? Chưa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lúc.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rõ ràng khi nào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nhân duyên chín mu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giúp đ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đi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m,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nh t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.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thua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x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u, b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thua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t là phư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c!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nào không có nhân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. Ngay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ông Kh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Tây (Edgar Cayce)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M</w:t>
      </w:r>
      <w:r w:rsidRPr="00E84FF4">
        <w:rPr>
          <w:rFonts w:ascii="Times New Roman" w:eastAsia="DFKai-SB" w:hAnsi="Times New Roman"/>
          <w:sz w:val="28"/>
          <w:szCs w:val="28"/>
        </w:rPr>
        <w:t>ỹ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đã nói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rõ ràng, ông ta nói: [Đ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]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nào trên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g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p g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ng ngày,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gì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nhiên. Có nghĩa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nào không có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nhân,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có!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chuy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 l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ớ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 hay vi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ệ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 nh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có cái nhân trong đ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quá kh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,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n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ắ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</w:t>
      </w:r>
      <w:r w:rsidRPr="00E84FF4">
        <w:rPr>
          <w:rFonts w:ascii="Times New Roman" w:eastAsia="DFKai-SB" w:hAnsi="Times New Roman"/>
          <w:sz w:val="28"/>
          <w:szCs w:val="28"/>
        </w:rPr>
        <w:t xml:space="preserve">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báo,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này nói hay l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m! Đúng như c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nhân đã nói: </w:t>
      </w:r>
      <w:r w:rsidRPr="00E84FF4">
        <w:rPr>
          <w:rFonts w:ascii="Times New Roman" w:eastAsia="DFKai-SB" w:hAnsi="Times New Roman"/>
          <w:i/>
          <w:sz w:val="28"/>
          <w:szCs w:val="28"/>
        </w:rPr>
        <w:t>“Nh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i/>
          <w:sz w:val="28"/>
          <w:szCs w:val="28"/>
        </w:rPr>
        <w:t>ẩ</w:t>
      </w:r>
      <w:r w:rsidRPr="00E84FF4">
        <w:rPr>
          <w:rFonts w:ascii="Times New Roman" w:eastAsia="DFKai-SB" w:hAnsi="Times New Roman"/>
          <w:i/>
          <w:sz w:val="28"/>
          <w:szCs w:val="28"/>
        </w:rPr>
        <w:t>m, nh</w:t>
      </w:r>
      <w:r w:rsidRPr="00E84FF4">
        <w:rPr>
          <w:rFonts w:ascii="Times New Roman" w:eastAsia="DFKai-SB" w:hAnsi="Times New Roman"/>
          <w:i/>
          <w:sz w:val="28"/>
          <w:szCs w:val="28"/>
        </w:rPr>
        <w:t>ấ</w:t>
      </w:r>
      <w:r w:rsidRPr="00E84FF4">
        <w:rPr>
          <w:rFonts w:ascii="Times New Roman" w:eastAsia="DFKai-SB" w:hAnsi="Times New Roman"/>
          <w:i/>
          <w:sz w:val="28"/>
          <w:szCs w:val="28"/>
        </w:rPr>
        <w:t>t trác, m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c phi ti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n đ</w:t>
      </w:r>
      <w:r w:rsidRPr="00E84FF4">
        <w:rPr>
          <w:rFonts w:ascii="Times New Roman" w:eastAsia="DFKai-SB" w:hAnsi="Times New Roman"/>
          <w:i/>
          <w:sz w:val="28"/>
          <w:szCs w:val="28"/>
        </w:rPr>
        <w:t>ị</w:t>
      </w:r>
      <w:r w:rsidRPr="00E84FF4">
        <w:rPr>
          <w:rFonts w:ascii="Times New Roman" w:eastAsia="DFKai-SB" w:hAnsi="Times New Roman"/>
          <w:i/>
          <w:sz w:val="28"/>
          <w:szCs w:val="28"/>
        </w:rPr>
        <w:t>nh”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p 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mi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ng ăn, không gì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trư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c).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Làm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nào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hóa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? Hoàn toàn d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a vào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.</w:t>
      </w:r>
      <w:r w:rsidRPr="00E84FF4">
        <w:rPr>
          <w:rFonts w:ascii="Times New Roman" w:eastAsia="DFKai-SB" w:hAnsi="Times New Roman"/>
          <w:sz w:val="28"/>
          <w:szCs w:val="28"/>
        </w:rPr>
        <w:t xml:space="preserve">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xưa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nay,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thánh đ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trong chín pháp gi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i, hãy quan sát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ẩ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 th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[s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ẽ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ế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t] </w:t>
      </w:r>
      <w:r w:rsidRPr="00E84FF4">
        <w:rPr>
          <w:rFonts w:ascii="Times New Roman" w:eastAsia="DFKai-SB" w:hAnsi="Times New Roman"/>
          <w:sz w:val="28"/>
          <w:szCs w:val="28"/>
        </w:rPr>
        <w:t>các Ngài th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trong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gian này đ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gì? Nh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m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. N</w:t>
      </w:r>
      <w:r w:rsidRPr="00E84FF4">
        <w:rPr>
          <w:rFonts w:ascii="Times New Roman" w:eastAsia="DFKai-SB" w:hAnsi="Times New Roman"/>
          <w:sz w:val="28"/>
          <w:szCs w:val="28"/>
        </w:rPr>
        <w:t>goài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ra,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là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hai!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là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i, l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tăng t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n linh tánh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mình, giúp đ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chúng sanh thành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>u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chính mình.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báo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c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vô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o.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nhiê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u, không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ý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u, t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nhiên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n! Do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y,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này,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quan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là tâm bình khí hòa, không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kh</w:t>
      </w:r>
      <w:r w:rsidRPr="00E84FF4">
        <w:rPr>
          <w:rFonts w:ascii="Times New Roman" w:eastAsia="DFKai-SB" w:hAnsi="Times New Roman"/>
          <w:sz w:val="28"/>
          <w:szCs w:val="28"/>
        </w:rPr>
        <w:t>ỏ</w:t>
      </w:r>
      <w:r w:rsidRPr="00E84FF4">
        <w:rPr>
          <w:rFonts w:ascii="Times New Roman" w:eastAsia="DFKai-SB" w:hAnsi="Times New Roman"/>
          <w:sz w:val="28"/>
          <w:szCs w:val="28"/>
        </w:rPr>
        <w:t>e m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s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lâu, l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 còn tăng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và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năng,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xem, tâm tánh hòa thu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quan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p đó, chúng tôi nêu t</w:t>
      </w:r>
      <w:r w:rsidRPr="00E84FF4">
        <w:rPr>
          <w:rFonts w:ascii="Times New Roman" w:eastAsia="DFKai-SB" w:hAnsi="Times New Roman"/>
          <w:sz w:val="28"/>
          <w:szCs w:val="28"/>
        </w:rPr>
        <w:t>ỷ</w:t>
      </w:r>
      <w:r w:rsidRPr="00E84FF4">
        <w:rPr>
          <w:rFonts w:ascii="Times New Roman" w:eastAsia="DFKai-SB" w:hAnsi="Times New Roman"/>
          <w:sz w:val="28"/>
          <w:szCs w:val="28"/>
        </w:rPr>
        <w:t xml:space="preserve">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 xml:space="preserve"> này: </w:t>
      </w:r>
      <w:r w:rsidRPr="00E84FF4">
        <w:rPr>
          <w:rFonts w:ascii="Times New Roman" w:eastAsia="DFKai-SB" w:hAnsi="Times New Roman"/>
          <w:i/>
          <w:sz w:val="28"/>
          <w:szCs w:val="28"/>
        </w:rPr>
        <w:t>“Tán tha công đ</w:t>
      </w:r>
      <w:r w:rsidRPr="00E84FF4">
        <w:rPr>
          <w:rFonts w:ascii="Times New Roman" w:eastAsia="DFKai-SB" w:hAnsi="Times New Roman"/>
          <w:i/>
          <w:sz w:val="28"/>
          <w:szCs w:val="28"/>
        </w:rPr>
        <w:t>ứ</w:t>
      </w:r>
      <w:r w:rsidRPr="00E84FF4">
        <w:rPr>
          <w:rFonts w:ascii="Times New Roman" w:eastAsia="DFKai-SB" w:hAnsi="Times New Roman"/>
          <w:i/>
          <w:sz w:val="28"/>
          <w:szCs w:val="28"/>
        </w:rPr>
        <w:t>c, mi gian b</w:t>
      </w:r>
      <w:r w:rsidRPr="00E84FF4">
        <w:rPr>
          <w:rFonts w:ascii="Times New Roman" w:eastAsia="DFKai-SB" w:hAnsi="Times New Roman"/>
          <w:i/>
          <w:sz w:val="28"/>
          <w:szCs w:val="28"/>
        </w:rPr>
        <w:t>ạ</w:t>
      </w:r>
      <w:r w:rsidRPr="00E84FF4">
        <w:rPr>
          <w:rFonts w:ascii="Times New Roman" w:eastAsia="DFKai-SB" w:hAnsi="Times New Roman"/>
          <w:i/>
          <w:sz w:val="28"/>
          <w:szCs w:val="28"/>
        </w:rPr>
        <w:t>ch hào 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D</w:t>
      </w:r>
      <w:r w:rsidRPr="00E84FF4">
        <w:rPr>
          <w:rFonts w:ascii="Times New Roman" w:eastAsia="DFKai-SB" w:hAnsi="Times New Roman"/>
          <w:sz w:val="28"/>
          <w:szCs w:val="28"/>
        </w:rPr>
        <w:t>o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ca ng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có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ch hào gi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 hai chân mày).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nói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khác.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khác ph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m sai qu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chúng ta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 rõ ràng, rành r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>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, nhưng không nói ra. Đ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 xml:space="preserve"> T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 Quy đã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chúng ta: Nói chung,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tâm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ngôn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tác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giúp đ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 xml:space="preserve">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khác,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nghe,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có sai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nói t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i.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tí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p,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tán dương. Lâu ngày ch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 tháng,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.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không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sai trái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ta, nhưng r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dung,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nói ra; h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tí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 xml:space="preserve">t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bé 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ẹ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o </w:t>
      </w:r>
      <w:r w:rsidRPr="00E84FF4">
        <w:rPr>
          <w:rFonts w:ascii="Times New Roman" w:eastAsia="DFKai-SB" w:hAnsi="Times New Roman"/>
          <w:sz w:val="28"/>
          <w:szCs w:val="28"/>
        </w:rPr>
        <w:t>bèn tán dương,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nghiêm túc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 xml:space="preserve">a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l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ỗ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</w:t>
      </w:r>
      <w:r w:rsidRPr="00E84FF4">
        <w:rPr>
          <w:rFonts w:ascii="Times New Roman" w:eastAsia="DFKai-SB" w:hAnsi="Times New Roman"/>
          <w:sz w:val="28"/>
          <w:szCs w:val="28"/>
        </w:rPr>
        <w:t>, hư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lành, th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là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c. Ngoài ngôn giáo ra, thân giáo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càng </w:t>
      </w:r>
      <w:r w:rsidRPr="00E84FF4">
        <w:rPr>
          <w:rFonts w:ascii="Times New Roman" w:eastAsia="DFKai-SB" w:hAnsi="Times New Roman"/>
          <w:sz w:val="28"/>
          <w:szCs w:val="28"/>
        </w:rPr>
        <w:t>quan tr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ng hơn!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lãnh ng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còn to hơn ngôn giáo.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chư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Tát,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tri th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có lúc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chúng ta mà không nói; đó là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bi. Vì sao? Có lúc nói ra cũng vô íc</w:t>
      </w:r>
      <w:r w:rsidRPr="00E84FF4">
        <w:rPr>
          <w:rFonts w:ascii="Times New Roman" w:eastAsia="DFKai-SB" w:hAnsi="Times New Roman"/>
          <w:sz w:val="28"/>
          <w:szCs w:val="28"/>
        </w:rPr>
        <w:t>h, n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y sanh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trái ngư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Nói ra, trong tâm chúng ta c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m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khó ch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tâm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a còn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lương thì còn đ</w:t>
      </w:r>
      <w:r w:rsidRPr="00E84FF4">
        <w:rPr>
          <w:rFonts w:ascii="Times New Roman" w:eastAsia="DFKai-SB" w:hAnsi="Times New Roman"/>
          <w:sz w:val="28"/>
          <w:szCs w:val="28"/>
        </w:rPr>
        <w:t>ỡ</w:t>
      </w:r>
      <w:r w:rsidRPr="00E84FF4">
        <w:rPr>
          <w:rFonts w:ascii="Times New Roman" w:eastAsia="DFKai-SB" w:hAnsi="Times New Roman"/>
          <w:sz w:val="28"/>
          <w:szCs w:val="28"/>
        </w:rPr>
        <w:t>, ta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s</w:t>
      </w:r>
      <w:r w:rsidRPr="00E84FF4">
        <w:rPr>
          <w:rFonts w:ascii="Times New Roman" w:eastAsia="DFKai-SB" w:hAnsi="Times New Roman"/>
          <w:sz w:val="28"/>
          <w:szCs w:val="28"/>
        </w:rPr>
        <w:t>ử</w:t>
      </w:r>
      <w:r w:rsidRPr="00E84FF4">
        <w:rPr>
          <w:rFonts w:ascii="Times New Roman" w:eastAsia="DFKai-SB" w:hAnsi="Times New Roman"/>
          <w:sz w:val="28"/>
          <w:szCs w:val="28"/>
        </w:rPr>
        <w:t>a đ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là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bình phàm,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u n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>i thì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hai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ng,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nghe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, “ngươi c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thư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ng xuyên </w:t>
      </w:r>
      <w:r w:rsidRPr="00E84FF4">
        <w:rPr>
          <w:rFonts w:ascii="Times New Roman" w:eastAsia="DFKai-SB" w:hAnsi="Times New Roman"/>
          <w:sz w:val="28"/>
          <w:szCs w:val="28"/>
        </w:rPr>
        <w:t>k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l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ta!”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tr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thành xa cách, không nghe l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n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a! 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o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ặ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b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ngoài tuân ph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ng, bên trong ng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m ng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m ch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ng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i,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giáo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i!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thì nói,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thì đ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>ng nói!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 xml:space="preserve"> Đài Trung, tôi theo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 Lý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năm, quan sát c</w:t>
      </w:r>
      <w:r w:rsidRPr="00E84FF4">
        <w:rPr>
          <w:rFonts w:ascii="Times New Roman" w:eastAsia="DFKai-SB" w:hAnsi="Times New Roman"/>
          <w:sz w:val="28"/>
          <w:szCs w:val="28"/>
        </w:rPr>
        <w:t>ẩ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 giáo hóa các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trò,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các b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 xml:space="preserve">a tôi,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tôi chú tâm</w:t>
      </w:r>
      <w:r w:rsidRPr="00E84FF4">
        <w:rPr>
          <w:rFonts w:ascii="Times New Roman" w:eastAsia="DFKai-SB" w:hAnsi="Times New Roman"/>
          <w:sz w:val="28"/>
          <w:szCs w:val="28"/>
        </w:rPr>
        <w:t xml:space="preserve"> quan sát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y.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m</w:t>
      </w:r>
      <w:r w:rsidRPr="00E84FF4">
        <w:rPr>
          <w:rFonts w:ascii="Times New Roman" w:eastAsia="DFKai-SB" w:hAnsi="Times New Roman"/>
          <w:sz w:val="28"/>
          <w:szCs w:val="28"/>
        </w:rPr>
        <w:t>ỗ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i, th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y có phương pháp khác nhau,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trí hu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,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t</w:t>
      </w:r>
      <w:r w:rsidRPr="00E84FF4">
        <w:rPr>
          <w:rFonts w:ascii="Times New Roman" w:eastAsia="DFKai-SB" w:hAnsi="Times New Roman"/>
          <w:sz w:val="28"/>
          <w:szCs w:val="28"/>
        </w:rPr>
        <w:t>ừ</w:t>
      </w:r>
      <w:r w:rsidRPr="00E84FF4">
        <w:rPr>
          <w:rFonts w:ascii="Times New Roman" w:eastAsia="DFKai-SB" w:hAnsi="Times New Roman"/>
          <w:sz w:val="28"/>
          <w:szCs w:val="28"/>
        </w:rPr>
        <w:t xml:space="preserve"> bi.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m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dài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phát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phương pháp d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y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Ngài cao minh. Có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thâu đư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u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hay chăng? Không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nh! Tuy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nh, chúng tôi 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bên c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ạ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nh</w:t>
      </w:r>
      <w:r w:rsidRPr="00E84FF4">
        <w:rPr>
          <w:rFonts w:ascii="Times New Roman" w:eastAsia="DFKai-SB" w:hAnsi="Times New Roman"/>
          <w:sz w:val="28"/>
          <w:szCs w:val="28"/>
        </w:rPr>
        <w:t xml:space="preserve"> v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d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ng cái tâm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>u,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ân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c.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ca ng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i,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 có công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c,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kính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c ch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là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n. Ca ng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 là khi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th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s</w:t>
      </w:r>
      <w:r w:rsidRPr="00E84FF4">
        <w:rPr>
          <w:rFonts w:ascii="Times New Roman" w:eastAsia="DFKai-SB" w:hAnsi="Times New Roman"/>
          <w:sz w:val="28"/>
          <w:szCs w:val="28"/>
        </w:rPr>
        <w:t>ự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 thì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khen ng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i;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 khen ng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 xml:space="preserve">i, tương 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ng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mư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nguy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c</w:t>
      </w:r>
      <w:r w:rsidRPr="00E84FF4">
        <w:rPr>
          <w:rFonts w:ascii="Times New Roman" w:eastAsia="DFKai-SB" w:hAnsi="Times New Roman"/>
          <w:sz w:val="28"/>
          <w:szCs w:val="28"/>
        </w:rPr>
        <w:t>ủ</w:t>
      </w:r>
      <w:r w:rsidRPr="00E84FF4">
        <w:rPr>
          <w:rFonts w:ascii="Times New Roman" w:eastAsia="DFKai-SB" w:hAnsi="Times New Roman"/>
          <w:sz w:val="28"/>
          <w:szCs w:val="28"/>
        </w:rPr>
        <w:t>a Ph</w:t>
      </w:r>
      <w:r w:rsidRPr="00E84FF4">
        <w:rPr>
          <w:rFonts w:ascii="Times New Roman" w:eastAsia="DFKai-SB" w:hAnsi="Times New Roman"/>
          <w:sz w:val="28"/>
          <w:szCs w:val="28"/>
        </w:rPr>
        <w:t>ổ</w:t>
      </w:r>
      <w:r w:rsidRPr="00E84FF4">
        <w:rPr>
          <w:rFonts w:ascii="Times New Roman" w:eastAsia="DFKai-SB" w:hAnsi="Times New Roman"/>
          <w:sz w:val="28"/>
          <w:szCs w:val="28"/>
        </w:rPr>
        <w:t xml:space="preserve">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B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 xml:space="preserve"> Tát, </w:t>
      </w:r>
      <w:r w:rsidRPr="00E84FF4">
        <w:rPr>
          <w:rFonts w:ascii="Times New Roman" w:eastAsia="DFKai-SB" w:hAnsi="Times New Roman"/>
          <w:i/>
          <w:sz w:val="28"/>
          <w:szCs w:val="28"/>
        </w:rPr>
        <w:t>“l</w:t>
      </w:r>
      <w:r w:rsidRPr="00E84FF4">
        <w:rPr>
          <w:rFonts w:ascii="Times New Roman" w:eastAsia="DFKai-SB" w:hAnsi="Times New Roman"/>
          <w:i/>
          <w:sz w:val="28"/>
          <w:szCs w:val="28"/>
        </w:rPr>
        <w:t>ễ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kính chư Ph</w:t>
      </w:r>
      <w:r w:rsidRPr="00E84FF4">
        <w:rPr>
          <w:rFonts w:ascii="Times New Roman" w:eastAsia="DFKai-SB" w:hAnsi="Times New Roman"/>
          <w:i/>
          <w:sz w:val="28"/>
          <w:szCs w:val="28"/>
        </w:rPr>
        <w:t>ậ</w:t>
      </w:r>
      <w:r w:rsidRPr="00E84FF4">
        <w:rPr>
          <w:rFonts w:ascii="Times New Roman" w:eastAsia="DFKai-SB" w:hAnsi="Times New Roman"/>
          <w:i/>
          <w:sz w:val="28"/>
          <w:szCs w:val="28"/>
        </w:rPr>
        <w:t>t, xưng tán Như Lai”.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i/>
          <w:sz w:val="28"/>
          <w:szCs w:val="28"/>
        </w:rPr>
        <w:t>“Qu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ng tu cúng dư</w:t>
      </w:r>
      <w:r w:rsidRPr="00E84FF4">
        <w:rPr>
          <w:rFonts w:ascii="Times New Roman" w:eastAsia="DFKai-SB" w:hAnsi="Times New Roman"/>
          <w:i/>
          <w:sz w:val="28"/>
          <w:szCs w:val="28"/>
        </w:rPr>
        <w:t>ờ</w:t>
      </w:r>
      <w:r w:rsidRPr="00E84FF4">
        <w:rPr>
          <w:rFonts w:ascii="Times New Roman" w:eastAsia="DFKai-SB" w:hAnsi="Times New Roman"/>
          <w:i/>
          <w:sz w:val="28"/>
          <w:szCs w:val="28"/>
        </w:rPr>
        <w:t>ng”</w:t>
      </w:r>
      <w:r w:rsidRPr="00E84FF4">
        <w:rPr>
          <w:rFonts w:ascii="Times New Roman" w:eastAsia="DFKai-SB" w:hAnsi="Times New Roman"/>
          <w:sz w:val="28"/>
          <w:szCs w:val="28"/>
        </w:rPr>
        <w:t>: Cúng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ác v</w:t>
      </w:r>
      <w:r w:rsidRPr="00E84FF4">
        <w:rPr>
          <w:rFonts w:ascii="Times New Roman" w:eastAsia="DFKai-SB" w:hAnsi="Times New Roman"/>
          <w:sz w:val="28"/>
          <w:szCs w:val="28"/>
        </w:rPr>
        <w:t>ẫ</w:t>
      </w:r>
      <w:r w:rsidRPr="00E84FF4">
        <w:rPr>
          <w:rFonts w:ascii="Times New Roman" w:eastAsia="DFKai-SB" w:hAnsi="Times New Roman"/>
          <w:sz w:val="28"/>
          <w:szCs w:val="28"/>
        </w:rPr>
        <w:t>n cúng dư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ng.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làm ác, hôm nay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cơm ăn,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đói,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cho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 xml:space="preserve"> ăn;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rét mư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t,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t</w:t>
      </w:r>
      <w:r w:rsidRPr="00E84FF4">
        <w:rPr>
          <w:rFonts w:ascii="Times New Roman" w:eastAsia="DFKai-SB" w:hAnsi="Times New Roman"/>
          <w:sz w:val="28"/>
          <w:szCs w:val="28"/>
        </w:rPr>
        <w:t>ặ</w:t>
      </w:r>
      <w:r w:rsidRPr="00E84FF4">
        <w:rPr>
          <w:rFonts w:ascii="Times New Roman" w:eastAsia="DFKai-SB" w:hAnsi="Times New Roman"/>
          <w:sz w:val="28"/>
          <w:szCs w:val="28"/>
        </w:rPr>
        <w:t>ng qu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n áo cho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y.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th</w:t>
      </w:r>
      <w:r w:rsidRPr="00E84FF4">
        <w:rPr>
          <w:rFonts w:ascii="Times New Roman" w:eastAsia="DFKai-SB" w:hAnsi="Times New Roman"/>
          <w:sz w:val="28"/>
          <w:szCs w:val="28"/>
        </w:rPr>
        <w:t>ể</w:t>
      </w:r>
      <w:r w:rsidRPr="00E84FF4">
        <w:rPr>
          <w:rFonts w:ascii="Times New Roman" w:eastAsia="DFKai-SB" w:hAnsi="Times New Roman"/>
          <w:sz w:val="28"/>
          <w:szCs w:val="28"/>
        </w:rPr>
        <w:t xml:space="preserve"> nói là không đoái hoài: “H</w:t>
      </w:r>
      <w:r w:rsidRPr="00E84FF4">
        <w:rPr>
          <w:rFonts w:ascii="Times New Roman" w:eastAsia="DFKai-SB" w:hAnsi="Times New Roman"/>
          <w:sz w:val="28"/>
          <w:szCs w:val="28"/>
        </w:rPr>
        <w:t>ắ</w:t>
      </w:r>
      <w:r w:rsidRPr="00E84FF4">
        <w:rPr>
          <w:rFonts w:ascii="Times New Roman" w:eastAsia="DFKai-SB" w:hAnsi="Times New Roman"/>
          <w:sz w:val="28"/>
          <w:szCs w:val="28"/>
        </w:rPr>
        <w:t>n là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ác, ta không quan tâm”. Ch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 nên!</w:t>
      </w:r>
      <w:r w:rsidRPr="00E84FF4">
        <w:rPr>
          <w:rFonts w:ascii="Times New Roman" w:eastAsia="DFKai-SB" w:hAnsi="Times New Roman"/>
          <w:sz w:val="28"/>
          <w:szCs w:val="28"/>
        </w:rPr>
        <w:t xml:space="preserve">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có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n! Ch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tán thán thì có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quy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>nh tán dương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n,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tán dương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ác!</w:t>
      </w:r>
    </w:p>
    <w:p w:rsidR="00796673" w:rsidRPr="00E84FF4" w:rsidRDefault="00796673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E84FF4">
        <w:rPr>
          <w:rFonts w:ascii="Times New Roman" w:eastAsia="DFKai-SB" w:hAnsi="Times New Roman"/>
          <w:sz w:val="28"/>
          <w:szCs w:val="28"/>
        </w:rPr>
        <w:t>Ti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p đó là </w:t>
      </w:r>
      <w:r w:rsidRPr="00E84FF4">
        <w:rPr>
          <w:rFonts w:ascii="Times New Roman" w:eastAsia="DFKai-SB" w:hAnsi="Times New Roman"/>
          <w:i/>
          <w:sz w:val="28"/>
          <w:szCs w:val="28"/>
        </w:rPr>
        <w:t>“l</w:t>
      </w:r>
      <w:r w:rsidRPr="00E84FF4">
        <w:rPr>
          <w:rFonts w:ascii="Times New Roman" w:eastAsia="DFKai-SB" w:hAnsi="Times New Roman"/>
          <w:i/>
          <w:sz w:val="28"/>
          <w:szCs w:val="28"/>
        </w:rPr>
        <w:t>ễ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kính hi</w:t>
      </w:r>
      <w:r w:rsidRPr="00E84FF4">
        <w:rPr>
          <w:rFonts w:ascii="Times New Roman" w:eastAsia="DFKai-SB" w:hAnsi="Times New Roman"/>
          <w:i/>
          <w:sz w:val="28"/>
          <w:szCs w:val="28"/>
        </w:rPr>
        <w:t>ề</w:t>
      </w:r>
      <w:r w:rsidRPr="00E84FF4">
        <w:rPr>
          <w:rFonts w:ascii="Times New Roman" w:eastAsia="DFKai-SB" w:hAnsi="Times New Roman"/>
          <w:i/>
          <w:sz w:val="28"/>
          <w:szCs w:val="28"/>
        </w:rPr>
        <w:t>n thánh tôn trư</w:t>
      </w:r>
      <w:r w:rsidRPr="00E84FF4">
        <w:rPr>
          <w:rFonts w:ascii="Times New Roman" w:eastAsia="DFKai-SB" w:hAnsi="Times New Roman"/>
          <w:i/>
          <w:sz w:val="28"/>
          <w:szCs w:val="28"/>
        </w:rPr>
        <w:t>ở</w:t>
      </w:r>
      <w:r w:rsidRPr="00E84FF4">
        <w:rPr>
          <w:rFonts w:ascii="Times New Roman" w:eastAsia="DFKai-SB" w:hAnsi="Times New Roman"/>
          <w:i/>
          <w:sz w:val="28"/>
          <w:szCs w:val="28"/>
        </w:rPr>
        <w:t>ng, nh</w:t>
      </w:r>
      <w:r w:rsidRPr="00E84FF4">
        <w:rPr>
          <w:rFonts w:ascii="Times New Roman" w:eastAsia="DFKai-SB" w:hAnsi="Times New Roman"/>
          <w:i/>
          <w:sz w:val="28"/>
          <w:szCs w:val="28"/>
        </w:rPr>
        <w:t>ụ</w:t>
      </w:r>
      <w:r w:rsidRPr="00E84FF4">
        <w:rPr>
          <w:rFonts w:ascii="Times New Roman" w:eastAsia="DFKai-SB" w:hAnsi="Times New Roman"/>
          <w:i/>
          <w:sz w:val="28"/>
          <w:szCs w:val="28"/>
        </w:rPr>
        <w:t>c k</w:t>
      </w:r>
      <w:r w:rsidRPr="00E84FF4">
        <w:rPr>
          <w:rFonts w:ascii="Times New Roman" w:eastAsia="DFKai-SB" w:hAnsi="Times New Roman"/>
          <w:i/>
          <w:sz w:val="28"/>
          <w:szCs w:val="28"/>
        </w:rPr>
        <w:t>ế</w:t>
      </w:r>
      <w:r w:rsidRPr="00E84FF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i/>
          <w:sz w:val="28"/>
          <w:szCs w:val="28"/>
        </w:rPr>
        <w:t>ả</w:t>
      </w:r>
      <w:r w:rsidRPr="00E84FF4">
        <w:rPr>
          <w:rFonts w:ascii="Times New Roman" w:eastAsia="DFKai-SB" w:hAnsi="Times New Roman"/>
          <w:i/>
          <w:sz w:val="28"/>
          <w:szCs w:val="28"/>
        </w:rPr>
        <w:t>nh tư</w:t>
      </w:r>
      <w:r w:rsidRPr="00E84FF4">
        <w:rPr>
          <w:rFonts w:ascii="Times New Roman" w:eastAsia="DFKai-SB" w:hAnsi="Times New Roman"/>
          <w:i/>
          <w:sz w:val="28"/>
          <w:szCs w:val="28"/>
        </w:rPr>
        <w:t>ớ</w:t>
      </w:r>
      <w:r w:rsidRPr="00E84FF4">
        <w:rPr>
          <w:rFonts w:ascii="Times New Roman" w:eastAsia="DFKai-SB" w:hAnsi="Times New Roman"/>
          <w:i/>
          <w:sz w:val="28"/>
          <w:szCs w:val="28"/>
        </w:rPr>
        <w:t>ng”</w:t>
      </w:r>
      <w:r w:rsidRPr="00E84FF4">
        <w:rPr>
          <w:rFonts w:ascii="Times New Roman" w:eastAsia="DFKai-SB" w:hAnsi="Times New Roman"/>
          <w:sz w:val="28"/>
          <w:szCs w:val="28"/>
        </w:rPr>
        <w:t xml:space="preserve"> (l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kính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thánh, tôn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ng, s</w:t>
      </w:r>
      <w:r w:rsidRPr="00E84FF4">
        <w:rPr>
          <w:rFonts w:ascii="Times New Roman" w:eastAsia="DFKai-SB" w:hAnsi="Times New Roman"/>
          <w:sz w:val="28"/>
          <w:szCs w:val="28"/>
        </w:rPr>
        <w:t>ẽ</w:t>
      </w:r>
      <w:r w:rsidRPr="00E84FF4">
        <w:rPr>
          <w:rFonts w:ascii="Times New Roman" w:eastAsia="DFKai-SB" w:hAnsi="Times New Roman"/>
          <w:sz w:val="28"/>
          <w:szCs w:val="28"/>
        </w:rPr>
        <w:t xml:space="preserve"> có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trên đ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u). Chúng ta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đ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t, trên đ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 đ</w:t>
      </w:r>
      <w:r w:rsidRPr="00E84FF4">
        <w:rPr>
          <w:rFonts w:ascii="Times New Roman" w:eastAsia="DFKai-SB" w:hAnsi="Times New Roman"/>
          <w:sz w:val="28"/>
          <w:szCs w:val="28"/>
        </w:rPr>
        <w:t>ầ</w:t>
      </w:r>
      <w:r w:rsidRPr="00E84FF4">
        <w:rPr>
          <w:rFonts w:ascii="Times New Roman" w:eastAsia="DFKai-SB" w:hAnsi="Times New Roman"/>
          <w:sz w:val="28"/>
          <w:szCs w:val="28"/>
        </w:rPr>
        <w:t>u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Ph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t có nh</w:t>
      </w:r>
      <w:r w:rsidRPr="00E84FF4">
        <w:rPr>
          <w:rFonts w:ascii="Times New Roman" w:eastAsia="DFKai-SB" w:hAnsi="Times New Roman"/>
          <w:sz w:val="28"/>
          <w:szCs w:val="28"/>
        </w:rPr>
        <w:t>ụ</w:t>
      </w:r>
      <w:r w:rsidRPr="00E84FF4">
        <w:rPr>
          <w:rFonts w:ascii="Times New Roman" w:eastAsia="DFKai-SB" w:hAnsi="Times New Roman"/>
          <w:sz w:val="28"/>
          <w:szCs w:val="28"/>
        </w:rPr>
        <w:t>c k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 xml:space="preserve">ng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do đâu mà có? Do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kính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thánh, tôn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là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lành, mà là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thánh, t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thánh trong các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thánh nhân.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 nhân,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thánh nhân,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trên,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b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c trư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ng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nh, b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chúng ta quen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hay không,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i có tâm </w:t>
      </w:r>
      <w:r w:rsidRPr="00E84FF4">
        <w:rPr>
          <w:rFonts w:ascii="Times New Roman" w:eastAsia="DFKai-SB" w:hAnsi="Times New Roman"/>
          <w:sz w:val="28"/>
          <w:szCs w:val="28"/>
        </w:rPr>
        <w:t>cung kính, ph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i l</w:t>
      </w:r>
      <w:r w:rsidRPr="00E84FF4">
        <w:rPr>
          <w:rFonts w:ascii="Times New Roman" w:eastAsia="DFKai-SB" w:hAnsi="Times New Roman"/>
          <w:sz w:val="28"/>
          <w:szCs w:val="28"/>
        </w:rPr>
        <w:t>ễ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i v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.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gì?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là giáo h</w:t>
      </w:r>
      <w:r w:rsidRPr="00E84FF4">
        <w:rPr>
          <w:rFonts w:ascii="Times New Roman" w:eastAsia="DFKai-SB" w:hAnsi="Times New Roman"/>
          <w:sz w:val="28"/>
          <w:szCs w:val="28"/>
        </w:rPr>
        <w:t>ọ</w:t>
      </w:r>
      <w:r w:rsidRPr="00E84FF4">
        <w:rPr>
          <w:rFonts w:ascii="Times New Roman" w:eastAsia="DFKai-SB" w:hAnsi="Times New Roman"/>
          <w:sz w:val="28"/>
          <w:szCs w:val="28"/>
        </w:rPr>
        <w:t>c. Khi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cho 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trông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k</w:t>
      </w:r>
      <w:r w:rsidRPr="00E84FF4">
        <w:rPr>
          <w:rFonts w:ascii="Times New Roman" w:eastAsia="DFKai-SB" w:hAnsi="Times New Roman"/>
          <w:sz w:val="28"/>
          <w:szCs w:val="28"/>
        </w:rPr>
        <w:t>ẻ</w:t>
      </w:r>
      <w:r w:rsidRPr="00E84FF4">
        <w:rPr>
          <w:rFonts w:ascii="Times New Roman" w:eastAsia="DFKai-SB" w:hAnsi="Times New Roman"/>
          <w:sz w:val="28"/>
          <w:szCs w:val="28"/>
        </w:rPr>
        <w:t xml:space="preserve"> bình phàm th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chúng ta tôn kính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, </w:t>
      </w:r>
      <w:r w:rsidRPr="00E84FF4">
        <w:rPr>
          <w:rFonts w:ascii="Times New Roman" w:eastAsia="DFKai-SB" w:hAnsi="Times New Roman"/>
          <w:sz w:val="28"/>
          <w:szCs w:val="28"/>
        </w:rPr>
        <w:t>ngư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khác cũng tôn kính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. Chúng ta 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ọ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 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 theo 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ị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y, ngư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ờ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i khác cũng s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ẽ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h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ọ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c t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p v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ị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ấ</w:t>
      </w:r>
      <w:r w:rsidRPr="00E84FF4">
        <w:rPr>
          <w:rFonts w:ascii="Times New Roman" w:eastAsia="DFKai-SB" w:hAnsi="Times New Roman"/>
          <w:sz w:val="28"/>
          <w:szCs w:val="28"/>
          <w:lang w:val="en-US"/>
        </w:rPr>
        <w:t>y</w:t>
      </w:r>
      <w:r w:rsidRPr="00E84FF4">
        <w:rPr>
          <w:rFonts w:ascii="Times New Roman" w:eastAsia="DFKai-SB" w:hAnsi="Times New Roman"/>
          <w:sz w:val="28"/>
          <w:szCs w:val="28"/>
        </w:rPr>
        <w:t>, đ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 là chuy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t! Vì th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, kh</w:t>
      </w:r>
      <w:r w:rsidRPr="00E84FF4">
        <w:rPr>
          <w:rFonts w:ascii="Times New Roman" w:eastAsia="DFKai-SB" w:hAnsi="Times New Roman"/>
          <w:sz w:val="28"/>
          <w:szCs w:val="28"/>
        </w:rPr>
        <w:t>ở</w:t>
      </w:r>
      <w:r w:rsidRPr="00E84FF4">
        <w:rPr>
          <w:rFonts w:ascii="Times New Roman" w:eastAsia="DFKai-SB" w:hAnsi="Times New Roman"/>
          <w:sz w:val="28"/>
          <w:szCs w:val="28"/>
        </w:rPr>
        <w:t>i tâm đ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>ng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m, ngôn ng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, t</w:t>
      </w:r>
      <w:r w:rsidRPr="00E84FF4">
        <w:rPr>
          <w:rFonts w:ascii="Times New Roman" w:eastAsia="DFKai-SB" w:hAnsi="Times New Roman"/>
          <w:sz w:val="28"/>
          <w:szCs w:val="28"/>
        </w:rPr>
        <w:t>ạ</w:t>
      </w:r>
      <w:r w:rsidRPr="00E84FF4">
        <w:rPr>
          <w:rFonts w:ascii="Times New Roman" w:eastAsia="DFKai-SB" w:hAnsi="Times New Roman"/>
          <w:sz w:val="28"/>
          <w:szCs w:val="28"/>
        </w:rPr>
        <w:t>o tác, không gì ch</w:t>
      </w:r>
      <w:r w:rsidRPr="00E84FF4">
        <w:rPr>
          <w:rFonts w:ascii="Times New Roman" w:eastAsia="DFKai-SB" w:hAnsi="Times New Roman"/>
          <w:sz w:val="28"/>
          <w:szCs w:val="28"/>
        </w:rPr>
        <w:t>ẳ</w:t>
      </w:r>
      <w:r w:rsidRPr="00E84FF4">
        <w:rPr>
          <w:rFonts w:ascii="Times New Roman" w:eastAsia="DFKai-SB" w:hAnsi="Times New Roman"/>
          <w:sz w:val="28"/>
          <w:szCs w:val="28"/>
        </w:rPr>
        <w:t>ng nh</w:t>
      </w:r>
      <w:r w:rsidRPr="00E84FF4">
        <w:rPr>
          <w:rFonts w:ascii="Times New Roman" w:eastAsia="DFKai-SB" w:hAnsi="Times New Roman"/>
          <w:sz w:val="28"/>
          <w:szCs w:val="28"/>
        </w:rPr>
        <w:t>ằ</w:t>
      </w:r>
      <w:r w:rsidRPr="00E84FF4">
        <w:rPr>
          <w:rFonts w:ascii="Times New Roman" w:eastAsia="DFKai-SB" w:hAnsi="Times New Roman"/>
          <w:sz w:val="28"/>
          <w:szCs w:val="28"/>
        </w:rPr>
        <w:t>m giáo hóa chúng sanh,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ni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m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u có cái tâm 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y, cho nên m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i có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h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o t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t đ</w:t>
      </w:r>
      <w:r w:rsidRPr="00E84FF4">
        <w:rPr>
          <w:rFonts w:ascii="Times New Roman" w:eastAsia="DFKai-SB" w:hAnsi="Times New Roman"/>
          <w:sz w:val="28"/>
          <w:szCs w:val="28"/>
        </w:rPr>
        <w:t>ẹ</w:t>
      </w:r>
      <w:r w:rsidRPr="00E84FF4">
        <w:rPr>
          <w:rFonts w:ascii="Times New Roman" w:eastAsia="DFKai-SB" w:hAnsi="Times New Roman"/>
          <w:sz w:val="28"/>
          <w:szCs w:val="28"/>
        </w:rPr>
        <w:t>p, qu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 xml:space="preserve"> đ</w:t>
      </w:r>
      <w:r w:rsidRPr="00E84FF4">
        <w:rPr>
          <w:rFonts w:ascii="Times New Roman" w:eastAsia="DFKai-SB" w:hAnsi="Times New Roman"/>
          <w:sz w:val="28"/>
          <w:szCs w:val="28"/>
        </w:rPr>
        <w:t>ứ</w:t>
      </w:r>
      <w:r w:rsidRPr="00E84FF4">
        <w:rPr>
          <w:rFonts w:ascii="Times New Roman" w:eastAsia="DFKai-SB" w:hAnsi="Times New Roman"/>
          <w:sz w:val="28"/>
          <w:szCs w:val="28"/>
        </w:rPr>
        <w:t>c hi</w:t>
      </w:r>
      <w:r w:rsidRPr="00E84FF4">
        <w:rPr>
          <w:rFonts w:ascii="Times New Roman" w:eastAsia="DFKai-SB" w:hAnsi="Times New Roman"/>
          <w:sz w:val="28"/>
          <w:szCs w:val="28"/>
        </w:rPr>
        <w:t>ệ</w:t>
      </w:r>
      <w:r w:rsidRPr="00E84FF4">
        <w:rPr>
          <w:rFonts w:ascii="Times New Roman" w:eastAsia="DFKai-SB" w:hAnsi="Times New Roman"/>
          <w:sz w:val="28"/>
          <w:szCs w:val="28"/>
        </w:rPr>
        <w:t>n ti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n. A! Hôm nay đã h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th</w:t>
      </w:r>
      <w:r w:rsidRPr="00E84FF4">
        <w:rPr>
          <w:rFonts w:ascii="Times New Roman" w:eastAsia="DFKai-SB" w:hAnsi="Times New Roman"/>
          <w:sz w:val="28"/>
          <w:szCs w:val="28"/>
        </w:rPr>
        <w:t>ờ</w:t>
      </w:r>
      <w:r w:rsidRPr="00E84FF4">
        <w:rPr>
          <w:rFonts w:ascii="Times New Roman" w:eastAsia="DFKai-SB" w:hAnsi="Times New Roman"/>
          <w:sz w:val="28"/>
          <w:szCs w:val="28"/>
        </w:rPr>
        <w:t>i gian r</w:t>
      </w:r>
      <w:r w:rsidRPr="00E84FF4">
        <w:rPr>
          <w:rFonts w:ascii="Times New Roman" w:eastAsia="DFKai-SB" w:hAnsi="Times New Roman"/>
          <w:sz w:val="28"/>
          <w:szCs w:val="28"/>
        </w:rPr>
        <w:t>ồ</w:t>
      </w:r>
      <w:r w:rsidRPr="00E84FF4">
        <w:rPr>
          <w:rFonts w:ascii="Times New Roman" w:eastAsia="DFKai-SB" w:hAnsi="Times New Roman"/>
          <w:sz w:val="28"/>
          <w:szCs w:val="28"/>
        </w:rPr>
        <w:t>i, nh</w:t>
      </w:r>
      <w:r w:rsidRPr="00E84FF4">
        <w:rPr>
          <w:rFonts w:ascii="Times New Roman" w:eastAsia="DFKai-SB" w:hAnsi="Times New Roman"/>
          <w:sz w:val="28"/>
          <w:szCs w:val="28"/>
        </w:rPr>
        <w:t>ữ</w:t>
      </w:r>
      <w:r w:rsidRPr="00E84FF4">
        <w:rPr>
          <w:rFonts w:ascii="Times New Roman" w:eastAsia="DFKai-SB" w:hAnsi="Times New Roman"/>
          <w:sz w:val="28"/>
          <w:szCs w:val="28"/>
        </w:rPr>
        <w:t>ng đi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khác, chúng tôi đ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t</w:t>
      </w:r>
      <w:r w:rsidRPr="00E84FF4">
        <w:rPr>
          <w:rFonts w:ascii="Times New Roman" w:eastAsia="DFKai-SB" w:hAnsi="Times New Roman"/>
          <w:sz w:val="28"/>
          <w:szCs w:val="28"/>
        </w:rPr>
        <w:t>ỉ</w:t>
      </w:r>
      <w:r w:rsidRPr="00E84FF4">
        <w:rPr>
          <w:rFonts w:ascii="Times New Roman" w:eastAsia="DFKai-SB" w:hAnsi="Times New Roman"/>
          <w:sz w:val="28"/>
          <w:szCs w:val="28"/>
        </w:rPr>
        <w:t>nh lư</w:t>
      </w:r>
      <w:r w:rsidRPr="00E84FF4">
        <w:rPr>
          <w:rFonts w:ascii="Times New Roman" w:eastAsia="DFKai-SB" w:hAnsi="Times New Roman"/>
          <w:sz w:val="28"/>
          <w:szCs w:val="28"/>
        </w:rPr>
        <w:t>ợ</w:t>
      </w:r>
      <w:r w:rsidRPr="00E84FF4">
        <w:rPr>
          <w:rFonts w:ascii="Times New Roman" w:eastAsia="DFKai-SB" w:hAnsi="Times New Roman"/>
          <w:sz w:val="28"/>
          <w:szCs w:val="28"/>
        </w:rPr>
        <w:t>c. N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u quý v</w:t>
      </w:r>
      <w:r w:rsidRPr="00E84FF4">
        <w:rPr>
          <w:rFonts w:ascii="Times New Roman" w:eastAsia="DFKai-SB" w:hAnsi="Times New Roman"/>
          <w:sz w:val="28"/>
          <w:szCs w:val="28"/>
        </w:rPr>
        <w:t>ị</w:t>
      </w:r>
      <w:r w:rsidRPr="00E84FF4">
        <w:rPr>
          <w:rFonts w:ascii="Times New Roman" w:eastAsia="DFKai-SB" w:hAnsi="Times New Roman"/>
          <w:sz w:val="28"/>
          <w:szCs w:val="28"/>
        </w:rPr>
        <w:t xml:space="preserve"> mu</w:t>
      </w:r>
      <w:r w:rsidRPr="00E84FF4">
        <w:rPr>
          <w:rFonts w:ascii="Times New Roman" w:eastAsia="DFKai-SB" w:hAnsi="Times New Roman"/>
          <w:sz w:val="28"/>
          <w:szCs w:val="28"/>
        </w:rPr>
        <w:t>ố</w:t>
      </w:r>
      <w:r w:rsidRPr="00E84FF4">
        <w:rPr>
          <w:rFonts w:ascii="Times New Roman" w:eastAsia="DFKai-SB" w:hAnsi="Times New Roman"/>
          <w:sz w:val="28"/>
          <w:szCs w:val="28"/>
        </w:rPr>
        <w:t>n</w:t>
      </w:r>
      <w:r w:rsidRPr="00E84FF4">
        <w:rPr>
          <w:rFonts w:ascii="Times New Roman" w:eastAsia="DFKai-SB" w:hAnsi="Times New Roman"/>
          <w:sz w:val="28"/>
          <w:szCs w:val="28"/>
        </w:rPr>
        <w:t xml:space="preserve"> bi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 hơn, hãy xem b</w:t>
      </w:r>
      <w:r w:rsidRPr="00E84FF4">
        <w:rPr>
          <w:rFonts w:ascii="Times New Roman" w:eastAsia="DFKai-SB" w:hAnsi="Times New Roman"/>
          <w:sz w:val="28"/>
          <w:szCs w:val="28"/>
        </w:rPr>
        <w:t>ộ</w:t>
      </w:r>
      <w:r w:rsidRPr="00E84FF4">
        <w:rPr>
          <w:rFonts w:ascii="Times New Roman" w:eastAsia="DFKai-SB" w:hAnsi="Times New Roman"/>
          <w:sz w:val="28"/>
          <w:szCs w:val="28"/>
        </w:rPr>
        <w:t xml:space="preserve"> Kim Cang Kinh Gi</w:t>
      </w:r>
      <w:r w:rsidRPr="00E84FF4">
        <w:rPr>
          <w:rFonts w:ascii="Times New Roman" w:eastAsia="DFKai-SB" w:hAnsi="Times New Roman"/>
          <w:sz w:val="28"/>
          <w:szCs w:val="28"/>
        </w:rPr>
        <w:t>ả</w:t>
      </w:r>
      <w:r w:rsidRPr="00E84FF4">
        <w:rPr>
          <w:rFonts w:ascii="Times New Roman" w:eastAsia="DFKai-SB" w:hAnsi="Times New Roman"/>
          <w:sz w:val="28"/>
          <w:szCs w:val="28"/>
        </w:rPr>
        <w:t>ng Nghĩa. Trong kinh lu</w:t>
      </w:r>
      <w:r w:rsidRPr="00E84FF4">
        <w:rPr>
          <w:rFonts w:ascii="Times New Roman" w:eastAsia="DFKai-SB" w:hAnsi="Times New Roman"/>
          <w:sz w:val="28"/>
          <w:szCs w:val="28"/>
        </w:rPr>
        <w:t>ậ</w:t>
      </w:r>
      <w:r w:rsidRPr="00E84FF4">
        <w:rPr>
          <w:rFonts w:ascii="Times New Roman" w:eastAsia="DFKai-SB" w:hAnsi="Times New Roman"/>
          <w:sz w:val="28"/>
          <w:szCs w:val="28"/>
        </w:rPr>
        <w:t>n đã nói v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 xml:space="preserve"> ba mươi hai tư</w:t>
      </w:r>
      <w:r w:rsidRPr="00E84FF4">
        <w:rPr>
          <w:rFonts w:ascii="Times New Roman" w:eastAsia="DFKai-SB" w:hAnsi="Times New Roman"/>
          <w:sz w:val="28"/>
          <w:szCs w:val="28"/>
        </w:rPr>
        <w:t>ớ</w:t>
      </w:r>
      <w:r w:rsidRPr="00E84FF4">
        <w:rPr>
          <w:rFonts w:ascii="Times New Roman" w:eastAsia="DFKai-SB" w:hAnsi="Times New Roman"/>
          <w:sz w:val="28"/>
          <w:szCs w:val="28"/>
        </w:rPr>
        <w:t>ng r</w:t>
      </w:r>
      <w:r w:rsidRPr="00E84FF4">
        <w:rPr>
          <w:rFonts w:ascii="Times New Roman" w:eastAsia="DFKai-SB" w:hAnsi="Times New Roman"/>
          <w:sz w:val="28"/>
          <w:szCs w:val="28"/>
        </w:rPr>
        <w:t>ấ</w:t>
      </w:r>
      <w:r w:rsidRPr="00E84FF4">
        <w:rPr>
          <w:rFonts w:ascii="Times New Roman" w:eastAsia="DFKai-SB" w:hAnsi="Times New Roman"/>
          <w:sz w:val="28"/>
          <w:szCs w:val="28"/>
        </w:rPr>
        <w:t>t nhi</w:t>
      </w:r>
      <w:r w:rsidRPr="00E84FF4">
        <w:rPr>
          <w:rFonts w:ascii="Times New Roman" w:eastAsia="DFKai-SB" w:hAnsi="Times New Roman"/>
          <w:sz w:val="28"/>
          <w:szCs w:val="28"/>
        </w:rPr>
        <w:t>ề</w:t>
      </w:r>
      <w:r w:rsidRPr="00E84FF4">
        <w:rPr>
          <w:rFonts w:ascii="Times New Roman" w:eastAsia="DFKai-SB" w:hAnsi="Times New Roman"/>
          <w:sz w:val="28"/>
          <w:szCs w:val="28"/>
        </w:rPr>
        <w:t>u. Hôm nay chúng tôi nói đ</w:t>
      </w:r>
      <w:r w:rsidRPr="00E84FF4">
        <w:rPr>
          <w:rFonts w:ascii="Times New Roman" w:eastAsia="DFKai-SB" w:hAnsi="Times New Roman"/>
          <w:sz w:val="28"/>
          <w:szCs w:val="28"/>
        </w:rPr>
        <w:t>ế</w:t>
      </w:r>
      <w:r w:rsidRPr="00E84FF4">
        <w:rPr>
          <w:rFonts w:ascii="Times New Roman" w:eastAsia="DFKai-SB" w:hAnsi="Times New Roman"/>
          <w:sz w:val="28"/>
          <w:szCs w:val="28"/>
        </w:rPr>
        <w:t>n đây!</w:t>
      </w:r>
    </w:p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84FF4">
        <w:rPr>
          <w:rFonts w:ascii="Times New Roman" w:eastAsia="DFKai-SB" w:hAnsi="Times New Roman"/>
          <w:b/>
          <w:sz w:val="28"/>
          <w:szCs w:val="28"/>
        </w:rPr>
        <w:t>Đ</w:t>
      </w:r>
      <w:r w:rsidRPr="00E84FF4">
        <w:rPr>
          <w:rFonts w:ascii="Times New Roman" w:eastAsia="DFKai-SB" w:hAnsi="Times New Roman"/>
          <w:b/>
          <w:sz w:val="28"/>
          <w:szCs w:val="28"/>
        </w:rPr>
        <w:t>ạ</w:t>
      </w:r>
      <w:r w:rsidRPr="00E84FF4">
        <w:rPr>
          <w:rFonts w:ascii="Times New Roman" w:eastAsia="DFKai-SB" w:hAnsi="Times New Roman"/>
          <w:b/>
          <w:sz w:val="28"/>
          <w:szCs w:val="28"/>
        </w:rPr>
        <w:t>i Phương Qu</w:t>
      </w:r>
      <w:r w:rsidRPr="00E84FF4">
        <w:rPr>
          <w:rFonts w:ascii="Times New Roman" w:eastAsia="DFKai-SB" w:hAnsi="Times New Roman"/>
          <w:b/>
          <w:sz w:val="28"/>
          <w:szCs w:val="28"/>
        </w:rPr>
        <w:t>ả</w:t>
      </w:r>
      <w:r w:rsidRPr="00E84FF4">
        <w:rPr>
          <w:rFonts w:ascii="Times New Roman" w:eastAsia="DFKai-SB" w:hAnsi="Times New Roman"/>
          <w:b/>
          <w:sz w:val="28"/>
          <w:szCs w:val="28"/>
        </w:rPr>
        <w:t>ng Ph</w:t>
      </w:r>
      <w:r w:rsidRPr="00E84FF4">
        <w:rPr>
          <w:rFonts w:ascii="Times New Roman" w:eastAsia="DFKai-SB" w:hAnsi="Times New Roman"/>
          <w:b/>
          <w:sz w:val="28"/>
          <w:szCs w:val="28"/>
        </w:rPr>
        <w:t>ậ</w:t>
      </w:r>
      <w:r w:rsidRPr="00E84FF4">
        <w:rPr>
          <w:rFonts w:ascii="Times New Roman" w:eastAsia="DFKai-SB" w:hAnsi="Times New Roman"/>
          <w:b/>
          <w:sz w:val="28"/>
          <w:szCs w:val="28"/>
        </w:rPr>
        <w:t>t</w:t>
      </w:r>
    </w:p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84FF4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84FF4">
        <w:rPr>
          <w:rFonts w:ascii="Times New Roman" w:eastAsia="DFKai-SB" w:hAnsi="Times New Roman"/>
          <w:b/>
          <w:sz w:val="28"/>
          <w:szCs w:val="28"/>
        </w:rPr>
        <w:t>Ph</w:t>
      </w:r>
      <w:r w:rsidRPr="00E84FF4">
        <w:rPr>
          <w:rFonts w:ascii="Times New Roman" w:eastAsia="DFKai-SB" w:hAnsi="Times New Roman"/>
          <w:b/>
          <w:sz w:val="28"/>
          <w:szCs w:val="28"/>
        </w:rPr>
        <w:t>ẩ</w:t>
      </w:r>
      <w:r w:rsidRPr="00E84FF4">
        <w:rPr>
          <w:rFonts w:ascii="Times New Roman" w:eastAsia="DFKai-SB" w:hAnsi="Times New Roman"/>
          <w:b/>
          <w:sz w:val="28"/>
          <w:szCs w:val="28"/>
        </w:rPr>
        <w:t>m th</w:t>
      </w:r>
      <w:r w:rsidRPr="00E84FF4">
        <w:rPr>
          <w:rFonts w:ascii="Times New Roman" w:eastAsia="DFKai-SB" w:hAnsi="Times New Roman"/>
          <w:b/>
          <w:sz w:val="28"/>
          <w:szCs w:val="28"/>
        </w:rPr>
        <w:t>ứ</w:t>
      </w:r>
      <w:r w:rsidRPr="00E84FF4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E84FF4">
        <w:rPr>
          <w:rFonts w:ascii="Times New Roman" w:eastAsia="DFKai-SB" w:hAnsi="Times New Roman"/>
          <w:b/>
          <w:sz w:val="28"/>
          <w:szCs w:val="28"/>
        </w:rPr>
        <w:t>ờ</w:t>
      </w:r>
      <w:r w:rsidRPr="00E84FF4">
        <w:rPr>
          <w:rFonts w:ascii="Times New Roman" w:eastAsia="DFKai-SB" w:hAnsi="Times New Roman"/>
          <w:b/>
          <w:sz w:val="28"/>
          <w:szCs w:val="28"/>
        </w:rPr>
        <w:t>i m</w:t>
      </w:r>
      <w:r w:rsidRPr="00E84FF4">
        <w:rPr>
          <w:rFonts w:ascii="Times New Roman" w:eastAsia="DFKai-SB" w:hAnsi="Times New Roman"/>
          <w:b/>
          <w:sz w:val="28"/>
          <w:szCs w:val="28"/>
        </w:rPr>
        <w:t>ộ</w:t>
      </w:r>
      <w:r w:rsidRPr="00E84FF4">
        <w:rPr>
          <w:rFonts w:ascii="Times New Roman" w:eastAsia="DFKai-SB" w:hAnsi="Times New Roman"/>
          <w:b/>
          <w:sz w:val="28"/>
          <w:szCs w:val="28"/>
        </w:rPr>
        <w:t>t</w:t>
      </w:r>
    </w:p>
    <w:p w:rsidR="00796673" w:rsidRPr="00E84FF4" w:rsidRDefault="00796673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E84FF4">
        <w:rPr>
          <w:rFonts w:ascii="Times New Roman" w:eastAsia="DFKai-SB" w:hAnsi="Times New Roman"/>
          <w:b/>
          <w:sz w:val="28"/>
          <w:szCs w:val="28"/>
        </w:rPr>
        <w:t>T</w:t>
      </w:r>
      <w:r w:rsidRPr="00E84FF4">
        <w:rPr>
          <w:rFonts w:ascii="Times New Roman" w:eastAsia="DFKai-SB" w:hAnsi="Times New Roman"/>
          <w:b/>
          <w:sz w:val="28"/>
          <w:szCs w:val="28"/>
        </w:rPr>
        <w:t>ị</w:t>
      </w:r>
      <w:r w:rsidRPr="00E84FF4">
        <w:rPr>
          <w:rFonts w:ascii="Times New Roman" w:eastAsia="DFKai-SB" w:hAnsi="Times New Roman"/>
          <w:b/>
          <w:sz w:val="28"/>
          <w:szCs w:val="28"/>
        </w:rPr>
        <w:t>nh H</w:t>
      </w:r>
      <w:r w:rsidRPr="00E84FF4">
        <w:rPr>
          <w:rFonts w:ascii="Times New Roman" w:eastAsia="DFKai-SB" w:hAnsi="Times New Roman"/>
          <w:b/>
          <w:sz w:val="28"/>
          <w:szCs w:val="28"/>
        </w:rPr>
        <w:t>ạ</w:t>
      </w:r>
      <w:r w:rsidRPr="00E84FF4">
        <w:rPr>
          <w:rFonts w:ascii="Times New Roman" w:eastAsia="DFKai-SB" w:hAnsi="Times New Roman"/>
          <w:b/>
          <w:sz w:val="28"/>
          <w:szCs w:val="28"/>
        </w:rPr>
        <w:t>nh Ph</w:t>
      </w:r>
      <w:r w:rsidRPr="00E84FF4">
        <w:rPr>
          <w:rFonts w:ascii="Times New Roman" w:eastAsia="DFKai-SB" w:hAnsi="Times New Roman"/>
          <w:b/>
          <w:sz w:val="28"/>
          <w:szCs w:val="28"/>
        </w:rPr>
        <w:t>ẩ</w:t>
      </w:r>
      <w:r w:rsidRPr="00E84FF4">
        <w:rPr>
          <w:rFonts w:ascii="Times New Roman" w:eastAsia="DFKai-SB" w:hAnsi="Times New Roman"/>
          <w:b/>
          <w:sz w:val="28"/>
          <w:szCs w:val="28"/>
        </w:rPr>
        <w:t>m</w:t>
      </w:r>
    </w:p>
    <w:p w:rsidR="00796673" w:rsidRPr="006E6BF9" w:rsidRDefault="00796673" w:rsidP="006E6BF9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E84FF4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E84FF4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E84FF4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E84FF4">
        <w:rPr>
          <w:rFonts w:ascii="Times New Roman" w:eastAsia="DFKai-SB" w:hAnsi="Times New Roman"/>
          <w:b/>
          <w:sz w:val="28"/>
          <w:szCs w:val="28"/>
        </w:rPr>
        <w:t>39 h</w:t>
      </w:r>
      <w:r w:rsidRPr="00E84FF4">
        <w:rPr>
          <w:rFonts w:ascii="Times New Roman" w:eastAsia="DFKai-SB" w:hAnsi="Times New Roman"/>
          <w:b/>
          <w:sz w:val="28"/>
          <w:szCs w:val="28"/>
        </w:rPr>
        <w:t>ế</w:t>
      </w:r>
      <w:r w:rsidRPr="00E84FF4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9A5200" w:rsidRPr="006E6BF9" w:rsidSect="006644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6673" w:rsidRDefault="00796673">
      <w:r>
        <w:separator/>
      </w:r>
    </w:p>
  </w:endnote>
  <w:endnote w:type="continuationSeparator" w:id="0">
    <w:p w:rsidR="00796673" w:rsidRDefault="0079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6673" w:rsidRDefault="007966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6673" w:rsidRPr="00680F01" w:rsidRDefault="00796673" w:rsidP="009A5200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6673" w:rsidRPr="00680F01" w:rsidRDefault="00796673" w:rsidP="009A5200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6673" w:rsidRDefault="00796673">
      <w:r>
        <w:separator/>
      </w:r>
    </w:p>
  </w:footnote>
  <w:footnote w:type="continuationSeparator" w:id="0">
    <w:p w:rsidR="00796673" w:rsidRDefault="00796673">
      <w:r>
        <w:continuationSeparator/>
      </w:r>
    </w:p>
  </w:footnote>
  <w:footnote w:id="1">
    <w:p w:rsidR="00796673" w:rsidRDefault="00796673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Kinh Luân (</w:t>
      </w:r>
      <w:r>
        <w:rPr>
          <w:rFonts w:ascii="Times New Roman" w:eastAsia="DFKai-SB" w:hAnsi="Times New Roman" w:hint="eastAsia"/>
          <w:sz w:val="24"/>
          <w:szCs w:val="24"/>
        </w:rPr>
        <w:t>轉經輪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prayer wheel)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Tây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Mani-chos-khor,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xoay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làm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,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t, đá, đôi khi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da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thô. Thông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z w:val="24"/>
          <w:szCs w:val="24"/>
          <w:lang w:val="en-US"/>
        </w:rPr>
        <w:t xml:space="preserve">bài chú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Minh (Om Mani Padme Hum) cùng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các hình Bát Cát Tư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(Ashtamangala)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hay kh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bên ngoài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ng. B</w:t>
      </w:r>
      <w:r>
        <w:rPr>
          <w:rFonts w:ascii="Times New Roman" w:hAnsi="Times New Roman"/>
          <w:sz w:val="24"/>
          <w:szCs w:val="24"/>
        </w:rPr>
        <w:t xml:space="preserve">ên trong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to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bài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chú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 xml:space="preserve">t Tông. Các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này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xoay tròn quanh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ng.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Tây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tin là xoay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có tác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như đ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các bài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chú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t.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tu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có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Kinh Luân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d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hai bên hành lang, khách hành hương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a xoay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ng, v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  <w:lang w:val="en-US"/>
        </w:rPr>
        <w:t xml:space="preserve">chú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Minh. Ngoài ra, còn có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, có cán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m,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Tây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trên tay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xoay v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rì 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chú khi r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r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xoay khi nhi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u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nhi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u tháp.</w:t>
      </w:r>
    </w:p>
  </w:footnote>
  <w:footnote w:id="2">
    <w:p w:rsidR="00796673" w:rsidRDefault="00796673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(</w:t>
      </w:r>
      <w:r>
        <w:rPr>
          <w:rFonts w:ascii="DFKai-SB" w:eastAsia="DFKai-SB" w:hAnsi="DFKai-SB" w:cs="MS Gothic" w:hint="eastAsia"/>
          <w:sz w:val="24"/>
          <w:szCs w:val="24"/>
        </w:rPr>
        <w:t>諸侯</w:t>
      </w:r>
      <w:r>
        <w:rPr>
          <w:rFonts w:ascii="Times New Roman" w:hAnsi="Times New Roman"/>
          <w:sz w:val="24"/>
          <w:szCs w:val="24"/>
          <w:lang w:val="en-US"/>
        </w:rPr>
        <w:t>) là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phong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và ban lãnh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cho các thân thích ho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c công th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hoàng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(thiên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>)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khi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y Hoàng th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Trung Hoa. Đ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phong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m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>i vua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c.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sau,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ng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m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r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ng ra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vùng lãnh th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chi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m c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i các quân phi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 như lãnh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Viên Thu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Trương L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 xml:space="preserve"> v.v…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Tam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c.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đã có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Thương, nh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m m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đích c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thân 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hoàng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tr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m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vùng đ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quan tr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ng hòng làm phên gi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 cho tri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đì</w:t>
      </w:r>
      <w:r>
        <w:rPr>
          <w:rFonts w:ascii="Times New Roman" w:hAnsi="Times New Roman"/>
          <w:sz w:val="24"/>
          <w:szCs w:val="24"/>
          <w:lang w:val="en-US"/>
        </w:rPr>
        <w:t>nh trung ương. Thông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ng, tuy cùng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u, nhưng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có cao th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khác nhau,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chia thành năm b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c là Công,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u, Bá,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>, Nam. Ví d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như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tho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không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là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u.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tiên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là Doanh Phi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làm ngh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chăn ng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a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Khuy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Khâu, do có tài nuôi ng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a, nên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Châu 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u Vương phong cho làm quan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n. Do v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y, tho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là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ph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dung, mãi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Châu Bình Vương phong cho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Tương Công lên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Công,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m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chính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tr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thành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u. Con cháu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  <w:lang w:val="en-US"/>
        </w:rPr>
        <w:t xml:space="preserve">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n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m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quan tr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ng trong tri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đình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m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>i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u, làm khanh, ho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c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phu. M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>i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có đ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phong riêng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Th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p. Do tham v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ng, các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đánh l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nhau, tiêu di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 nhau. D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d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chính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trung ương suy 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u,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còn hư danh, không có th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c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n. Các vua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hùng m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nh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mư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 danh phù tá thiên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nhà Châu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chinh ph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t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ch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đ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i.</w:t>
      </w:r>
    </w:p>
  </w:footnote>
  <w:footnote w:id="3">
    <w:p w:rsidR="00796673" w:rsidRDefault="00796673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đơn (</w:t>
      </w:r>
      <w:r>
        <w:rPr>
          <w:rFonts w:ascii="Times New Roman" w:eastAsia="DFKai-SB" w:hAnsi="Times New Roman" w:hint="eastAsia"/>
          <w:sz w:val="24"/>
          <w:szCs w:val="24"/>
        </w:rPr>
        <w:t>廣單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chính là phòng ng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chung.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tăng có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m ván hay cái giư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lang w:val="en-US"/>
        </w:rPr>
        <w:t xml:space="preserve"> (cho nên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“đơn”)</w:t>
      </w:r>
      <w:r>
        <w:rPr>
          <w:rFonts w:ascii="Times New Roman" w:hAnsi="Times New Roman"/>
          <w:sz w:val="24"/>
          <w:szCs w:val="24"/>
        </w:rPr>
        <w:t>.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t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 xml:space="preserve">m đơn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kê trong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phòng ng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, không có liêu phòng riêng.</w:t>
      </w:r>
    </w:p>
  </w:footnote>
  <w:footnote w:id="4">
    <w:p w:rsidR="00796673" w:rsidRDefault="00796673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c (Xích, </w:t>
      </w:r>
      <w:r>
        <w:rPr>
          <w:rFonts w:ascii="Times New Roman" w:eastAsia="DFKai-SB" w:hAnsi="Times New Roman" w:hint="eastAsia"/>
          <w:sz w:val="24"/>
          <w:szCs w:val="24"/>
        </w:rPr>
        <w:t>尺</w:t>
      </w:r>
      <w:r>
        <w:rPr>
          <w:rFonts w:ascii="Times New Roman" w:eastAsia="DFKai-SB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không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là mét, mà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đơn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o chi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u dài, </w:t>
      </w:r>
      <w:r>
        <w:rPr>
          <w:rFonts w:ascii="Times New Roman" w:hAnsi="Times New Roman"/>
          <w:sz w:val="24"/>
          <w:szCs w:val="24"/>
        </w:rPr>
        <w:t>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là </w:t>
      </w:r>
      <w:r>
        <w:rPr>
          <w:rFonts w:ascii="Times New Roman" w:hAnsi="Times New Roman"/>
          <w:i/>
          <w:sz w:val="24"/>
          <w:szCs w:val="24"/>
        </w:rPr>
        <w:t>“thư</w:t>
      </w:r>
      <w:r>
        <w:rPr>
          <w:rFonts w:ascii="Times New Roman" w:hAnsi="Times New Roman"/>
          <w:i/>
          <w:sz w:val="24"/>
          <w:szCs w:val="24"/>
        </w:rPr>
        <w:t>ớ</w:t>
      </w:r>
      <w:r>
        <w:rPr>
          <w:rFonts w:ascii="Times New Roman" w:hAnsi="Times New Roman"/>
          <w:i/>
          <w:sz w:val="24"/>
          <w:szCs w:val="24"/>
        </w:rPr>
        <w:t>c Tàu”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theo quy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Hương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ng,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Xích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37 cm.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Xích còn bé hơn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dao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hai mươi ba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hai mươi chín cm.</w:t>
      </w:r>
    </w:p>
  </w:footnote>
  <w:footnote w:id="5">
    <w:p w:rsidR="00796673" w:rsidRDefault="00796673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Tuyên Khoa sinh năm 1930,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là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dân Naxi (</w:t>
      </w:r>
      <w:r>
        <w:rPr>
          <w:rFonts w:ascii="Times New Roman" w:hAnsi="Times New Roman"/>
          <w:sz w:val="24"/>
          <w:szCs w:val="24"/>
          <w:lang w:val="en-US"/>
        </w:rPr>
        <w:t xml:space="preserve">Nakhi,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 Tây). Ông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nhà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 âm nh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dân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c. Dân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Naxi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mi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Tây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Vân Nam và Tây Nam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Xuyên.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coi là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du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Khương, có 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riêng.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Giang là nơi cư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chính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Vân Nam. Âm nh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Naxi có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nhưng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Kinh.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Kinh Nh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ngu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giáo pha tr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hư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văn hóa Tây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ng.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ng Kinh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c chú </w:t>
      </w:r>
      <w:r>
        <w:rPr>
          <w:rFonts w:ascii="Times New Roman" w:hAnsi="Times New Roman"/>
          <w:sz w:val="24"/>
          <w:szCs w:val="24"/>
        </w:rPr>
        <w:t>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tán dương Văn Xương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Quân và kinh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giáo.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6673" w:rsidRDefault="007966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6673" w:rsidRDefault="00796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6673" w:rsidRDefault="00796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59C"/>
    <w:rsid w:val="0079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F4D726-4DEA-4E4D-9EA3-6B69AD1D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paragraph" w:customStyle="1" w:styleId="msotablemediumgrid20">
    <w:name w:val="msotablemediumgrid2"/>
    <w:uiPriority w:val="1"/>
    <w:rPr>
      <w:rFonts w:cs="Times New Roman"/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14180</Words>
  <Characters>80829</Characters>
  <Application>Microsoft Office Word</Application>
  <DocSecurity>0</DocSecurity>
  <Lines>673</Lines>
  <Paragraphs>189</Paragraphs>
  <ScaleCrop>false</ScaleCrop>
  <Company/>
  <LinksUpToDate>false</LinksUpToDate>
  <CharactersWithSpaces>94820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